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E6" w:rsidRDefault="003D64E6" w:rsidP="00553C0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D64E6" w:rsidRDefault="003D64E6" w:rsidP="00553C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D64E6" w:rsidRDefault="003D64E6" w:rsidP="00553C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D64E6" w:rsidRDefault="003D64E6" w:rsidP="00553C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 на территории Нижнесергинского</w:t>
      </w:r>
    </w:p>
    <w:p w:rsidR="003D64E6" w:rsidRDefault="003D64E6" w:rsidP="00553C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на 2021 -2024</w:t>
      </w:r>
      <w:bookmarkStart w:id="0" w:name="P225"/>
      <w:bookmarkEnd w:id="0"/>
      <w:r>
        <w:rPr>
          <w:rFonts w:ascii="Times New Roman" w:hAnsi="Times New Roman" w:cs="Times New Roman"/>
          <w:sz w:val="28"/>
          <w:szCs w:val="28"/>
        </w:rPr>
        <w:t>годы»</w:t>
      </w:r>
    </w:p>
    <w:p w:rsidR="003D64E6" w:rsidRDefault="003D64E6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D64E6" w:rsidRDefault="003D64E6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D64E6" w:rsidRPr="00A35BD7" w:rsidRDefault="003D64E6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5BD7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:rsidR="003D64E6" w:rsidRPr="00A35BD7" w:rsidRDefault="003D64E6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5BD7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3D64E6" w:rsidRDefault="003D64E6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3D80">
        <w:rPr>
          <w:rFonts w:ascii="Times New Roman" w:hAnsi="Times New Roman" w:cs="Times New Roman"/>
          <w:sz w:val="28"/>
          <w:szCs w:val="28"/>
        </w:rPr>
        <w:t>«РАЗВИТИЕ ОБРАЗОВАНИЯ НА ТЕРРИТОРИИ НИЖНЕСЕРГИНСКОГО МУНИЦИПАЛЬНОГО РАЙОНА</w:t>
      </w:r>
    </w:p>
    <w:p w:rsidR="003D64E6" w:rsidRPr="00A35BD7" w:rsidRDefault="003D64E6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2021-2024</w:t>
      </w:r>
      <w:r w:rsidRPr="004A3D8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3D64E6" w:rsidRPr="00A35BD7" w:rsidRDefault="003D64E6" w:rsidP="00575E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1"/>
        <w:gridCol w:w="3545"/>
        <w:gridCol w:w="1276"/>
        <w:gridCol w:w="1276"/>
        <w:gridCol w:w="1275"/>
        <w:gridCol w:w="1276"/>
        <w:gridCol w:w="1134"/>
        <w:gridCol w:w="142"/>
        <w:gridCol w:w="7"/>
        <w:gridCol w:w="3822"/>
        <w:gridCol w:w="17"/>
        <w:gridCol w:w="9"/>
      </w:tblGrid>
      <w:tr w:rsidR="003D64E6" w:rsidRPr="00A35BD7" w:rsidTr="0006080B">
        <w:tc>
          <w:tcPr>
            <w:tcW w:w="561" w:type="dxa"/>
            <w:vMerge w:val="restart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545" w:type="dxa"/>
            <w:vMerge w:val="restart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110" w:type="dxa"/>
            <w:gridSpan w:val="6"/>
          </w:tcPr>
          <w:p w:rsidR="003D64E6" w:rsidRPr="0040713B" w:rsidRDefault="003D64E6" w:rsidP="00943B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848" w:type="dxa"/>
            <w:gridSpan w:val="3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значений показателей </w:t>
            </w:r>
            <w:hyperlink w:anchor="P360" w:history="1">
              <w:r w:rsidRPr="0040713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3D64E6" w:rsidRPr="00A35BD7" w:rsidTr="005A3DCE">
        <w:trPr>
          <w:gridAfter w:val="1"/>
          <w:wAfter w:w="9" w:type="dxa"/>
        </w:trPr>
        <w:tc>
          <w:tcPr>
            <w:tcW w:w="561" w:type="dxa"/>
            <w:vMerge/>
          </w:tcPr>
          <w:p w:rsidR="003D64E6" w:rsidRPr="0040713B" w:rsidRDefault="003D64E6" w:rsidP="00943BAB"/>
        </w:tc>
        <w:tc>
          <w:tcPr>
            <w:tcW w:w="3545" w:type="dxa"/>
            <w:vMerge/>
          </w:tcPr>
          <w:p w:rsidR="003D64E6" w:rsidRPr="0040713B" w:rsidRDefault="003D64E6" w:rsidP="00943BAB"/>
        </w:tc>
        <w:tc>
          <w:tcPr>
            <w:tcW w:w="1276" w:type="dxa"/>
            <w:vMerge/>
          </w:tcPr>
          <w:p w:rsidR="003D64E6" w:rsidRPr="0040713B" w:rsidRDefault="003D64E6" w:rsidP="00943BAB"/>
        </w:tc>
        <w:tc>
          <w:tcPr>
            <w:tcW w:w="1276" w:type="dxa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gridSpan w:val="2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6" w:type="dxa"/>
            <w:gridSpan w:val="3"/>
          </w:tcPr>
          <w:p w:rsidR="003D64E6" w:rsidRPr="0040713B" w:rsidRDefault="003D64E6" w:rsidP="00943BAB"/>
        </w:tc>
      </w:tr>
      <w:tr w:rsidR="003D64E6" w:rsidRPr="00A35BD7" w:rsidTr="005A3DCE">
        <w:trPr>
          <w:gridAfter w:val="1"/>
          <w:wAfter w:w="9" w:type="dxa"/>
        </w:trPr>
        <w:tc>
          <w:tcPr>
            <w:tcW w:w="561" w:type="dxa"/>
          </w:tcPr>
          <w:p w:rsidR="003D64E6" w:rsidRPr="0040713B" w:rsidRDefault="003D64E6" w:rsidP="00EC74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3D64E6" w:rsidRPr="0040713B" w:rsidRDefault="003D64E6" w:rsidP="00943B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D64E6" w:rsidRPr="0040713B" w:rsidRDefault="003D64E6" w:rsidP="00027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D64E6" w:rsidRPr="0040713B" w:rsidRDefault="003D64E6" w:rsidP="00126E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3D64E6" w:rsidRPr="0040713B" w:rsidRDefault="003D64E6" w:rsidP="00126E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D64E6" w:rsidRPr="0040713B" w:rsidRDefault="003D64E6" w:rsidP="00126E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3D64E6" w:rsidRPr="0040713B" w:rsidRDefault="003D64E6" w:rsidP="00126E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6" w:type="dxa"/>
            <w:gridSpan w:val="3"/>
          </w:tcPr>
          <w:p w:rsidR="003D64E6" w:rsidRPr="0040713B" w:rsidRDefault="003D64E6" w:rsidP="00126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EC74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6677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02307">
              <w:rPr>
                <w:rFonts w:ascii="Times New Roman" w:hAnsi="Times New Roman"/>
                <w:sz w:val="24"/>
                <w:szCs w:val="24"/>
              </w:rPr>
              <w:t xml:space="preserve">Обеспечение государственных гарантий прав граждан на получение общедоступного и бесплатного образования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902307">
              <w:rPr>
                <w:rFonts w:ascii="Times New Roman" w:hAnsi="Times New Roman"/>
                <w:sz w:val="24"/>
                <w:szCs w:val="24"/>
              </w:rPr>
              <w:t>дошкольных образовательных организациях для детей в возрасте от 2 х м</w:t>
            </w:r>
            <w:r>
              <w:rPr>
                <w:rFonts w:ascii="Times New Roman" w:hAnsi="Times New Roman"/>
                <w:sz w:val="24"/>
                <w:szCs w:val="24"/>
              </w:rPr>
              <w:t>есяцев до 3х лет, от 3 до 7 лет»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EC74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6677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3F51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 образования в муниципальных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образовательных организациях»</w:t>
            </w:r>
          </w:p>
        </w:tc>
      </w:tr>
      <w:tr w:rsidR="003D64E6" w:rsidRPr="00A35BD7" w:rsidTr="005A3DCE">
        <w:trPr>
          <w:gridAfter w:val="1"/>
          <w:wAfter w:w="9" w:type="dxa"/>
        </w:trPr>
        <w:tc>
          <w:tcPr>
            <w:tcW w:w="561" w:type="dxa"/>
          </w:tcPr>
          <w:p w:rsidR="003D64E6" w:rsidRPr="0040713B" w:rsidRDefault="003D64E6" w:rsidP="00EC74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5" w:type="dxa"/>
          </w:tcPr>
          <w:p w:rsidR="003D64E6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1.</w:t>
            </w:r>
          </w:p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F51">
              <w:rPr>
                <w:rFonts w:ascii="Times New Roman" w:hAnsi="Times New Roman" w:cs="Times New Roman"/>
                <w:sz w:val="24"/>
                <w:szCs w:val="24"/>
              </w:rPr>
              <w:t>Обеспеченность доступности дошкольного образования для детей в возрасте от 3 до 7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D64E6" w:rsidRPr="002E1E98" w:rsidRDefault="003D64E6" w:rsidP="002E1E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713B" w:rsidRDefault="003D64E6" w:rsidP="002E1E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3D64E6" w:rsidRPr="0040713B" w:rsidRDefault="003D64E6" w:rsidP="002E1E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3D64E6" w:rsidRPr="0040713B" w:rsidRDefault="003D64E6" w:rsidP="002E1E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</w:tcPr>
          <w:p w:rsidR="003D64E6" w:rsidRPr="0040713B" w:rsidRDefault="003D64E6" w:rsidP="00126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846" w:type="dxa"/>
            <w:gridSpan w:val="3"/>
          </w:tcPr>
          <w:p w:rsidR="003D64E6" w:rsidRPr="00E537A1" w:rsidRDefault="003D64E6" w:rsidP="00E537A1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E537A1">
              <w:rPr>
                <w:rFonts w:ascii="Liberation Serif" w:hAnsi="Liberation Serif" w:cs="Liberation Serif"/>
                <w:color w:val="000000"/>
              </w:rPr>
              <w:t>Федеральный</w:t>
            </w:r>
            <w:r>
              <w:rPr>
                <w:rFonts w:ascii="Liberation Serif" w:hAnsi="Liberation Serif" w:cs="Liberation Serif"/>
                <w:color w:val="000000"/>
              </w:rPr>
              <w:t xml:space="preserve"> закон                        </w:t>
            </w:r>
            <w:r w:rsidRPr="00E537A1">
              <w:rPr>
                <w:rFonts w:ascii="Liberation Serif" w:hAnsi="Liberation Serif" w:cs="Liberation Serif"/>
                <w:color w:val="000000"/>
              </w:rPr>
              <w:t xml:space="preserve"> от 29.12.2012№273-ФЗ                          «Об образовании в Российской Федерации»;</w:t>
            </w:r>
          </w:p>
          <w:p w:rsidR="003D64E6" w:rsidRPr="0040713B" w:rsidRDefault="003D64E6" w:rsidP="003330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 </w:t>
            </w:r>
            <w:r w:rsidRPr="00667734">
              <w:rPr>
                <w:rFonts w:ascii="Times New Roman" w:hAnsi="Times New Roman" w:cs="Times New Roman"/>
                <w:sz w:val="24"/>
                <w:szCs w:val="24"/>
              </w:rPr>
              <w:t>Президента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07.05.2012 № 599               «О мерах по </w:t>
            </w:r>
            <w:r w:rsidRPr="00667734">
              <w:rPr>
                <w:rFonts w:ascii="Times New Roman" w:hAnsi="Times New Roman" w:cs="Times New Roman"/>
                <w:sz w:val="24"/>
                <w:szCs w:val="24"/>
              </w:rPr>
              <w:t>реализации государственной политики в области образования и науки»</w:t>
            </w:r>
          </w:p>
        </w:tc>
      </w:tr>
      <w:tr w:rsidR="003D64E6" w:rsidRPr="00A35BD7" w:rsidTr="005A3DCE">
        <w:trPr>
          <w:gridAfter w:val="1"/>
          <w:wAfter w:w="9" w:type="dxa"/>
        </w:trPr>
        <w:tc>
          <w:tcPr>
            <w:tcW w:w="561" w:type="dxa"/>
          </w:tcPr>
          <w:p w:rsidR="003D64E6" w:rsidRPr="0040713B" w:rsidRDefault="003D64E6" w:rsidP="00126E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3D64E6" w:rsidRDefault="003D64E6" w:rsidP="00126E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2.</w:t>
            </w:r>
          </w:p>
          <w:p w:rsidR="003D64E6" w:rsidRPr="0040713B" w:rsidRDefault="003D64E6" w:rsidP="00126E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>Соотношение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 в Свердловской области. </w:t>
            </w:r>
          </w:p>
        </w:tc>
        <w:tc>
          <w:tcPr>
            <w:tcW w:w="1276" w:type="dxa"/>
          </w:tcPr>
          <w:p w:rsidR="003D64E6" w:rsidRPr="0040713B" w:rsidRDefault="003D64E6" w:rsidP="00126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713B" w:rsidRDefault="003D64E6" w:rsidP="00126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3D64E6" w:rsidRPr="0040713B" w:rsidRDefault="003D64E6" w:rsidP="00126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3D64E6" w:rsidRPr="00EF4205" w:rsidRDefault="003D64E6" w:rsidP="00126E45">
            <w:r w:rsidRPr="00EF4205">
              <w:t>100,0</w:t>
            </w:r>
          </w:p>
        </w:tc>
        <w:tc>
          <w:tcPr>
            <w:tcW w:w="1276" w:type="dxa"/>
            <w:gridSpan w:val="2"/>
          </w:tcPr>
          <w:p w:rsidR="003D64E6" w:rsidRDefault="003D64E6" w:rsidP="00126E45">
            <w:r w:rsidRPr="00EF4205">
              <w:t>100,0</w:t>
            </w:r>
          </w:p>
        </w:tc>
        <w:tc>
          <w:tcPr>
            <w:tcW w:w="3846" w:type="dxa"/>
            <w:gridSpan w:val="3"/>
          </w:tcPr>
          <w:p w:rsidR="003D64E6" w:rsidRPr="00126E45" w:rsidRDefault="003D64E6" w:rsidP="00383B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</w:t>
            </w:r>
            <w:r w:rsidRPr="00126E45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3D64E6" w:rsidRPr="00126E45" w:rsidRDefault="003D64E6" w:rsidP="00383B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7 мая </w:t>
            </w:r>
            <w:r w:rsidRPr="00126E45">
              <w:rPr>
                <w:rFonts w:ascii="Times New Roman" w:hAnsi="Times New Roman" w:cs="Times New Roman"/>
                <w:sz w:val="24"/>
                <w:szCs w:val="24"/>
              </w:rPr>
              <w:t>2018 года N 204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E45">
              <w:rPr>
                <w:rFonts w:ascii="Times New Roman" w:hAnsi="Times New Roman" w:cs="Times New Roman"/>
                <w:sz w:val="24"/>
                <w:szCs w:val="24"/>
              </w:rPr>
              <w:t>национальных целях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стратегических</w:t>
            </w:r>
          </w:p>
          <w:p w:rsidR="003D64E6" w:rsidRPr="00126E45" w:rsidRDefault="003D64E6" w:rsidP="00383B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задачах развития </w:t>
            </w:r>
            <w:r w:rsidRPr="00126E45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3D64E6" w:rsidRPr="0040713B" w:rsidRDefault="003D64E6" w:rsidP="00383B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на период </w:t>
            </w:r>
            <w:r w:rsidRPr="00126E45">
              <w:rPr>
                <w:rFonts w:ascii="Times New Roman" w:hAnsi="Times New Roman" w:cs="Times New Roman"/>
                <w:sz w:val="24"/>
                <w:szCs w:val="24"/>
              </w:rPr>
              <w:t>до 2024 года"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943B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воспитания и обучения детей-инвалидов дошкольного возраста, проживающих на территории Нижнесергинского муниципального района, на дому, в дошкольных образовательных организациях"</w:t>
            </w:r>
          </w:p>
        </w:tc>
      </w:tr>
      <w:tr w:rsidR="003D64E6" w:rsidRPr="00A35BD7" w:rsidTr="005A3DCE">
        <w:trPr>
          <w:gridAfter w:val="1"/>
          <w:wAfter w:w="9" w:type="dxa"/>
        </w:trPr>
        <w:tc>
          <w:tcPr>
            <w:tcW w:w="561" w:type="dxa"/>
          </w:tcPr>
          <w:p w:rsidR="003D64E6" w:rsidRPr="0040713B" w:rsidRDefault="003D64E6" w:rsidP="00AA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5" w:type="dxa"/>
          </w:tcPr>
          <w:p w:rsidR="003D64E6" w:rsidRDefault="003D64E6" w:rsidP="00AA4B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64E6" w:rsidRPr="0040713B" w:rsidRDefault="003D64E6" w:rsidP="004A3D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 xml:space="preserve"> Охват детей - инвалидов дошкольного возраста, проживающих на территории Нижнесергинского муниципального района, обучением на дому, в дошкольных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D64E6" w:rsidRPr="0040713B" w:rsidRDefault="003D64E6" w:rsidP="00AA4B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526069" w:rsidRDefault="003D64E6" w:rsidP="00AA4BD1">
            <w:r w:rsidRPr="00526069">
              <w:t>100,0</w:t>
            </w:r>
          </w:p>
        </w:tc>
        <w:tc>
          <w:tcPr>
            <w:tcW w:w="1275" w:type="dxa"/>
          </w:tcPr>
          <w:p w:rsidR="003D64E6" w:rsidRPr="00526069" w:rsidRDefault="003D64E6" w:rsidP="00AA4BD1">
            <w:r w:rsidRPr="00526069">
              <w:t>100,0</w:t>
            </w:r>
          </w:p>
        </w:tc>
        <w:tc>
          <w:tcPr>
            <w:tcW w:w="1276" w:type="dxa"/>
          </w:tcPr>
          <w:p w:rsidR="003D64E6" w:rsidRPr="00526069" w:rsidRDefault="003D64E6" w:rsidP="00AA4BD1">
            <w:r w:rsidRPr="00526069">
              <w:t>100,0</w:t>
            </w:r>
          </w:p>
        </w:tc>
        <w:tc>
          <w:tcPr>
            <w:tcW w:w="1276" w:type="dxa"/>
            <w:gridSpan w:val="2"/>
          </w:tcPr>
          <w:p w:rsidR="003D64E6" w:rsidRDefault="003D64E6" w:rsidP="00AA4BD1">
            <w:r w:rsidRPr="00526069">
              <w:t>100,0</w:t>
            </w:r>
          </w:p>
        </w:tc>
        <w:tc>
          <w:tcPr>
            <w:tcW w:w="3846" w:type="dxa"/>
            <w:gridSpan w:val="3"/>
          </w:tcPr>
          <w:p w:rsidR="003D64E6" w:rsidRPr="0040713B" w:rsidRDefault="003D64E6" w:rsidP="00AA4B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Указ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Федерации от 7 мая2012 года N 599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мерах по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политики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и науки" </w:t>
            </w:r>
          </w:p>
        </w:tc>
      </w:tr>
      <w:tr w:rsidR="003D64E6" w:rsidRPr="00A35BD7" w:rsidTr="005A3DCE">
        <w:trPr>
          <w:gridAfter w:val="1"/>
          <w:wAfter w:w="9" w:type="dxa"/>
        </w:trPr>
        <w:tc>
          <w:tcPr>
            <w:tcW w:w="561" w:type="dxa"/>
          </w:tcPr>
          <w:p w:rsidR="003D64E6" w:rsidRPr="0040713B" w:rsidRDefault="003D64E6" w:rsidP="000017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5" w:type="dxa"/>
          </w:tcPr>
          <w:p w:rsidR="003D64E6" w:rsidRPr="00B52700" w:rsidRDefault="003D64E6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Целевой показатель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64E6" w:rsidRPr="00B52700" w:rsidRDefault="003D64E6" w:rsidP="004A3D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в которых проведены мероприятия по созданию универсальной </w:t>
            </w:r>
          </w:p>
          <w:p w:rsidR="003D64E6" w:rsidRPr="0040713B" w:rsidRDefault="003D64E6" w:rsidP="004A3D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безбарьерной среды для инклюзивного образования детей- инвалидов, в общем количестве дошкольных образовательных организаций.</w:t>
            </w:r>
          </w:p>
        </w:tc>
        <w:tc>
          <w:tcPr>
            <w:tcW w:w="1276" w:type="dxa"/>
          </w:tcPr>
          <w:p w:rsidR="003D64E6" w:rsidRPr="0040713B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CA6EFC" w:rsidRDefault="003D64E6" w:rsidP="00001718">
            <w:r>
              <w:t>20,0</w:t>
            </w:r>
          </w:p>
        </w:tc>
        <w:tc>
          <w:tcPr>
            <w:tcW w:w="1275" w:type="dxa"/>
          </w:tcPr>
          <w:p w:rsidR="003D64E6" w:rsidRPr="00CA6EFC" w:rsidRDefault="003D64E6" w:rsidP="00001718">
            <w:r>
              <w:t>20,0</w:t>
            </w:r>
          </w:p>
        </w:tc>
        <w:tc>
          <w:tcPr>
            <w:tcW w:w="1276" w:type="dxa"/>
          </w:tcPr>
          <w:p w:rsidR="003D64E6" w:rsidRPr="00CA6EFC" w:rsidRDefault="003D64E6" w:rsidP="00001718">
            <w:r>
              <w:t>20,0</w:t>
            </w:r>
          </w:p>
        </w:tc>
        <w:tc>
          <w:tcPr>
            <w:tcW w:w="1276" w:type="dxa"/>
            <w:gridSpan w:val="2"/>
          </w:tcPr>
          <w:p w:rsidR="003D64E6" w:rsidRDefault="003D64E6" w:rsidP="00001718">
            <w:r>
              <w:t>20,5</w:t>
            </w:r>
          </w:p>
        </w:tc>
        <w:tc>
          <w:tcPr>
            <w:tcW w:w="3846" w:type="dxa"/>
            <w:gridSpan w:val="3"/>
          </w:tcPr>
          <w:p w:rsidR="003D64E6" w:rsidRPr="0033211C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от 29.03.2019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363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«Об утверждении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Федерации«Доступная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среда»</w:t>
            </w:r>
          </w:p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Pr="0040713B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Цель 2</w:t>
            </w:r>
            <w:r>
              <w:t>«</w:t>
            </w: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качественного общего образования, соответствующего требованиям социально-экономического развития Нижнесергинского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общего образования в муниципальных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бщеобразовательных организациях»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3D64E6" w:rsidRPr="00B52700" w:rsidRDefault="003D64E6" w:rsidP="000907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Целевой показатель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64E6" w:rsidRPr="00B52700" w:rsidRDefault="003D64E6" w:rsidP="000907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Охват детей школьного возраста в муниципальных общеобразовательных организациях Нижнесергинского муниципального района образовательными услугами в рамках Федерального государственного образовательного стандарта</w:t>
            </w:r>
          </w:p>
        </w:tc>
        <w:tc>
          <w:tcPr>
            <w:tcW w:w="1276" w:type="dxa"/>
          </w:tcPr>
          <w:p w:rsidR="003D64E6" w:rsidRPr="00B52700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B52700" w:rsidRDefault="003D64E6" w:rsidP="00001718">
            <w:r w:rsidRPr="00B52700">
              <w:t>100,0</w:t>
            </w:r>
          </w:p>
        </w:tc>
        <w:tc>
          <w:tcPr>
            <w:tcW w:w="1275" w:type="dxa"/>
          </w:tcPr>
          <w:p w:rsidR="003D64E6" w:rsidRPr="00B52700" w:rsidRDefault="003D64E6" w:rsidP="00001718">
            <w:r w:rsidRPr="00B52700">
              <w:t>100,0</w:t>
            </w:r>
          </w:p>
        </w:tc>
        <w:tc>
          <w:tcPr>
            <w:tcW w:w="1276" w:type="dxa"/>
          </w:tcPr>
          <w:p w:rsidR="003D64E6" w:rsidRPr="00B52700" w:rsidRDefault="003D64E6" w:rsidP="00001718">
            <w:r w:rsidRPr="00B52700">
              <w:t>100,0</w:t>
            </w:r>
          </w:p>
        </w:tc>
        <w:tc>
          <w:tcPr>
            <w:tcW w:w="1134" w:type="dxa"/>
          </w:tcPr>
          <w:p w:rsidR="003D64E6" w:rsidRPr="00B52700" w:rsidRDefault="003D64E6" w:rsidP="00001718">
            <w:r w:rsidRPr="00B52700">
              <w:t>100,0</w:t>
            </w:r>
          </w:p>
        </w:tc>
        <w:tc>
          <w:tcPr>
            <w:tcW w:w="3971" w:type="dxa"/>
            <w:gridSpan w:val="3"/>
          </w:tcPr>
          <w:p w:rsidR="003D64E6" w:rsidRPr="00B52700" w:rsidRDefault="003D64E6" w:rsidP="000017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Федеральный закон                         от 29 декабря 2012 года  № 273-ФЗ «Об образовании в Российской Федерации»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0219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5" w:type="dxa"/>
          </w:tcPr>
          <w:p w:rsidR="003D64E6" w:rsidRPr="00C56500" w:rsidRDefault="003D64E6" w:rsidP="000219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Целевой показатель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64E6" w:rsidRPr="00C56500" w:rsidRDefault="003D64E6" w:rsidP="000219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</w:t>
            </w:r>
          </w:p>
          <w:p w:rsidR="003D64E6" w:rsidRPr="0040713B" w:rsidRDefault="003D64E6" w:rsidP="000219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образовательные программы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D64E6" w:rsidRDefault="003D64E6" w:rsidP="000219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03C3" w:rsidRDefault="003D64E6" w:rsidP="000219ED">
            <w:r>
              <w:t>98,0</w:t>
            </w:r>
          </w:p>
        </w:tc>
        <w:tc>
          <w:tcPr>
            <w:tcW w:w="1275" w:type="dxa"/>
          </w:tcPr>
          <w:p w:rsidR="003D64E6" w:rsidRDefault="003D64E6" w:rsidP="000219ED">
            <w:r w:rsidRPr="00E024A2">
              <w:t>98,0</w:t>
            </w:r>
          </w:p>
        </w:tc>
        <w:tc>
          <w:tcPr>
            <w:tcW w:w="1276" w:type="dxa"/>
          </w:tcPr>
          <w:p w:rsidR="003D64E6" w:rsidRDefault="003D64E6" w:rsidP="000219ED">
            <w:r w:rsidRPr="00E024A2">
              <w:t>98,0</w:t>
            </w:r>
          </w:p>
        </w:tc>
        <w:tc>
          <w:tcPr>
            <w:tcW w:w="1134" w:type="dxa"/>
          </w:tcPr>
          <w:p w:rsidR="003D64E6" w:rsidRDefault="003D64E6" w:rsidP="000219ED">
            <w:r w:rsidRPr="00E024A2">
              <w:t>98,0</w:t>
            </w:r>
          </w:p>
        </w:tc>
        <w:tc>
          <w:tcPr>
            <w:tcW w:w="3971" w:type="dxa"/>
            <w:gridSpan w:val="3"/>
          </w:tcPr>
          <w:p w:rsidR="003D64E6" w:rsidRPr="000219ED" w:rsidRDefault="003D64E6" w:rsidP="000219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Pr="000219ED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3D64E6" w:rsidRPr="00C46469" w:rsidRDefault="003D64E6" w:rsidP="000219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Свердловской </w:t>
            </w:r>
            <w:r w:rsidRPr="000219E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9ED">
              <w:rPr>
                <w:rFonts w:ascii="Times New Roman" w:hAnsi="Times New Roman" w:cs="Times New Roman"/>
                <w:sz w:val="24"/>
                <w:szCs w:val="24"/>
              </w:rPr>
              <w:t>от 30.08.2016№ 595-ПП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плана мероприятий по реализации стратегии социально-экономического развития Свердловской области на 2016 – 2030 годы»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5" w:type="dxa"/>
          </w:tcPr>
          <w:p w:rsidR="003D64E6" w:rsidRDefault="003D64E6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7.</w:t>
            </w:r>
          </w:p>
          <w:p w:rsidR="003D64E6" w:rsidRPr="0040713B" w:rsidRDefault="003D64E6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201">
              <w:rPr>
                <w:rFonts w:ascii="Times New Roman" w:hAnsi="Times New Roman" w:cs="Times New Roman"/>
                <w:sz w:val="24"/>
                <w:szCs w:val="24"/>
              </w:rPr>
              <w:t>Доля детей, подвозимых в муниципальные общеобразовательные организации от общего числа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тей, нуждающихся в подвозе. </w:t>
            </w:r>
          </w:p>
        </w:tc>
        <w:tc>
          <w:tcPr>
            <w:tcW w:w="1276" w:type="dxa"/>
          </w:tcPr>
          <w:p w:rsidR="003D64E6" w:rsidRPr="0040713B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7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68232F" w:rsidRDefault="003D64E6" w:rsidP="00001718">
            <w:r w:rsidRPr="0068232F">
              <w:t>100,0</w:t>
            </w:r>
          </w:p>
        </w:tc>
        <w:tc>
          <w:tcPr>
            <w:tcW w:w="1275" w:type="dxa"/>
          </w:tcPr>
          <w:p w:rsidR="003D64E6" w:rsidRPr="0068232F" w:rsidRDefault="003D64E6" w:rsidP="00001718">
            <w:r w:rsidRPr="0068232F">
              <w:t>100,0</w:t>
            </w:r>
          </w:p>
        </w:tc>
        <w:tc>
          <w:tcPr>
            <w:tcW w:w="1276" w:type="dxa"/>
          </w:tcPr>
          <w:p w:rsidR="003D64E6" w:rsidRPr="0068232F" w:rsidRDefault="003D64E6" w:rsidP="00001718">
            <w:r w:rsidRPr="0068232F">
              <w:t>100,0</w:t>
            </w:r>
          </w:p>
        </w:tc>
        <w:tc>
          <w:tcPr>
            <w:tcW w:w="1134" w:type="dxa"/>
          </w:tcPr>
          <w:p w:rsidR="003D64E6" w:rsidRDefault="003D64E6" w:rsidP="00001718">
            <w:r w:rsidRPr="0068232F">
              <w:t>100,0</w:t>
            </w:r>
          </w:p>
        </w:tc>
        <w:tc>
          <w:tcPr>
            <w:tcW w:w="3971" w:type="dxa"/>
            <w:gridSpan w:val="3"/>
          </w:tcPr>
          <w:p w:rsidR="003D64E6" w:rsidRPr="00F76464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3D64E6" w:rsidRPr="00F76464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от 30.08.2016№ 595-ПП</w:t>
            </w:r>
          </w:p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плана мероприятий по реализации стратегии социально-экономического развития Свердловской области на 2016 – 2030 годы»</w:t>
            </w:r>
          </w:p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Pr="0040713B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5" w:type="dxa"/>
          </w:tcPr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8.</w:t>
            </w:r>
          </w:p>
          <w:p w:rsidR="003D64E6" w:rsidRPr="00F76464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учащихся общеобразовательных</w:t>
            </w:r>
          </w:p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организаций, обучающихся в одну смену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3D64E6" w:rsidRPr="0040713B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7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1C5695" w:rsidRDefault="003D64E6" w:rsidP="00001718">
            <w:r>
              <w:t>81,8</w:t>
            </w:r>
          </w:p>
        </w:tc>
        <w:tc>
          <w:tcPr>
            <w:tcW w:w="1275" w:type="dxa"/>
          </w:tcPr>
          <w:p w:rsidR="003D64E6" w:rsidRPr="001C5695" w:rsidRDefault="003D64E6" w:rsidP="00001718">
            <w:r>
              <w:t>90,0</w:t>
            </w:r>
          </w:p>
        </w:tc>
        <w:tc>
          <w:tcPr>
            <w:tcW w:w="1276" w:type="dxa"/>
          </w:tcPr>
          <w:p w:rsidR="003D64E6" w:rsidRPr="001C5695" w:rsidRDefault="003D64E6" w:rsidP="00001718">
            <w:r w:rsidRPr="001C5695">
              <w:t>100,0</w:t>
            </w:r>
          </w:p>
        </w:tc>
        <w:tc>
          <w:tcPr>
            <w:tcW w:w="1134" w:type="dxa"/>
          </w:tcPr>
          <w:p w:rsidR="003D64E6" w:rsidRPr="001C5695" w:rsidRDefault="003D64E6" w:rsidP="00001718">
            <w:r w:rsidRPr="001C5695">
              <w:t>100,0</w:t>
            </w:r>
          </w:p>
        </w:tc>
        <w:tc>
          <w:tcPr>
            <w:tcW w:w="3971" w:type="dxa"/>
            <w:gridSpan w:val="3"/>
          </w:tcPr>
          <w:p w:rsidR="003D64E6" w:rsidRPr="00F76464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3D64E6" w:rsidRPr="00F76464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3D64E6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от 30.08.2016№ 595-ПП</w:t>
            </w:r>
          </w:p>
          <w:p w:rsidR="003D64E6" w:rsidRPr="0040713B" w:rsidRDefault="003D64E6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плана мероприятий по реализации стратегии социально-экономического развития Свердловской области на 2016 – 2030 годы»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779" w:type="dxa"/>
            <w:gridSpan w:val="11"/>
          </w:tcPr>
          <w:p w:rsidR="003D64E6" w:rsidRPr="003D432D" w:rsidRDefault="003D64E6" w:rsidP="008D496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4 «Повышение</w:t>
            </w:r>
            <w:r w:rsidRPr="002F6536">
              <w:rPr>
                <w:lang w:eastAsia="en-US"/>
              </w:rPr>
              <w:t xml:space="preserve"> качества образования в школах с низкими результатами об</w:t>
            </w:r>
            <w:r>
              <w:rPr>
                <w:lang w:eastAsia="en-US"/>
              </w:rPr>
              <w:t>учения и в школах, функ</w:t>
            </w:r>
            <w:r w:rsidRPr="002F6536">
              <w:rPr>
                <w:lang w:eastAsia="en-US"/>
              </w:rPr>
              <w:t>ционирующих в неблагоприятных социальных условиях</w:t>
            </w:r>
            <w:r>
              <w:rPr>
                <w:lang w:eastAsia="en-US"/>
              </w:rPr>
              <w:t>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C56500" w:rsidRDefault="003D64E6" w:rsidP="00D77E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5" w:type="dxa"/>
          </w:tcPr>
          <w:p w:rsidR="003D64E6" w:rsidRPr="00C56500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9.</w:t>
            </w:r>
          </w:p>
          <w:p w:rsidR="003D64E6" w:rsidRPr="00C56500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в которых разработаны и реализуются 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условиях.</w:t>
            </w:r>
          </w:p>
        </w:tc>
        <w:tc>
          <w:tcPr>
            <w:tcW w:w="1276" w:type="dxa"/>
          </w:tcPr>
          <w:p w:rsidR="003D64E6" w:rsidRPr="0040713B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7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713B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3D64E6" w:rsidRPr="0040713B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3D64E6" w:rsidRPr="0040713B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3D64E6" w:rsidRPr="0040713B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71" w:type="dxa"/>
            <w:gridSpan w:val="3"/>
          </w:tcPr>
          <w:p w:rsidR="003D64E6" w:rsidRPr="0033211C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3D64E6" w:rsidRPr="0033211C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  <w:p w:rsidR="003D64E6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от 26.12.2017№ 1642</w:t>
            </w:r>
          </w:p>
          <w:p w:rsidR="003D64E6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государственной программы Российской Федерации «Развитие образования»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17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DF0F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5«</w:t>
            </w:r>
            <w:r w:rsidRPr="00157D40"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организациях условий для инклюзивного образования детей-инвалидов,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числе создание универсальной </w:t>
            </w:r>
            <w:r w:rsidRPr="00157D40">
              <w:rPr>
                <w:rFonts w:ascii="Times New Roman" w:hAnsi="Times New Roman" w:cs="Times New Roman"/>
                <w:sz w:val="24"/>
                <w:szCs w:val="24"/>
              </w:rPr>
              <w:t>безбарьерной среды для беспрепятственного доступа и оснащение общеобразоват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ельных организаций специальным </w:t>
            </w:r>
            <w:r w:rsidRPr="00157D40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E456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18</w:t>
            </w:r>
          </w:p>
        </w:tc>
        <w:tc>
          <w:tcPr>
            <w:tcW w:w="3545" w:type="dxa"/>
          </w:tcPr>
          <w:p w:rsidR="003D64E6" w:rsidRPr="00B52700" w:rsidRDefault="003D64E6" w:rsidP="00E456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D64E6" w:rsidRPr="0040713B" w:rsidRDefault="003D64E6" w:rsidP="00E456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в которых проведены мероприятия по созданию универсальной безбарьерной среды для инклюзивного образования детей инвалидов, в общем количестве общеобразовательных организаций.</w:t>
            </w:r>
          </w:p>
        </w:tc>
        <w:tc>
          <w:tcPr>
            <w:tcW w:w="1276" w:type="dxa"/>
          </w:tcPr>
          <w:p w:rsidR="003D64E6" w:rsidRPr="0040713B" w:rsidRDefault="003D64E6" w:rsidP="00E456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713B" w:rsidRDefault="003D64E6" w:rsidP="00E45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D64E6" w:rsidRPr="0040713B" w:rsidRDefault="003D64E6" w:rsidP="00E45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4E6" w:rsidRPr="0040713B" w:rsidRDefault="003D64E6" w:rsidP="00E45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4E6" w:rsidRPr="0040713B" w:rsidRDefault="003D64E6" w:rsidP="00E456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3971" w:type="dxa"/>
            <w:gridSpan w:val="3"/>
          </w:tcPr>
          <w:p w:rsidR="003D64E6" w:rsidRPr="00B1360E" w:rsidRDefault="003D64E6" w:rsidP="00E456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3D64E6" w:rsidRPr="00B1360E" w:rsidRDefault="003D64E6" w:rsidP="00E456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Федерации от 29</w:t>
            </w:r>
          </w:p>
          <w:p w:rsidR="003D64E6" w:rsidRPr="00B1360E" w:rsidRDefault="003D64E6" w:rsidP="00E456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марта 2019 года N 363"Об утверждении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</w:p>
          <w:p w:rsidR="003D64E6" w:rsidRPr="0040713B" w:rsidRDefault="003D64E6" w:rsidP="00E456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Федерации"Доступная среда"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E20E7E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5" w:type="dxa"/>
          </w:tcPr>
          <w:p w:rsidR="003D64E6" w:rsidRPr="00E20E7E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E7E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11.</w:t>
            </w:r>
          </w:p>
          <w:p w:rsidR="003D64E6" w:rsidRPr="00E20E7E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E7E">
              <w:rPr>
                <w:rFonts w:ascii="Times New Roman" w:hAnsi="Times New Roman" w:cs="Times New Roman"/>
                <w:sz w:val="24"/>
                <w:szCs w:val="24"/>
              </w:rPr>
              <w:t>Охват детей школьного возраста с ограниченными возможностями здоровья образовательными услугами     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оррекционного образования.</w:t>
            </w:r>
          </w:p>
        </w:tc>
        <w:tc>
          <w:tcPr>
            <w:tcW w:w="1276" w:type="dxa"/>
          </w:tcPr>
          <w:p w:rsidR="003D64E6" w:rsidRPr="0040713B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0E62F3" w:rsidRDefault="003D64E6" w:rsidP="001C0968">
            <w:r w:rsidRPr="000E62F3">
              <w:t>100,0</w:t>
            </w:r>
          </w:p>
        </w:tc>
        <w:tc>
          <w:tcPr>
            <w:tcW w:w="1275" w:type="dxa"/>
          </w:tcPr>
          <w:p w:rsidR="003D64E6" w:rsidRPr="000E62F3" w:rsidRDefault="003D64E6" w:rsidP="001C0968">
            <w:r w:rsidRPr="000E62F3">
              <w:t>100,0</w:t>
            </w:r>
          </w:p>
        </w:tc>
        <w:tc>
          <w:tcPr>
            <w:tcW w:w="1276" w:type="dxa"/>
          </w:tcPr>
          <w:p w:rsidR="003D64E6" w:rsidRPr="000E62F3" w:rsidRDefault="003D64E6" w:rsidP="001C0968">
            <w:r w:rsidRPr="000E62F3">
              <w:t>100,0</w:t>
            </w:r>
          </w:p>
        </w:tc>
        <w:tc>
          <w:tcPr>
            <w:tcW w:w="1134" w:type="dxa"/>
          </w:tcPr>
          <w:p w:rsidR="003D64E6" w:rsidRDefault="003D64E6" w:rsidP="001C0968">
            <w:r w:rsidRPr="000E62F3">
              <w:t>100,0</w:t>
            </w:r>
          </w:p>
        </w:tc>
        <w:tc>
          <w:tcPr>
            <w:tcW w:w="3971" w:type="dxa"/>
            <w:gridSpan w:val="3"/>
          </w:tcPr>
          <w:p w:rsidR="003D64E6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от29 декабря 2012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N 273-ФЗ "Об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образовании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Федерации"</w:t>
            </w:r>
          </w:p>
          <w:p w:rsidR="003D64E6" w:rsidRDefault="003D64E6" w:rsidP="001C0968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от 15 июля2013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№ 78-ОЗ</w:t>
            </w:r>
          </w:p>
          <w:p w:rsidR="003D64E6" w:rsidRPr="00980C9C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«Об образовании в Свердловской области»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D64E6" w:rsidRPr="00E20E7E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9" w:type="dxa"/>
            <w:gridSpan w:val="11"/>
          </w:tcPr>
          <w:p w:rsidR="003D64E6" w:rsidRPr="0040713B" w:rsidRDefault="003D64E6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6</w:t>
            </w:r>
            <w:r w:rsidRPr="00F636B2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доступности образования для детей-сирот и детей, оставшихся без попечения родителей»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5" w:type="dxa"/>
          </w:tcPr>
          <w:p w:rsidR="003D64E6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12.</w:t>
            </w:r>
          </w:p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5C2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обучающихся в муниципальных образовательных организациях, которым обеспечен бесплатный проезд на городском, пригородном, в сельской местности на внутрирайонном транспорте, а также бесплатный проезд один раз в год к месту жительств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обратно к месту учебы.</w:t>
            </w:r>
          </w:p>
        </w:tc>
        <w:tc>
          <w:tcPr>
            <w:tcW w:w="1276" w:type="dxa"/>
          </w:tcPr>
          <w:p w:rsidR="003D64E6" w:rsidRPr="004B6955" w:rsidRDefault="003D64E6" w:rsidP="001C0968">
            <w:r w:rsidRPr="004B6955">
              <w:t>процент</w:t>
            </w:r>
          </w:p>
        </w:tc>
        <w:tc>
          <w:tcPr>
            <w:tcW w:w="1276" w:type="dxa"/>
          </w:tcPr>
          <w:p w:rsidR="003D64E6" w:rsidRPr="004B6955" w:rsidRDefault="003D64E6" w:rsidP="001C0968">
            <w:r w:rsidRPr="004B6955">
              <w:t>100,0</w:t>
            </w:r>
          </w:p>
        </w:tc>
        <w:tc>
          <w:tcPr>
            <w:tcW w:w="1275" w:type="dxa"/>
          </w:tcPr>
          <w:p w:rsidR="003D64E6" w:rsidRPr="004B6955" w:rsidRDefault="003D64E6" w:rsidP="001C0968">
            <w:r w:rsidRPr="004B6955">
              <w:t>100,0</w:t>
            </w:r>
          </w:p>
        </w:tc>
        <w:tc>
          <w:tcPr>
            <w:tcW w:w="1276" w:type="dxa"/>
          </w:tcPr>
          <w:p w:rsidR="003D64E6" w:rsidRPr="004B6955" w:rsidRDefault="003D64E6" w:rsidP="001C0968">
            <w:r w:rsidRPr="004B6955">
              <w:t>100,0</w:t>
            </w:r>
          </w:p>
        </w:tc>
        <w:tc>
          <w:tcPr>
            <w:tcW w:w="1134" w:type="dxa"/>
          </w:tcPr>
          <w:p w:rsidR="003D64E6" w:rsidRDefault="003D64E6" w:rsidP="001C0968">
            <w:r w:rsidRPr="004B6955">
              <w:t>100,0</w:t>
            </w:r>
          </w:p>
        </w:tc>
        <w:tc>
          <w:tcPr>
            <w:tcW w:w="3971" w:type="dxa"/>
            <w:gridSpan w:val="3"/>
          </w:tcPr>
          <w:p w:rsidR="003D64E6" w:rsidRPr="008414E1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от21 декабря 1996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N 159-ФЗ "О</w:t>
            </w:r>
          </w:p>
          <w:p w:rsidR="003D64E6" w:rsidRPr="008414E1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ополнительных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гарантиях по</w:t>
            </w:r>
          </w:p>
          <w:p w:rsidR="003D64E6" w:rsidRPr="008414E1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оциальной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поддержке детей-</w:t>
            </w:r>
          </w:p>
          <w:p w:rsidR="003D64E6" w:rsidRPr="008414E1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сирот и детей,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оставшихся без</w:t>
            </w:r>
          </w:p>
          <w:p w:rsidR="003D64E6" w:rsidRPr="0040713B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попечения родителей"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5" w:type="dxa"/>
          </w:tcPr>
          <w:p w:rsidR="003D64E6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13.</w:t>
            </w:r>
          </w:p>
          <w:p w:rsidR="003D64E6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E7E">
              <w:rPr>
                <w:rFonts w:ascii="Times New Roman" w:hAnsi="Times New Roman" w:cs="Times New Roman"/>
                <w:sz w:val="24"/>
                <w:szCs w:val="24"/>
              </w:rPr>
              <w:t>Охват детей-сирот и детей, оставшихся без попечения родителей, образовательными услугами в муниципальных образовательных организациях Нижнесергинского муниципального района.</w:t>
            </w:r>
          </w:p>
          <w:p w:rsidR="003D64E6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4E6" w:rsidRPr="00797D72" w:rsidRDefault="003D64E6" w:rsidP="001C0968">
            <w:r w:rsidRPr="00797D72">
              <w:t>процент</w:t>
            </w:r>
          </w:p>
        </w:tc>
        <w:tc>
          <w:tcPr>
            <w:tcW w:w="1276" w:type="dxa"/>
          </w:tcPr>
          <w:p w:rsidR="003D64E6" w:rsidRPr="00797D72" w:rsidRDefault="003D64E6" w:rsidP="001C0968">
            <w:r w:rsidRPr="00797D72">
              <w:t>100,0</w:t>
            </w:r>
          </w:p>
        </w:tc>
        <w:tc>
          <w:tcPr>
            <w:tcW w:w="1275" w:type="dxa"/>
          </w:tcPr>
          <w:p w:rsidR="003D64E6" w:rsidRPr="00797D72" w:rsidRDefault="003D64E6" w:rsidP="001C0968">
            <w:r w:rsidRPr="00797D72">
              <w:t>100,0</w:t>
            </w:r>
          </w:p>
        </w:tc>
        <w:tc>
          <w:tcPr>
            <w:tcW w:w="1276" w:type="dxa"/>
          </w:tcPr>
          <w:p w:rsidR="003D64E6" w:rsidRPr="00797D72" w:rsidRDefault="003D64E6" w:rsidP="001C0968">
            <w:r w:rsidRPr="00797D72">
              <w:t>100,0</w:t>
            </w:r>
          </w:p>
        </w:tc>
        <w:tc>
          <w:tcPr>
            <w:tcW w:w="1134" w:type="dxa"/>
          </w:tcPr>
          <w:p w:rsidR="003D64E6" w:rsidRDefault="003D64E6" w:rsidP="001C0968">
            <w:r w:rsidRPr="00797D72">
              <w:t>100,0</w:t>
            </w:r>
          </w:p>
        </w:tc>
        <w:tc>
          <w:tcPr>
            <w:tcW w:w="3971" w:type="dxa"/>
            <w:gridSpan w:val="3"/>
          </w:tcPr>
          <w:p w:rsidR="003D64E6" w:rsidRPr="00943BAB" w:rsidRDefault="003D64E6" w:rsidP="001C0968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  <w:r w:rsidRPr="00943BAB">
              <w:rPr>
                <w:spacing w:val="-2"/>
              </w:rPr>
              <w:t>Федеральны</w:t>
            </w:r>
            <w:r>
              <w:rPr>
                <w:spacing w:val="-2"/>
              </w:rPr>
              <w:t xml:space="preserve">й закон                       </w:t>
            </w:r>
            <w:r w:rsidRPr="00943BAB">
              <w:rPr>
                <w:spacing w:val="-2"/>
              </w:rPr>
              <w:t xml:space="preserve">от 29 декабря 2012 года  </w:t>
            </w:r>
            <w:r w:rsidRPr="00943BAB">
              <w:rPr>
                <w:spacing w:val="-2"/>
                <w:sz w:val="22"/>
                <w:szCs w:val="22"/>
                <w:lang w:eastAsia="en-US"/>
              </w:rPr>
              <w:t>№ 273-ФЗ «Об образовании в Российской Федерации»</w:t>
            </w:r>
          </w:p>
          <w:p w:rsidR="003D64E6" w:rsidRDefault="003D64E6" w:rsidP="001C0968">
            <w:pPr>
              <w:pStyle w:val="ConsPlusNormal"/>
              <w:ind w:firstLine="0"/>
              <w:jc w:val="both"/>
              <w:rPr>
                <w:rFonts w:ascii="Calibri" w:hAnsi="Calibri" w:cs="Times New Roman"/>
                <w:spacing w:val="-2"/>
                <w:sz w:val="22"/>
                <w:szCs w:val="22"/>
                <w:lang w:eastAsia="en-US"/>
              </w:rPr>
            </w:pPr>
          </w:p>
          <w:p w:rsidR="003D64E6" w:rsidRPr="008414E1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3D64E6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15 июля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№ 78-ОЗ</w:t>
            </w:r>
          </w:p>
          <w:p w:rsidR="003D64E6" w:rsidRPr="0040713B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«Об образовании в Свердловской области»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7</w:t>
            </w:r>
            <w:r w:rsidRPr="003856B7">
              <w:rPr>
                <w:rFonts w:ascii="Times New Roman" w:hAnsi="Times New Roman" w:cs="Times New Roman"/>
                <w:sz w:val="24"/>
                <w:szCs w:val="24"/>
              </w:rPr>
              <w:t>"Осуществление мероприятий по организации питания в муниципальных общеобразовательных организациях"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315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5" w:type="dxa"/>
          </w:tcPr>
          <w:p w:rsidR="003D64E6" w:rsidRPr="00C56500" w:rsidRDefault="003D64E6" w:rsidP="00315DB5">
            <w:r>
              <w:t>Целевой показатель 14</w:t>
            </w:r>
            <w:r w:rsidRPr="00C56500">
              <w:t>.</w:t>
            </w:r>
          </w:p>
          <w:p w:rsidR="003D64E6" w:rsidRDefault="003D64E6" w:rsidP="00315DB5">
            <w:r w:rsidRPr="00C56500">
              <w:t>Доля обучающихся льготных категорий указанных в ст 22 Закона Свердловской области от 15.07.2013 года № 78-ОЗ обеспеченных организованным горячим питанием учащихся общеобразовательных организаций.</w:t>
            </w:r>
          </w:p>
        </w:tc>
        <w:tc>
          <w:tcPr>
            <w:tcW w:w="1276" w:type="dxa"/>
          </w:tcPr>
          <w:p w:rsidR="003D64E6" w:rsidRPr="0040713B" w:rsidRDefault="003D64E6" w:rsidP="00315D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Default="003D64E6" w:rsidP="00315DB5">
            <w:r>
              <w:t>99,4</w:t>
            </w:r>
          </w:p>
        </w:tc>
        <w:tc>
          <w:tcPr>
            <w:tcW w:w="1275" w:type="dxa"/>
          </w:tcPr>
          <w:p w:rsidR="003D64E6" w:rsidRDefault="003D64E6" w:rsidP="00315DB5">
            <w:r w:rsidRPr="00C63DEC">
              <w:t>99,4</w:t>
            </w:r>
          </w:p>
        </w:tc>
        <w:tc>
          <w:tcPr>
            <w:tcW w:w="1276" w:type="dxa"/>
          </w:tcPr>
          <w:p w:rsidR="003D64E6" w:rsidRDefault="003D64E6" w:rsidP="00315DB5">
            <w:r w:rsidRPr="00C63DEC">
              <w:t>99,4</w:t>
            </w:r>
          </w:p>
        </w:tc>
        <w:tc>
          <w:tcPr>
            <w:tcW w:w="1134" w:type="dxa"/>
          </w:tcPr>
          <w:p w:rsidR="003D64E6" w:rsidRDefault="003D64E6" w:rsidP="00315DB5">
            <w:r w:rsidRPr="00C63DEC">
              <w:t>99,4</w:t>
            </w:r>
          </w:p>
        </w:tc>
        <w:tc>
          <w:tcPr>
            <w:tcW w:w="3971" w:type="dxa"/>
            <w:gridSpan w:val="3"/>
          </w:tcPr>
          <w:p w:rsidR="003D64E6" w:rsidRPr="002B526B" w:rsidRDefault="003D64E6" w:rsidP="002B52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Свердловской области от 05.03.2014 </w:t>
            </w:r>
          </w:p>
          <w:p w:rsidR="003D64E6" w:rsidRPr="002B526B" w:rsidRDefault="003D64E6" w:rsidP="002B52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 xml:space="preserve">N 146-ПП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 xml:space="preserve">Об обеспечении питанием обучающихся по очной форме обучения в государственных общеобразовательных организациях Свердловской области, муниципальных общеобразовательных организациях, частных общеобразовательных организациях и обособленных структурных подразделениях государственных образовательных организаций Свердловской области по имеющим государственную аккредитацию основным общеобразовательным программам, а также обучающихся по очной форме обучения в государственных профессиональных образовательных организациях Свердловской области, реализующих образовательные программы среднего профессионального образования в сфере искусств, и обособленных структурных подразделениях таких государственных профессиональных образовательных организаций Свердловской области по основным общеобразовательным программам и по образовательным программам среднего профессионального образования в сфере искусств, интегрированным с образовательными программами основного общего и среднего общего образования (с изменениями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 xml:space="preserve"> 30 июля 2020 года)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D64E6" w:rsidRPr="002B526B" w:rsidRDefault="003D64E6" w:rsidP="002B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Pr="002B526B" w:rsidRDefault="003D64E6" w:rsidP="002B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Pr="0040713B" w:rsidRDefault="003D64E6" w:rsidP="002B52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8.</w:t>
            </w:r>
            <w:r w:rsidRPr="003856B7">
              <w:rPr>
                <w:rFonts w:ascii="Times New Roman" w:hAnsi="Times New Roman" w:cs="Times New Roman"/>
                <w:sz w:val="24"/>
                <w:szCs w:val="24"/>
              </w:rPr>
              <w:t>«Обеспечение качественной подготовки к проведению государственной итоговой аттестации по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программам основного общего и </w:t>
            </w:r>
            <w:r w:rsidRPr="003856B7">
              <w:rPr>
                <w:rFonts w:ascii="Times New Roman" w:hAnsi="Times New Roman" w:cs="Times New Roman"/>
                <w:sz w:val="24"/>
                <w:szCs w:val="24"/>
              </w:rPr>
              <w:t>среднего общего образования»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513D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5" w:type="dxa"/>
          </w:tcPr>
          <w:p w:rsidR="003D64E6" w:rsidRDefault="003D64E6" w:rsidP="00513D33">
            <w:r w:rsidRPr="00C61A57">
              <w:t>Целевой показатель</w:t>
            </w:r>
            <w:r>
              <w:t xml:space="preserve"> 15.</w:t>
            </w:r>
          </w:p>
          <w:p w:rsidR="003D64E6" w:rsidRDefault="003D64E6" w:rsidP="00513D33">
            <w:r>
              <w:t xml:space="preserve"> Доля выпускников </w:t>
            </w:r>
            <w:r w:rsidRPr="003856B7">
              <w:t>муниципальных общеобразовательных организаций, не сдавших единый государственный экзамен в общей численности выпускников муниципальных общеобразовател</w:t>
            </w:r>
            <w:r>
              <w:t>ьных организаций.</w:t>
            </w:r>
          </w:p>
        </w:tc>
        <w:tc>
          <w:tcPr>
            <w:tcW w:w="1276" w:type="dxa"/>
          </w:tcPr>
          <w:p w:rsidR="003D64E6" w:rsidRPr="0040713B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713B" w:rsidRDefault="003D64E6" w:rsidP="00513D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5" w:type="dxa"/>
          </w:tcPr>
          <w:p w:rsidR="003D64E6" w:rsidRDefault="003D64E6" w:rsidP="00513D33">
            <w:pPr>
              <w:jc w:val="center"/>
            </w:pPr>
            <w:r w:rsidRPr="00523700">
              <w:t>0,6</w:t>
            </w:r>
          </w:p>
        </w:tc>
        <w:tc>
          <w:tcPr>
            <w:tcW w:w="1276" w:type="dxa"/>
          </w:tcPr>
          <w:p w:rsidR="003D64E6" w:rsidRDefault="003D64E6" w:rsidP="00513D33">
            <w:pPr>
              <w:jc w:val="center"/>
            </w:pPr>
            <w:r w:rsidRPr="00523700">
              <w:t>0,6</w:t>
            </w:r>
          </w:p>
        </w:tc>
        <w:tc>
          <w:tcPr>
            <w:tcW w:w="1134" w:type="dxa"/>
          </w:tcPr>
          <w:p w:rsidR="003D64E6" w:rsidRDefault="003D64E6" w:rsidP="00513D33">
            <w:pPr>
              <w:jc w:val="center"/>
            </w:pPr>
            <w:r w:rsidRPr="00523700">
              <w:t>0,6</w:t>
            </w:r>
          </w:p>
        </w:tc>
        <w:tc>
          <w:tcPr>
            <w:tcW w:w="3971" w:type="dxa"/>
            <w:gridSpan w:val="3"/>
          </w:tcPr>
          <w:p w:rsidR="003D64E6" w:rsidRPr="00B1360E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Указ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3D64E6" w:rsidRPr="00B1360E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Федерации от 7 мая2012 года N 599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мерах по реализации</w:t>
            </w:r>
          </w:p>
          <w:p w:rsidR="003D64E6" w:rsidRPr="0040713B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политики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образования и науки"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79" w:type="dxa"/>
            <w:gridSpan w:val="11"/>
          </w:tcPr>
          <w:p w:rsidR="003D64E6" w:rsidRPr="00F636B2" w:rsidRDefault="003D64E6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Задача 9</w:t>
            </w:r>
            <w:r w:rsidRPr="00F636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«Обеспечение государственных  гарантий прав граждан на получение общедоступного и бесплатного общего образования в муниципальных общеобразовательных организациях»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A169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5" w:type="dxa"/>
          </w:tcPr>
          <w:p w:rsidR="003D64E6" w:rsidRDefault="003D64E6" w:rsidP="00A1693F">
            <w:r w:rsidRPr="00C61A57">
              <w:t xml:space="preserve">Целевой показатель </w:t>
            </w:r>
            <w:r>
              <w:t>16</w:t>
            </w:r>
            <w:r w:rsidRPr="00E20E7E">
              <w:t>.</w:t>
            </w:r>
            <w:r w:rsidRPr="00E20E7E">
              <w:tab/>
            </w:r>
          </w:p>
          <w:p w:rsidR="003D64E6" w:rsidRDefault="003D64E6" w:rsidP="00A1693F">
            <w:r w:rsidRPr="00E20E7E">
              <w:t xml:space="preserve">Соотношение уровня средней заработной платы учителей общеобразовательных школ и средней заработной платы в экономике </w:t>
            </w:r>
            <w:r>
              <w:t xml:space="preserve">Свердловской области. </w:t>
            </w:r>
          </w:p>
        </w:tc>
        <w:tc>
          <w:tcPr>
            <w:tcW w:w="1276" w:type="dxa"/>
          </w:tcPr>
          <w:p w:rsidR="003D64E6" w:rsidRPr="0040713B" w:rsidRDefault="003D64E6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Default="003D64E6" w:rsidP="00A1693F">
            <w:r w:rsidRPr="00B21A4B">
              <w:t>100,0</w:t>
            </w:r>
          </w:p>
        </w:tc>
        <w:tc>
          <w:tcPr>
            <w:tcW w:w="1275" w:type="dxa"/>
          </w:tcPr>
          <w:p w:rsidR="003D64E6" w:rsidRDefault="003D64E6" w:rsidP="00A1693F">
            <w:r w:rsidRPr="00B21A4B">
              <w:t>100,0</w:t>
            </w:r>
          </w:p>
        </w:tc>
        <w:tc>
          <w:tcPr>
            <w:tcW w:w="1276" w:type="dxa"/>
          </w:tcPr>
          <w:p w:rsidR="003D64E6" w:rsidRDefault="003D64E6" w:rsidP="00A1693F">
            <w:r w:rsidRPr="00B21A4B">
              <w:t>100,0</w:t>
            </w:r>
          </w:p>
        </w:tc>
        <w:tc>
          <w:tcPr>
            <w:tcW w:w="1134" w:type="dxa"/>
          </w:tcPr>
          <w:p w:rsidR="003D64E6" w:rsidRDefault="003D64E6" w:rsidP="00A1693F">
            <w:r w:rsidRPr="00B21A4B">
              <w:t>100,0</w:t>
            </w:r>
          </w:p>
        </w:tc>
        <w:tc>
          <w:tcPr>
            <w:tcW w:w="3971" w:type="dxa"/>
            <w:gridSpan w:val="3"/>
          </w:tcPr>
          <w:p w:rsidR="003D64E6" w:rsidRPr="0040713B" w:rsidRDefault="003D64E6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йской Федерации от 07.05.2012 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 xml:space="preserve"> № 597 «О мероприятиях по реализации государственной социальной политики»</w:t>
            </w:r>
          </w:p>
        </w:tc>
      </w:tr>
      <w:tr w:rsidR="003D64E6" w:rsidRPr="00A35BD7" w:rsidTr="00CF5105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513D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753" w:type="dxa"/>
            <w:gridSpan w:val="9"/>
          </w:tcPr>
          <w:p w:rsidR="003D64E6" w:rsidRPr="0061364F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10 «Обеспечение выплаты ежемесячного денежного вознаграждения за классное руководство педагогическим работникам общеобразовательных организаций»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A169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5" w:type="dxa"/>
          </w:tcPr>
          <w:p w:rsidR="003D64E6" w:rsidRPr="00C56500" w:rsidRDefault="003D64E6" w:rsidP="00A1693F">
            <w:r w:rsidRPr="00C56500">
              <w:t>Целе</w:t>
            </w:r>
            <w:r>
              <w:t>вой показатель 17</w:t>
            </w:r>
            <w:r w:rsidRPr="00C56500">
              <w:t>.</w:t>
            </w:r>
          </w:p>
          <w:p w:rsidR="003D64E6" w:rsidRPr="00A6274C" w:rsidRDefault="003D64E6" w:rsidP="00A1693F">
            <w:pPr>
              <w:rPr>
                <w:highlight w:val="yellow"/>
              </w:rPr>
            </w:pPr>
            <w:r w:rsidRPr="00C56500"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1276" w:type="dxa"/>
          </w:tcPr>
          <w:p w:rsidR="003D64E6" w:rsidRDefault="003D64E6" w:rsidP="00A169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Default="003D64E6" w:rsidP="00A1693F">
            <w:r w:rsidRPr="00F04670">
              <w:t>100,0</w:t>
            </w:r>
          </w:p>
        </w:tc>
        <w:tc>
          <w:tcPr>
            <w:tcW w:w="1275" w:type="dxa"/>
          </w:tcPr>
          <w:p w:rsidR="003D64E6" w:rsidRDefault="003D64E6" w:rsidP="00A1693F">
            <w:r w:rsidRPr="00F04670">
              <w:t>100,0</w:t>
            </w:r>
          </w:p>
        </w:tc>
        <w:tc>
          <w:tcPr>
            <w:tcW w:w="1276" w:type="dxa"/>
          </w:tcPr>
          <w:p w:rsidR="003D64E6" w:rsidRDefault="003D64E6" w:rsidP="00A1693F">
            <w:r w:rsidRPr="00F04670">
              <w:t>100,0</w:t>
            </w:r>
          </w:p>
        </w:tc>
        <w:tc>
          <w:tcPr>
            <w:tcW w:w="1134" w:type="dxa"/>
          </w:tcPr>
          <w:p w:rsidR="003D64E6" w:rsidRDefault="003D64E6" w:rsidP="00A1693F">
            <w:r w:rsidRPr="00F04670">
              <w:t>100,0</w:t>
            </w:r>
          </w:p>
        </w:tc>
        <w:tc>
          <w:tcPr>
            <w:tcW w:w="3971" w:type="dxa"/>
            <w:gridSpan w:val="3"/>
          </w:tcPr>
          <w:p w:rsidR="003D64E6" w:rsidRDefault="003D64E6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ельства РФ от 26.12.2017 </w:t>
            </w: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>N 1642 "Об утверждении государственной программы Российской Федерации "Развитие образования" (с изменениями и дополнениями)</w:t>
            </w:r>
          </w:p>
          <w:p w:rsidR="003D64E6" w:rsidRPr="0061364F" w:rsidRDefault="003D64E6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4C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РФ от 04.04.2020 N 448 "О внесении изменений в государственную программу Российской Федерации "Развитие образования".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79" w:type="dxa"/>
            <w:gridSpan w:val="11"/>
          </w:tcPr>
          <w:p w:rsidR="003D64E6" w:rsidRDefault="003D64E6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3 Обеспечение</w:t>
            </w:r>
            <w:r w:rsidRPr="005711C5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 качественных образовательных услуг в сфере дополнительного образования.  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11</w:t>
            </w:r>
            <w:r w:rsidRPr="005711C5">
              <w:rPr>
                <w:rFonts w:ascii="Times New Roman" w:hAnsi="Times New Roman" w:cs="Times New Roman"/>
                <w:sz w:val="24"/>
                <w:szCs w:val="24"/>
              </w:rPr>
              <w:t>"Обеспечение государственных гарантий граждан на получение дополнительного образования детей"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A169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5" w:type="dxa"/>
          </w:tcPr>
          <w:p w:rsidR="003D64E6" w:rsidRDefault="003D64E6" w:rsidP="00A1693F">
            <w:r w:rsidRPr="00C61A57">
              <w:t>Целевой показатель</w:t>
            </w:r>
            <w:r>
              <w:t xml:space="preserve"> 18.</w:t>
            </w:r>
          </w:p>
          <w:p w:rsidR="003D64E6" w:rsidRPr="00C61A57" w:rsidRDefault="003D64E6" w:rsidP="00A1693F">
            <w:r w:rsidRPr="006F05DF">
              <w:t xml:space="preserve">Доля детей в возрасте от 5 до 18 лет, </w:t>
            </w:r>
            <w:r>
              <w:t xml:space="preserve">обучающихся по дополнительным образовательным программам. </w:t>
            </w:r>
          </w:p>
        </w:tc>
        <w:tc>
          <w:tcPr>
            <w:tcW w:w="1276" w:type="dxa"/>
          </w:tcPr>
          <w:p w:rsidR="003D64E6" w:rsidRDefault="003D64E6" w:rsidP="00A169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Pr="00513D33" w:rsidRDefault="003D64E6" w:rsidP="00A1693F">
            <w:r>
              <w:t>процент</w:t>
            </w:r>
          </w:p>
        </w:tc>
        <w:tc>
          <w:tcPr>
            <w:tcW w:w="1276" w:type="dxa"/>
          </w:tcPr>
          <w:p w:rsidR="003D64E6" w:rsidRDefault="003D64E6" w:rsidP="00A1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Pr="00513D33" w:rsidRDefault="003D64E6" w:rsidP="00A1693F">
            <w:pPr>
              <w:jc w:val="center"/>
            </w:pPr>
            <w:r>
              <w:t>75,0</w:t>
            </w:r>
          </w:p>
        </w:tc>
        <w:tc>
          <w:tcPr>
            <w:tcW w:w="1275" w:type="dxa"/>
          </w:tcPr>
          <w:p w:rsidR="003D64E6" w:rsidRDefault="003D64E6" w:rsidP="00A1693F"/>
          <w:p w:rsidR="003D64E6" w:rsidRDefault="003D64E6" w:rsidP="00A1693F">
            <w:r w:rsidRPr="000E24C8">
              <w:t>75,0</w:t>
            </w:r>
          </w:p>
        </w:tc>
        <w:tc>
          <w:tcPr>
            <w:tcW w:w="1276" w:type="dxa"/>
          </w:tcPr>
          <w:p w:rsidR="003D64E6" w:rsidRDefault="003D64E6" w:rsidP="00A1693F"/>
          <w:p w:rsidR="003D64E6" w:rsidRDefault="003D64E6" w:rsidP="00A1693F">
            <w:r w:rsidRPr="000E24C8">
              <w:t>75,0</w:t>
            </w:r>
          </w:p>
        </w:tc>
        <w:tc>
          <w:tcPr>
            <w:tcW w:w="1134" w:type="dxa"/>
          </w:tcPr>
          <w:p w:rsidR="003D64E6" w:rsidRDefault="003D64E6" w:rsidP="00A1693F"/>
          <w:p w:rsidR="003D64E6" w:rsidRDefault="003D64E6" w:rsidP="00A1693F">
            <w:r w:rsidRPr="000E24C8">
              <w:t>75,0</w:t>
            </w:r>
          </w:p>
          <w:p w:rsidR="003D64E6" w:rsidRDefault="003D64E6" w:rsidP="00A1693F"/>
          <w:p w:rsidR="003D64E6" w:rsidRDefault="003D64E6" w:rsidP="00A1693F"/>
        </w:tc>
        <w:tc>
          <w:tcPr>
            <w:tcW w:w="3971" w:type="dxa"/>
            <w:gridSpan w:val="3"/>
          </w:tcPr>
          <w:p w:rsidR="003D64E6" w:rsidRPr="0040713B" w:rsidRDefault="003D64E6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07.05.2012 г. № 599 «О мерах по реализации государственной политики в области образования и науки»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12</w:t>
            </w:r>
            <w:r w:rsidRPr="004F1983">
              <w:rPr>
                <w:rFonts w:ascii="Times New Roman" w:hAnsi="Times New Roman" w:cs="Times New Roman"/>
                <w:sz w:val="24"/>
                <w:szCs w:val="24"/>
              </w:rPr>
              <w:t>"Развитие системы дополнительного образования детей"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A169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5" w:type="dxa"/>
          </w:tcPr>
          <w:p w:rsidR="003D64E6" w:rsidRDefault="003D64E6" w:rsidP="00A1693F">
            <w:r>
              <w:t>Целевой показатель 19.</w:t>
            </w:r>
          </w:p>
          <w:p w:rsidR="003D64E6" w:rsidRDefault="003D64E6" w:rsidP="00A1693F">
            <w:r>
              <w:t>Доля детей в возрасте</w:t>
            </w:r>
          </w:p>
          <w:p w:rsidR="003D64E6" w:rsidRDefault="003D64E6" w:rsidP="00A1693F">
            <w:r>
              <w:t>от 5 до 18 лет, получающих</w:t>
            </w:r>
          </w:p>
          <w:p w:rsidR="003D64E6" w:rsidRDefault="003D64E6" w:rsidP="00A1693F">
            <w:r>
              <w:t>дополнительное образование с</w:t>
            </w:r>
          </w:p>
          <w:p w:rsidR="003D64E6" w:rsidRDefault="003D64E6" w:rsidP="00A1693F">
            <w:r>
              <w:t>использованием сертификата</w:t>
            </w:r>
          </w:p>
          <w:p w:rsidR="003D64E6" w:rsidRDefault="003D64E6" w:rsidP="00A1693F">
            <w:r>
              <w:t>дополнительного образования, в общей численности детей,</w:t>
            </w:r>
          </w:p>
          <w:p w:rsidR="003D64E6" w:rsidRDefault="003D64E6" w:rsidP="00A1693F">
            <w:r>
              <w:t>получающих дополнительное</w:t>
            </w:r>
          </w:p>
          <w:p w:rsidR="003D64E6" w:rsidRDefault="003D64E6" w:rsidP="00A1693F">
            <w:r>
              <w:t>образование за счет бюджетных средств.</w:t>
            </w:r>
          </w:p>
        </w:tc>
        <w:tc>
          <w:tcPr>
            <w:tcW w:w="1276" w:type="dxa"/>
          </w:tcPr>
          <w:p w:rsidR="003D64E6" w:rsidRPr="0040713B" w:rsidRDefault="003D64E6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Default="003D64E6" w:rsidP="00A1693F">
            <w:r w:rsidRPr="00B15C18">
              <w:t>100,0</w:t>
            </w:r>
          </w:p>
        </w:tc>
        <w:tc>
          <w:tcPr>
            <w:tcW w:w="1275" w:type="dxa"/>
          </w:tcPr>
          <w:p w:rsidR="003D64E6" w:rsidRDefault="003D64E6" w:rsidP="00A1693F">
            <w:r w:rsidRPr="00B15C18">
              <w:t>100,0</w:t>
            </w:r>
          </w:p>
        </w:tc>
        <w:tc>
          <w:tcPr>
            <w:tcW w:w="1276" w:type="dxa"/>
          </w:tcPr>
          <w:p w:rsidR="003D64E6" w:rsidRDefault="003D64E6" w:rsidP="00A1693F">
            <w:r w:rsidRPr="00B15C18">
              <w:t>100,0</w:t>
            </w:r>
          </w:p>
        </w:tc>
        <w:tc>
          <w:tcPr>
            <w:tcW w:w="1134" w:type="dxa"/>
          </w:tcPr>
          <w:p w:rsidR="003D64E6" w:rsidRDefault="003D64E6" w:rsidP="00A1693F">
            <w:r w:rsidRPr="00B15C18">
              <w:t>100,0</w:t>
            </w:r>
          </w:p>
        </w:tc>
        <w:tc>
          <w:tcPr>
            <w:tcW w:w="3971" w:type="dxa"/>
            <w:gridSpan w:val="3"/>
          </w:tcPr>
          <w:p w:rsidR="003D64E6" w:rsidRPr="0040713B" w:rsidRDefault="003D64E6" w:rsidP="00553C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AB">
              <w:rPr>
                <w:rFonts w:ascii="Times New Roman" w:hAnsi="Times New Roman" w:cs="Times New Roman"/>
                <w:sz w:val="24"/>
                <w:szCs w:val="24"/>
              </w:rPr>
              <w:t>Распоряжение Правительства Свердловской области от 26.10.2018 N 646-РП "О создании в Свердловской области целевой модели развития региональной системы дополнительного образования детей" (концепция создания и функционирования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BAB">
              <w:rPr>
                <w:rFonts w:ascii="Times New Roman" w:hAnsi="Times New Roman" w:cs="Times New Roman"/>
                <w:sz w:val="24"/>
                <w:szCs w:val="24"/>
              </w:rPr>
              <w:t>целевой модели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BAB">
              <w:rPr>
                <w:rFonts w:ascii="Times New Roman" w:hAnsi="Times New Roman" w:cs="Times New Roman"/>
                <w:sz w:val="24"/>
                <w:szCs w:val="24"/>
              </w:rPr>
              <w:t>региональной системы дополнительного образования детей Свердловской области на 2019 – 2021 годы)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513D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5" w:type="dxa"/>
          </w:tcPr>
          <w:p w:rsidR="003D64E6" w:rsidRDefault="003D64E6" w:rsidP="00513D33">
            <w:r>
              <w:t>Целевой показатель 20.</w:t>
            </w:r>
          </w:p>
          <w:p w:rsidR="003D64E6" w:rsidRPr="00C61A57" w:rsidRDefault="003D64E6" w:rsidP="00513D33">
            <w:r>
              <w:t xml:space="preserve">Доля детей в возрасте от 5 до 18 лет, использующих сертификаты дополнительного образования в статусе сертификатов   персонифицированного финансирования. </w:t>
            </w:r>
          </w:p>
        </w:tc>
        <w:tc>
          <w:tcPr>
            <w:tcW w:w="1276" w:type="dxa"/>
          </w:tcPr>
          <w:p w:rsidR="003D64E6" w:rsidRPr="0040713B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513D33" w:rsidRDefault="003D64E6" w:rsidP="00513D33">
            <w:r>
              <w:t>Не менее 5,0</w:t>
            </w:r>
          </w:p>
        </w:tc>
        <w:tc>
          <w:tcPr>
            <w:tcW w:w="1275" w:type="dxa"/>
          </w:tcPr>
          <w:p w:rsidR="003D64E6" w:rsidRDefault="003D64E6" w:rsidP="00513D33">
            <w:r>
              <w:t>Не менее 5,0</w:t>
            </w:r>
          </w:p>
        </w:tc>
        <w:tc>
          <w:tcPr>
            <w:tcW w:w="1276" w:type="dxa"/>
          </w:tcPr>
          <w:p w:rsidR="003D64E6" w:rsidRDefault="003D64E6" w:rsidP="00513D33">
            <w:r>
              <w:t>Не менее 5,0</w:t>
            </w:r>
          </w:p>
        </w:tc>
        <w:tc>
          <w:tcPr>
            <w:tcW w:w="1134" w:type="dxa"/>
          </w:tcPr>
          <w:p w:rsidR="003D64E6" w:rsidRDefault="003D64E6" w:rsidP="00513D33">
            <w:r>
              <w:t>Не менее 5,0</w:t>
            </w:r>
          </w:p>
        </w:tc>
        <w:tc>
          <w:tcPr>
            <w:tcW w:w="3971" w:type="dxa"/>
            <w:gridSpan w:val="3"/>
          </w:tcPr>
          <w:p w:rsidR="003D64E6" w:rsidRPr="00217DB1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 от 26.10.2018N 646-РП "О создании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в 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 целевой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модели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региональной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образования детей"(концепция создания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и функционирования</w:t>
            </w:r>
          </w:p>
          <w:p w:rsidR="003D64E6" w:rsidRPr="00217DB1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целевой модели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3D64E6" w:rsidRPr="0040713B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региональной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образования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 xml:space="preserve">области на 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 xml:space="preserve"> 2021годы)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A169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5" w:type="dxa"/>
          </w:tcPr>
          <w:p w:rsidR="003D64E6" w:rsidRDefault="003D64E6" w:rsidP="00A1693F">
            <w:r w:rsidRPr="00C61A57">
              <w:t xml:space="preserve">Целевой показатель </w:t>
            </w:r>
            <w:r>
              <w:t>21.</w:t>
            </w:r>
          </w:p>
          <w:p w:rsidR="003D64E6" w:rsidRPr="004F1983" w:rsidRDefault="003D64E6" w:rsidP="00A1693F">
            <w:r w:rsidRPr="004F1983">
              <w:t>Соотношение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в Свердловской облас</w:t>
            </w:r>
            <w:r>
              <w:t xml:space="preserve">ти. </w:t>
            </w:r>
          </w:p>
          <w:p w:rsidR="003D64E6" w:rsidRDefault="003D64E6" w:rsidP="00A1693F"/>
        </w:tc>
        <w:tc>
          <w:tcPr>
            <w:tcW w:w="1276" w:type="dxa"/>
          </w:tcPr>
          <w:p w:rsidR="003D64E6" w:rsidRDefault="003D64E6" w:rsidP="00A169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Pr="00513D33" w:rsidRDefault="003D64E6" w:rsidP="00A1693F">
            <w:r>
              <w:t>процент</w:t>
            </w:r>
          </w:p>
        </w:tc>
        <w:tc>
          <w:tcPr>
            <w:tcW w:w="1276" w:type="dxa"/>
          </w:tcPr>
          <w:p w:rsidR="003D64E6" w:rsidRDefault="003D64E6" w:rsidP="00A1693F">
            <w:r w:rsidRPr="000B0668">
              <w:t>100,0</w:t>
            </w:r>
          </w:p>
        </w:tc>
        <w:tc>
          <w:tcPr>
            <w:tcW w:w="1275" w:type="dxa"/>
          </w:tcPr>
          <w:p w:rsidR="003D64E6" w:rsidRDefault="003D64E6" w:rsidP="00A1693F">
            <w:r w:rsidRPr="000B0668">
              <w:t>100,0</w:t>
            </w:r>
          </w:p>
        </w:tc>
        <w:tc>
          <w:tcPr>
            <w:tcW w:w="1276" w:type="dxa"/>
          </w:tcPr>
          <w:p w:rsidR="003D64E6" w:rsidRDefault="003D64E6" w:rsidP="00A1693F">
            <w:r w:rsidRPr="000B0668">
              <w:t>100,0</w:t>
            </w:r>
          </w:p>
        </w:tc>
        <w:tc>
          <w:tcPr>
            <w:tcW w:w="1134" w:type="dxa"/>
          </w:tcPr>
          <w:p w:rsidR="003D64E6" w:rsidRDefault="003D64E6" w:rsidP="00A1693F">
            <w:r w:rsidRPr="000B0668">
              <w:t>100,0</w:t>
            </w:r>
          </w:p>
        </w:tc>
        <w:tc>
          <w:tcPr>
            <w:tcW w:w="3971" w:type="dxa"/>
            <w:gridSpan w:val="3"/>
          </w:tcPr>
          <w:p w:rsidR="003D64E6" w:rsidRPr="00217DB1" w:rsidRDefault="003D64E6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Указ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3D64E6" w:rsidRPr="00217DB1" w:rsidRDefault="003D64E6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Федерации от 7 мая2018 года N 204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национальных целях и</w:t>
            </w:r>
          </w:p>
          <w:p w:rsidR="003D64E6" w:rsidRPr="0040713B" w:rsidRDefault="003D64E6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задачах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Федерации на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до 2024 года"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5" w:type="dxa"/>
          </w:tcPr>
          <w:p w:rsidR="003D64E6" w:rsidRDefault="003D64E6" w:rsidP="001C0968">
            <w:r w:rsidRPr="006F05DF">
              <w:t>Целевой показатель</w:t>
            </w:r>
            <w:r>
              <w:t xml:space="preserve"> 22.</w:t>
            </w:r>
          </w:p>
          <w:p w:rsidR="003D64E6" w:rsidRDefault="003D64E6" w:rsidP="001C0968">
            <w:r>
              <w:t>Численность учащихся</w:t>
            </w:r>
          </w:p>
          <w:p w:rsidR="003D64E6" w:rsidRDefault="003D64E6" w:rsidP="001C0968">
            <w:r>
              <w:t>общеобразовательных</w:t>
            </w:r>
          </w:p>
          <w:p w:rsidR="003D64E6" w:rsidRDefault="003D64E6" w:rsidP="001C0968">
            <w:r>
              <w:t>организаций, осваивающих</w:t>
            </w:r>
          </w:p>
          <w:p w:rsidR="003D64E6" w:rsidRDefault="003D64E6" w:rsidP="001C0968">
            <w:r>
              <w:t>дополнительные общеобразовательные</w:t>
            </w:r>
          </w:p>
          <w:p w:rsidR="003D64E6" w:rsidRDefault="003D64E6" w:rsidP="001C0968">
            <w:r>
              <w:t>программы естественно-научной</w:t>
            </w:r>
          </w:p>
          <w:p w:rsidR="003D64E6" w:rsidRDefault="003D64E6" w:rsidP="00C75186">
            <w:r>
              <w:t>направленности и технической</w:t>
            </w:r>
          </w:p>
          <w:p w:rsidR="003D64E6" w:rsidRPr="00C61A57" w:rsidRDefault="003D64E6" w:rsidP="00C75186">
            <w:r>
              <w:t xml:space="preserve">направленности  </w:t>
            </w:r>
          </w:p>
        </w:tc>
        <w:tc>
          <w:tcPr>
            <w:tcW w:w="1276" w:type="dxa"/>
          </w:tcPr>
          <w:p w:rsidR="003D64E6" w:rsidRPr="0040713B" w:rsidRDefault="003D64E6" w:rsidP="005F30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3D64E6" w:rsidRPr="0040713B" w:rsidRDefault="003D64E6" w:rsidP="006E16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75" w:type="dxa"/>
          </w:tcPr>
          <w:p w:rsidR="003D64E6" w:rsidRPr="0040713B" w:rsidRDefault="003D64E6" w:rsidP="006E1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276" w:type="dxa"/>
          </w:tcPr>
          <w:p w:rsidR="003D64E6" w:rsidRPr="0040713B" w:rsidRDefault="003D64E6" w:rsidP="006E1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3D64E6" w:rsidRPr="0040713B" w:rsidRDefault="003D64E6" w:rsidP="006E1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3971" w:type="dxa"/>
            <w:gridSpan w:val="3"/>
          </w:tcPr>
          <w:p w:rsidR="003D64E6" w:rsidRPr="00F76464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3D64E6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от 30.08.2016№ 595-ПП</w:t>
            </w:r>
          </w:p>
          <w:p w:rsidR="003D64E6" w:rsidRPr="002B526B" w:rsidRDefault="003D64E6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мероприятий по реализации Стратегии социально-экономического развития Свердловской области на 2016–2030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13«</w:t>
            </w:r>
            <w:r w:rsidRPr="00D61FDB">
              <w:rPr>
                <w:rFonts w:ascii="Times New Roman" w:hAnsi="Times New Roman" w:cs="Times New Roman"/>
                <w:sz w:val="24"/>
                <w:szCs w:val="24"/>
              </w:rPr>
              <w:t>Создание в учреждениях дополнительного образования условий для инклюзивного образования детей-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инвалидов, в том числе создание </w:t>
            </w:r>
            <w:r w:rsidRPr="00D61FDB">
              <w:rPr>
                <w:rFonts w:ascii="Times New Roman" w:hAnsi="Times New Roman" w:cs="Times New Roman"/>
                <w:sz w:val="24"/>
                <w:szCs w:val="24"/>
              </w:rPr>
              <w:t>универсальной безбарьерной среды для беспрепятственного доступа и оснащение учреждений дополнител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образования специальным  оборудованием»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C565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5" w:type="dxa"/>
          </w:tcPr>
          <w:p w:rsidR="003D64E6" w:rsidRPr="00AE533E" w:rsidRDefault="003D64E6" w:rsidP="00C56500">
            <w:r w:rsidRPr="00AE533E">
              <w:t>Целевой показатель 23.</w:t>
            </w:r>
          </w:p>
          <w:p w:rsidR="003D64E6" w:rsidRPr="00FD46FF" w:rsidRDefault="003D64E6" w:rsidP="00C56500">
            <w:r w:rsidRPr="00AE533E">
              <w:t>Доля организаций дополнительного образования в которых проведены мероприятия</w:t>
            </w:r>
            <w:r w:rsidRPr="00B52700">
              <w:t xml:space="preserve"> по созданию универсальной безбарьерной среды для инклюзивного образования дете</w:t>
            </w:r>
            <w:r>
              <w:t xml:space="preserve">й инвалидов, в общем количестве </w:t>
            </w:r>
            <w:r w:rsidRPr="00B52700">
              <w:t>общеобразовательных организаций.</w:t>
            </w:r>
          </w:p>
        </w:tc>
        <w:tc>
          <w:tcPr>
            <w:tcW w:w="1276" w:type="dxa"/>
          </w:tcPr>
          <w:p w:rsidR="003D64E6" w:rsidRPr="0040713B" w:rsidRDefault="003D64E6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713B" w:rsidRDefault="003D64E6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</w:tcPr>
          <w:p w:rsidR="003D64E6" w:rsidRPr="0040713B" w:rsidRDefault="003D64E6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F6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3D64E6" w:rsidRPr="0040713B" w:rsidRDefault="003D64E6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F6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3D64E6" w:rsidRPr="0040713B" w:rsidRDefault="003D64E6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F6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971" w:type="dxa"/>
            <w:gridSpan w:val="3"/>
          </w:tcPr>
          <w:p w:rsidR="003D64E6" w:rsidRPr="00B1360E" w:rsidRDefault="003D64E6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3D64E6" w:rsidRPr="00B1360E" w:rsidRDefault="003D64E6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Федерации от 29</w:t>
            </w:r>
          </w:p>
          <w:p w:rsidR="003D64E6" w:rsidRPr="0040713B" w:rsidRDefault="003D64E6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марта 2019 года N 363"Об утверждении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Федерации"Доступная среда"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4. </w:t>
            </w:r>
            <w:r w:rsidRPr="00DF0F7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сохранения здоровья и развития детей на территории Нижнесергинского района;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14. </w:t>
            </w:r>
            <w:r w:rsidRPr="00E66414">
              <w:rPr>
                <w:rFonts w:ascii="Times New Roman" w:hAnsi="Times New Roman" w:cs="Times New Roman"/>
                <w:sz w:val="24"/>
                <w:szCs w:val="24"/>
              </w:rPr>
              <w:t>«Совершенствование форм организации отдыха и оздоровления детей»</w:t>
            </w:r>
          </w:p>
        </w:tc>
      </w:tr>
      <w:tr w:rsidR="003D64E6" w:rsidRPr="00A35BD7" w:rsidTr="005A3DCE">
        <w:trPr>
          <w:gridAfter w:val="2"/>
          <w:wAfter w:w="26" w:type="dxa"/>
          <w:trHeight w:val="4575"/>
        </w:trPr>
        <w:tc>
          <w:tcPr>
            <w:tcW w:w="561" w:type="dxa"/>
          </w:tcPr>
          <w:p w:rsidR="003D64E6" w:rsidRPr="0040713B" w:rsidRDefault="003D64E6" w:rsidP="00513D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5" w:type="dxa"/>
          </w:tcPr>
          <w:p w:rsidR="003D64E6" w:rsidRDefault="003D64E6" w:rsidP="00513D33">
            <w:r>
              <w:t>Целевой показатель 24.</w:t>
            </w:r>
          </w:p>
          <w:p w:rsidR="003D64E6" w:rsidRDefault="003D64E6" w:rsidP="00513D33">
            <w:r w:rsidRPr="00323A47">
              <w:t>Доля детей и подростков</w:t>
            </w:r>
            <w:r>
              <w:t xml:space="preserve"> Нижнесергинского муниципального района</w:t>
            </w:r>
            <w:r w:rsidRPr="00323A47">
              <w:t>, получивших услуги по отдых</w:t>
            </w:r>
            <w:r>
              <w:t>у</w:t>
            </w:r>
            <w:r w:rsidRPr="00323A47">
              <w:t xml:space="preserve"> и оздоровлени</w:t>
            </w:r>
            <w:r>
              <w:t>ю в загородных оздоровительных лагерях, санаторно-курортных организациях</w:t>
            </w:r>
            <w:r w:rsidRPr="00323A47">
              <w:t>,</w:t>
            </w:r>
            <w:r>
              <w:t xml:space="preserve"> лагерях дневного пребывания, а также задействованных в иных формах отдыха и оздоровления </w:t>
            </w:r>
            <w:r w:rsidRPr="00323A47">
              <w:t xml:space="preserve">от общей численности детей школьного возраста </w:t>
            </w:r>
            <w:r>
              <w:t xml:space="preserve"> в Нижнесергинском муниципальном районе в каникулярное время.</w:t>
            </w:r>
          </w:p>
          <w:p w:rsidR="003D64E6" w:rsidRPr="00FD46FF" w:rsidRDefault="003D64E6" w:rsidP="00513D33"/>
        </w:tc>
        <w:tc>
          <w:tcPr>
            <w:tcW w:w="1276" w:type="dxa"/>
          </w:tcPr>
          <w:p w:rsidR="003D64E6" w:rsidRPr="0040713B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Default="003D64E6" w:rsidP="00513D33">
            <w:r w:rsidRPr="009A793C">
              <w:t>80</w:t>
            </w:r>
            <w:r>
              <w:t>,0</w:t>
            </w:r>
          </w:p>
        </w:tc>
        <w:tc>
          <w:tcPr>
            <w:tcW w:w="1275" w:type="dxa"/>
          </w:tcPr>
          <w:p w:rsidR="003D64E6" w:rsidRDefault="003D64E6" w:rsidP="00513D33">
            <w:r w:rsidRPr="009A793C">
              <w:t>80</w:t>
            </w:r>
            <w:r>
              <w:t>,0</w:t>
            </w:r>
          </w:p>
        </w:tc>
        <w:tc>
          <w:tcPr>
            <w:tcW w:w="1276" w:type="dxa"/>
          </w:tcPr>
          <w:p w:rsidR="003D64E6" w:rsidRPr="005A3DCE" w:rsidRDefault="003D64E6" w:rsidP="00513D33">
            <w:r w:rsidRPr="005A3DCE">
              <w:t>80,0</w:t>
            </w:r>
          </w:p>
        </w:tc>
        <w:tc>
          <w:tcPr>
            <w:tcW w:w="1134" w:type="dxa"/>
          </w:tcPr>
          <w:p w:rsidR="003D64E6" w:rsidRPr="005A3DCE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3971" w:type="dxa"/>
            <w:gridSpan w:val="3"/>
          </w:tcPr>
          <w:p w:rsidR="003D64E6" w:rsidRPr="00217DB1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</w:p>
          <w:p w:rsidR="003D64E6" w:rsidRPr="00217DB1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 03.08.2017</w:t>
            </w:r>
          </w:p>
          <w:p w:rsidR="003D64E6" w:rsidRPr="0040713B" w:rsidRDefault="003D64E6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№ 558-ПП«О мерах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организации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отдыха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области»</w:t>
            </w:r>
          </w:p>
        </w:tc>
      </w:tr>
      <w:tr w:rsidR="003D64E6" w:rsidRPr="00A35BD7" w:rsidTr="005A3DCE">
        <w:trPr>
          <w:gridAfter w:val="2"/>
          <w:wAfter w:w="26" w:type="dxa"/>
          <w:trHeight w:val="390"/>
        </w:trPr>
        <w:tc>
          <w:tcPr>
            <w:tcW w:w="561" w:type="dxa"/>
          </w:tcPr>
          <w:p w:rsidR="003D64E6" w:rsidRPr="0040713B" w:rsidRDefault="003D64E6" w:rsidP="00513D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5" w:type="dxa"/>
          </w:tcPr>
          <w:p w:rsidR="003D64E6" w:rsidRDefault="003D64E6" w:rsidP="00513D33">
            <w:r>
              <w:t>Целевой показатель 25.</w:t>
            </w:r>
          </w:p>
          <w:p w:rsidR="003D64E6" w:rsidRDefault="003D64E6" w:rsidP="00513D33">
            <w:r>
              <w:t xml:space="preserve">Доля детей и подростков Нижнесергинского муниципального района, получивших услуги по отдыху и оздоровлению детей(за исключением детей-сирот и детей, оставивших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здоровья, от общей численности детей от </w:t>
            </w:r>
            <w:r w:rsidRPr="00F56A59">
              <w:rPr>
                <w:color w:val="000000"/>
              </w:rPr>
              <w:t xml:space="preserve">6 лет 6 месяцев </w:t>
            </w:r>
            <w:r>
              <w:t>до 18 лет</w:t>
            </w:r>
          </w:p>
        </w:tc>
        <w:tc>
          <w:tcPr>
            <w:tcW w:w="1276" w:type="dxa"/>
          </w:tcPr>
          <w:p w:rsidR="003D64E6" w:rsidRDefault="003D64E6" w:rsidP="005111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9A793C" w:rsidRDefault="003D64E6" w:rsidP="0051118D">
            <w:r>
              <w:t>1,0</w:t>
            </w:r>
          </w:p>
        </w:tc>
        <w:tc>
          <w:tcPr>
            <w:tcW w:w="1275" w:type="dxa"/>
          </w:tcPr>
          <w:p w:rsidR="003D64E6" w:rsidRPr="009A793C" w:rsidRDefault="003D64E6" w:rsidP="0051118D">
            <w:r>
              <w:t>1,0</w:t>
            </w:r>
          </w:p>
        </w:tc>
        <w:tc>
          <w:tcPr>
            <w:tcW w:w="1276" w:type="dxa"/>
          </w:tcPr>
          <w:p w:rsidR="003D64E6" w:rsidRPr="009A793C" w:rsidRDefault="003D64E6" w:rsidP="0051118D">
            <w:r>
              <w:t>1,0</w:t>
            </w:r>
          </w:p>
        </w:tc>
        <w:tc>
          <w:tcPr>
            <w:tcW w:w="1134" w:type="dxa"/>
          </w:tcPr>
          <w:p w:rsidR="003D64E6" w:rsidRPr="005A3DCE" w:rsidRDefault="003D64E6" w:rsidP="00FC1C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971" w:type="dxa"/>
            <w:gridSpan w:val="3"/>
          </w:tcPr>
          <w:p w:rsidR="003D64E6" w:rsidRPr="00217DB1" w:rsidRDefault="003D64E6" w:rsidP="00FC1C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Свердловской области от 28.05.2018 № 53-ОЗ «О наделении органов местного самоуправления муниципальных образований, расположенных на территории Свердловской области, отдельными государственными полномочиями Свердловской области в сфере организации и обеспечения отдыха и оздоровления детей»</w:t>
            </w:r>
          </w:p>
        </w:tc>
      </w:tr>
      <w:tr w:rsidR="003D64E6" w:rsidRPr="00A35BD7" w:rsidTr="00424232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53" w:type="dxa"/>
            <w:gridSpan w:val="9"/>
          </w:tcPr>
          <w:p w:rsidR="003D64E6" w:rsidRPr="00C56500" w:rsidRDefault="003D64E6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33E">
              <w:rPr>
                <w:rFonts w:ascii="Times New Roman" w:hAnsi="Times New Roman" w:cs="Times New Roman"/>
                <w:sz w:val="24"/>
                <w:szCs w:val="24"/>
              </w:rPr>
              <w:t>Задача 15. «Сохранение и развитие инфраструктуры детского оздоровительного лагеря «Спутник</w:t>
            </w:r>
            <w:r w:rsidRPr="00C5650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5" w:type="dxa"/>
          </w:tcPr>
          <w:p w:rsidR="003D64E6" w:rsidRPr="00B52700" w:rsidRDefault="003D64E6" w:rsidP="008913AE">
            <w:r w:rsidRPr="00B52700">
              <w:t>Целевой показатель 2</w:t>
            </w:r>
            <w:r>
              <w:t>6</w:t>
            </w:r>
            <w:r w:rsidRPr="00B52700">
              <w:t>.</w:t>
            </w:r>
          </w:p>
          <w:p w:rsidR="003D64E6" w:rsidRPr="00C56500" w:rsidRDefault="003D64E6" w:rsidP="00B925E5">
            <w:r w:rsidRPr="00B52700">
              <w:t>Проведение работ  по капитальному  ремонту и приведение в соответствие с требованиями пожарной безопасности и санитарного законодательства инфраструктуры детского оздоровительного лагеря «Спутник»</w:t>
            </w:r>
          </w:p>
        </w:tc>
        <w:tc>
          <w:tcPr>
            <w:tcW w:w="1276" w:type="dxa"/>
          </w:tcPr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9A793C" w:rsidRDefault="003D64E6" w:rsidP="00B925E5">
            <w:r>
              <w:t>100,0</w:t>
            </w:r>
          </w:p>
        </w:tc>
        <w:tc>
          <w:tcPr>
            <w:tcW w:w="1275" w:type="dxa"/>
          </w:tcPr>
          <w:p w:rsidR="003D64E6" w:rsidRPr="009A793C" w:rsidRDefault="003D64E6" w:rsidP="00B925E5">
            <w:r>
              <w:t>100,0</w:t>
            </w:r>
          </w:p>
        </w:tc>
        <w:tc>
          <w:tcPr>
            <w:tcW w:w="1276" w:type="dxa"/>
          </w:tcPr>
          <w:p w:rsidR="003D64E6" w:rsidRPr="009A793C" w:rsidRDefault="003D64E6" w:rsidP="00B925E5">
            <w:r>
              <w:t>100,0</w:t>
            </w:r>
          </w:p>
        </w:tc>
        <w:tc>
          <w:tcPr>
            <w:tcW w:w="1134" w:type="dxa"/>
          </w:tcPr>
          <w:p w:rsidR="003D64E6" w:rsidRPr="00594167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16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71" w:type="dxa"/>
            <w:gridSpan w:val="3"/>
          </w:tcPr>
          <w:p w:rsidR="003D64E6" w:rsidRPr="00217DB1" w:rsidRDefault="003D64E6" w:rsidP="00891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</w:p>
          <w:p w:rsidR="003D64E6" w:rsidRPr="00217DB1" w:rsidRDefault="003D64E6" w:rsidP="00891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 03.08.2017</w:t>
            </w:r>
          </w:p>
          <w:p w:rsidR="003D64E6" w:rsidRDefault="003D64E6" w:rsidP="00891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№ 558-ПП«О мерах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организации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отдыха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области»</w:t>
            </w:r>
          </w:p>
          <w:p w:rsidR="003D64E6" w:rsidRPr="00217DB1" w:rsidRDefault="003D64E6" w:rsidP="00891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5. «</w:t>
            </w:r>
            <w:r w:rsidRPr="00E66414">
              <w:rPr>
                <w:rFonts w:ascii="Times New Roman" w:hAnsi="Times New Roman" w:cs="Times New Roman"/>
                <w:sz w:val="24"/>
                <w:szCs w:val="24"/>
              </w:rPr>
              <w:t>Развитие системы патриотического воспитания граждан Нижнесергинского муниципального района, формирование у граждан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664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779" w:type="dxa"/>
            <w:gridSpan w:val="11"/>
          </w:tcPr>
          <w:p w:rsidR="003D64E6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16</w:t>
            </w:r>
            <w:r w:rsidRPr="00E66414">
              <w:rPr>
                <w:rFonts w:ascii="Times New Roman" w:hAnsi="Times New Roman" w:cs="Times New Roman"/>
                <w:sz w:val="24"/>
                <w:szCs w:val="24"/>
              </w:rPr>
              <w:t>«Развитие инфраструктуры муниципальных организаций для организации патриотического воспитания граждан на территории Нижнесергинского муниципального района»</w:t>
            </w:r>
          </w:p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5" w:type="dxa"/>
          </w:tcPr>
          <w:p w:rsidR="003D64E6" w:rsidRDefault="003D64E6" w:rsidP="00B925E5">
            <w:r>
              <w:t>Целевой показатель 27.</w:t>
            </w:r>
          </w:p>
          <w:p w:rsidR="003D64E6" w:rsidRPr="00FD46FF" w:rsidRDefault="003D64E6" w:rsidP="00B925E5">
            <w:r w:rsidRPr="00BE00BF">
              <w:t>Доля детей и подростков муниципальных образовательных организаций, принявших участие в мероприятиях  патриотической направленности,  мероприятиях, профилактику экстремизма, укрепление толерантности на территории Нижнесергинско</w:t>
            </w:r>
            <w:r>
              <w:t>го муниципального района.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275" w:type="dxa"/>
          </w:tcPr>
          <w:p w:rsidR="003D64E6" w:rsidRPr="0040713B" w:rsidRDefault="003D64E6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134" w:type="dxa"/>
          </w:tcPr>
          <w:p w:rsidR="003D64E6" w:rsidRPr="0040713B" w:rsidRDefault="003D64E6" w:rsidP="005A3D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3971" w:type="dxa"/>
            <w:gridSpan w:val="3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8E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19.12.2012 г. № 1666 «О Стратегии государственной национальной политики Российской Федерации на период до 2025 года», Распоряжение Правительства Российской Федерации от 15.07.2013               № 1226-р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779" w:type="dxa"/>
            <w:gridSpan w:val="11"/>
          </w:tcPr>
          <w:p w:rsidR="003D64E6" w:rsidRPr="00A9378E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17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«Формирование у детей навыков безопасного поведения на улицах и дорогах»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5" w:type="dxa"/>
          </w:tcPr>
          <w:p w:rsidR="003D64E6" w:rsidRPr="00C56500" w:rsidRDefault="003D64E6" w:rsidP="00B925E5">
            <w:r>
              <w:t>Целевой показатель 28</w:t>
            </w:r>
            <w:r w:rsidRPr="00C56500">
              <w:t>.</w:t>
            </w:r>
          </w:p>
          <w:p w:rsidR="003D64E6" w:rsidRDefault="003D64E6" w:rsidP="00B925E5">
            <w:r w:rsidRPr="00C56500">
              <w:t xml:space="preserve"> Доля образовательных организаций, участвующих в профилактических мероприятиях, направленных  на обеспечение дорожной безопасности участников образовательного процесса</w:t>
            </w:r>
            <w:r>
              <w:t>.</w:t>
            </w:r>
          </w:p>
        </w:tc>
        <w:tc>
          <w:tcPr>
            <w:tcW w:w="1276" w:type="dxa"/>
          </w:tcPr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Default="003D64E6" w:rsidP="00B925E5">
            <w:r w:rsidRPr="00D95AB0">
              <w:t>100,0</w:t>
            </w:r>
          </w:p>
        </w:tc>
        <w:tc>
          <w:tcPr>
            <w:tcW w:w="1275" w:type="dxa"/>
          </w:tcPr>
          <w:p w:rsidR="003D64E6" w:rsidRDefault="003D64E6" w:rsidP="00B925E5">
            <w:r w:rsidRPr="00D95AB0">
              <w:t>100,0</w:t>
            </w:r>
          </w:p>
        </w:tc>
        <w:tc>
          <w:tcPr>
            <w:tcW w:w="1276" w:type="dxa"/>
          </w:tcPr>
          <w:p w:rsidR="003D64E6" w:rsidRDefault="003D64E6" w:rsidP="00B925E5">
            <w:r w:rsidRPr="00D95AB0">
              <w:t>100,0</w:t>
            </w:r>
          </w:p>
        </w:tc>
        <w:tc>
          <w:tcPr>
            <w:tcW w:w="1134" w:type="dxa"/>
          </w:tcPr>
          <w:p w:rsidR="003D64E6" w:rsidRDefault="003D64E6" w:rsidP="00B925E5">
            <w:r w:rsidRPr="00D95AB0">
              <w:t>100,0</w:t>
            </w:r>
          </w:p>
        </w:tc>
        <w:tc>
          <w:tcPr>
            <w:tcW w:w="3971" w:type="dxa"/>
            <w:gridSpan w:val="3"/>
          </w:tcPr>
          <w:p w:rsidR="003D64E6" w:rsidRPr="007D694A" w:rsidRDefault="003D64E6" w:rsidP="007D7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от 29 декабря2012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№ 273-ФЗ</w:t>
            </w:r>
          </w:p>
          <w:p w:rsidR="003D64E6" w:rsidRPr="007D694A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образова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нии в Российской</w:t>
            </w:r>
          </w:p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(далее–Федеральный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29 декабря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2012 года)</w:t>
            </w:r>
          </w:p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Pr="00A9378E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6 </w:t>
            </w:r>
            <w:r w:rsidRPr="00BE00BF">
              <w:rPr>
                <w:rFonts w:ascii="Times New Roman" w:hAnsi="Times New Roman" w:cs="Times New Roman"/>
                <w:sz w:val="24"/>
                <w:szCs w:val="24"/>
              </w:rPr>
              <w:t>«Приведение материально-технической базы образовательных организаций Нижнесергинского муниципального района,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0B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современными требованиями к условиям реализации </w:t>
            </w:r>
            <w:r w:rsidRPr="006E168D">
              <w:rPr>
                <w:rFonts w:ascii="Times New Roman" w:hAnsi="Times New Roman" w:cs="Times New Roman"/>
                <w:sz w:val="24"/>
                <w:szCs w:val="24"/>
              </w:rPr>
              <w:t>федеральных государственных образовательных стандартов»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18</w:t>
            </w:r>
            <w:r w:rsidRPr="009703E7"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комплексной безопасности муниципальных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3E7">
              <w:rPr>
                <w:rFonts w:ascii="Times New Roman" w:hAnsi="Times New Roman" w:cs="Times New Roman"/>
                <w:sz w:val="24"/>
                <w:szCs w:val="24"/>
              </w:rPr>
              <w:t>в целях сохранения жизни и здоровья субъектов образовательного процесса во время их трудовой и учебной деятельности»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D03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5" w:type="dxa"/>
          </w:tcPr>
          <w:p w:rsidR="003D64E6" w:rsidRPr="00C02A65" w:rsidRDefault="003D64E6" w:rsidP="00D0308C">
            <w:r w:rsidRPr="00C02A65">
              <w:t>Целевой показатель 29.</w:t>
            </w:r>
          </w:p>
          <w:p w:rsidR="003D64E6" w:rsidRPr="00C02A65" w:rsidRDefault="003D64E6" w:rsidP="00D0308C">
            <w:r w:rsidRPr="00613D13">
              <w:t>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законодательства.</w:t>
            </w:r>
          </w:p>
        </w:tc>
        <w:tc>
          <w:tcPr>
            <w:tcW w:w="1276" w:type="dxa"/>
          </w:tcPr>
          <w:p w:rsidR="003D64E6" w:rsidRPr="00360755" w:rsidRDefault="003D64E6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820E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D0308C" w:rsidRDefault="003D64E6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3D64E6" w:rsidRPr="00D0308C" w:rsidRDefault="003D64E6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3D64E6" w:rsidRPr="00D0308C" w:rsidRDefault="003D64E6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3D64E6" w:rsidRPr="00D0308C" w:rsidRDefault="003D64E6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71" w:type="dxa"/>
            <w:gridSpan w:val="3"/>
          </w:tcPr>
          <w:p w:rsidR="003D64E6" w:rsidRPr="0040713B" w:rsidRDefault="003D64E6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8E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правила и нормативы, Федеральный закон от 22 июля 2008 года  № 123-ФЗ«Технический регламент о требованиях пожарной безопасности»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7820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5" w:type="dxa"/>
          </w:tcPr>
          <w:p w:rsidR="003D64E6" w:rsidRPr="00C56500" w:rsidRDefault="003D64E6" w:rsidP="007820E8">
            <w:r w:rsidRPr="00C56500">
              <w:t>Целевой показатель 3</w:t>
            </w:r>
            <w:r>
              <w:t>0</w:t>
            </w:r>
            <w:r w:rsidRPr="00C56500">
              <w:t>.</w:t>
            </w:r>
          </w:p>
          <w:p w:rsidR="003D64E6" w:rsidRPr="00C56500" w:rsidRDefault="003D64E6" w:rsidP="007820E8">
            <w:r w:rsidRPr="00C56500">
              <w:t xml:space="preserve"> Доля 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</w:t>
            </w:r>
            <w:r>
              <w:t>.</w:t>
            </w:r>
          </w:p>
        </w:tc>
        <w:tc>
          <w:tcPr>
            <w:tcW w:w="1276" w:type="dxa"/>
          </w:tcPr>
          <w:p w:rsidR="003D64E6" w:rsidRPr="0040713B" w:rsidRDefault="003D64E6" w:rsidP="007820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713B" w:rsidRDefault="003D64E6" w:rsidP="007820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</w:tcPr>
          <w:p w:rsidR="003D64E6" w:rsidRPr="0040713B" w:rsidRDefault="003D64E6" w:rsidP="007820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1C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</w:tcPr>
          <w:p w:rsidR="003D64E6" w:rsidRPr="0040713B" w:rsidRDefault="003D64E6" w:rsidP="007820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1C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3D64E6" w:rsidRPr="0040713B" w:rsidRDefault="003D64E6" w:rsidP="007820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1C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3971" w:type="dxa"/>
            <w:gridSpan w:val="3"/>
          </w:tcPr>
          <w:p w:rsidR="003D64E6" w:rsidRPr="0040713B" w:rsidRDefault="003D64E6" w:rsidP="002B52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8E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имеющиеся нарушения, выявленные органами государственного надзора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8E">
              <w:rPr>
                <w:rFonts w:ascii="Times New Roman" w:hAnsi="Times New Roman" w:cs="Times New Roman"/>
                <w:sz w:val="24"/>
                <w:szCs w:val="24"/>
              </w:rPr>
              <w:t>резул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ьтатам проверок, в муниципальных общеобразовательных организациях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  19 «С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 xml:space="preserve">охранение и развитие спортивной инфраструктуры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5" w:type="dxa"/>
          </w:tcPr>
          <w:p w:rsidR="003D64E6" w:rsidRDefault="003D64E6" w:rsidP="00B925E5">
            <w:r w:rsidRPr="00C56500">
              <w:t>Целевой показатель 3</w:t>
            </w:r>
            <w:r>
              <w:t>1</w:t>
            </w:r>
            <w:r w:rsidRPr="00C56500">
              <w:t>.</w:t>
            </w:r>
          </w:p>
          <w:p w:rsidR="003D64E6" w:rsidRPr="00C160FE" w:rsidRDefault="003D64E6" w:rsidP="00B925E5">
            <w:r w:rsidRPr="00C160FE">
              <w:t xml:space="preserve">Количество </w:t>
            </w:r>
            <w:r>
              <w:t xml:space="preserve">открытых </w:t>
            </w:r>
            <w:r w:rsidRPr="00C160FE">
              <w:t xml:space="preserve">спортивных </w:t>
            </w:r>
            <w:r>
              <w:t xml:space="preserve"> плоскостных сооружений </w:t>
            </w:r>
            <w:r w:rsidRPr="00C160FE">
              <w:t>площадок в муниципальных общеобразовательных организациях, оборудованных в рамках реализации государственной программы Свердловской области «Развитие системы образования в Свердловской об</w:t>
            </w:r>
            <w:r>
              <w:t xml:space="preserve">ласти до 2024 года» 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D64E6" w:rsidRPr="0040713B" w:rsidRDefault="003D64E6" w:rsidP="00B925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64E6" w:rsidRPr="0040713B" w:rsidRDefault="003D64E6" w:rsidP="00B925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</w:tcPr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59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 декабря 2012 года N 273-ФЗ "Об образовании в Российской Федерации", санитарно-эпидемиологические правила и нормативы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9B0">
              <w:rPr>
                <w:rFonts w:ascii="Times New Roman" w:hAnsi="Times New Roman" w:cs="Times New Roman"/>
                <w:sz w:val="24"/>
                <w:szCs w:val="24"/>
              </w:rPr>
              <w:t>Закон Свердловской области от 15 июля 2013 года №78-ОЗ "Об образовании в Свердловской области"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5" w:type="dxa"/>
          </w:tcPr>
          <w:p w:rsidR="003D64E6" w:rsidRPr="00C56500" w:rsidRDefault="003D64E6" w:rsidP="00B925E5">
            <w:r w:rsidRPr="00C56500">
              <w:t>Целевой показатель 3</w:t>
            </w:r>
            <w:r>
              <w:t>2</w:t>
            </w:r>
            <w:r w:rsidRPr="00C56500">
              <w:t>.</w:t>
            </w:r>
          </w:p>
          <w:p w:rsidR="003D64E6" w:rsidRPr="00D77EAB" w:rsidRDefault="003D64E6" w:rsidP="00B925E5">
            <w:r w:rsidRPr="00C56500">
              <w:t>Количество</w:t>
            </w:r>
            <w:r w:rsidRPr="00D77EAB">
              <w:t xml:space="preserve">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60755">
              <w:rPr>
                <w:rFonts w:ascii="Times New Roman" w:hAnsi="Times New Roman" w:cs="Times New Roman"/>
                <w:sz w:val="24"/>
                <w:szCs w:val="24"/>
              </w:rPr>
              <w:t>остановление Правительства Российской Федерации от 26.12.2017 N 1642 "Об утверждении  государственной программы Российской Федерации «Развитие образования»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20</w:t>
            </w:r>
            <w:r w:rsidRPr="00CC658E">
              <w:rPr>
                <w:rFonts w:ascii="Times New Roman" w:hAnsi="Times New Roman" w:cs="Times New Roman"/>
                <w:sz w:val="24"/>
                <w:szCs w:val="24"/>
              </w:rPr>
              <w:t>"Обеспечение безопасности пребывания детей в учреждениях отдыха и оздоровления детей, повышение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отдыха и оздоровления детей и </w:t>
            </w:r>
            <w:r w:rsidRPr="00CC658E">
              <w:rPr>
                <w:rFonts w:ascii="Times New Roman" w:hAnsi="Times New Roman" w:cs="Times New Roman"/>
                <w:sz w:val="24"/>
                <w:szCs w:val="24"/>
              </w:rPr>
              <w:t>подростков"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5" w:type="dxa"/>
          </w:tcPr>
          <w:p w:rsidR="003D64E6" w:rsidRDefault="003D64E6" w:rsidP="00B925E5">
            <w:r>
              <w:t>Целевой показатель 33.</w:t>
            </w:r>
          </w:p>
          <w:p w:rsidR="003D64E6" w:rsidRPr="00C160FE" w:rsidRDefault="003D64E6" w:rsidP="00B925E5">
            <w:r>
              <w:t>Проведение работ по капитальному ремонту и приведение в соответствие с требованиями комплексной безопасности инфраструктуры детского оздоровительного лагеря «Спутник»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Default="003D64E6" w:rsidP="00B925E5">
            <w:r w:rsidRPr="00807B63">
              <w:t>100,0</w:t>
            </w:r>
          </w:p>
        </w:tc>
        <w:tc>
          <w:tcPr>
            <w:tcW w:w="1275" w:type="dxa"/>
          </w:tcPr>
          <w:p w:rsidR="003D64E6" w:rsidRDefault="003D64E6" w:rsidP="00B925E5">
            <w:r w:rsidRPr="00807B63">
              <w:t>100,0</w:t>
            </w:r>
          </w:p>
        </w:tc>
        <w:tc>
          <w:tcPr>
            <w:tcW w:w="1276" w:type="dxa"/>
          </w:tcPr>
          <w:p w:rsidR="003D64E6" w:rsidRDefault="003D64E6" w:rsidP="00B925E5">
            <w:r w:rsidRPr="00807B63">
              <w:t>100,0</w:t>
            </w:r>
          </w:p>
        </w:tc>
        <w:tc>
          <w:tcPr>
            <w:tcW w:w="1134" w:type="dxa"/>
          </w:tcPr>
          <w:p w:rsidR="003D64E6" w:rsidRDefault="003D64E6" w:rsidP="00B925E5">
            <w:r w:rsidRPr="00807B63">
              <w:t>100,0</w:t>
            </w:r>
          </w:p>
        </w:tc>
        <w:tc>
          <w:tcPr>
            <w:tcW w:w="3971" w:type="dxa"/>
            <w:gridSpan w:val="3"/>
          </w:tcPr>
          <w:p w:rsidR="003D64E6" w:rsidRPr="00217DB1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3D64E6" w:rsidRPr="00217DB1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 03.08.2017№ 558-ПП</w:t>
            </w:r>
          </w:p>
          <w:p w:rsidR="003D64E6" w:rsidRPr="00217DB1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«О мерах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организации и</w:t>
            </w:r>
          </w:p>
          <w:p w:rsidR="003D64E6" w:rsidRPr="00217DB1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беспечению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отдыха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</w:p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области»</w:t>
            </w:r>
          </w:p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58E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имеющиеся нарушения, выявленные по результатам проверок в муниципальных общеобразовательных органами государственного надзора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513D33">
              <w:rPr>
                <w:rFonts w:ascii="Times New Roman" w:hAnsi="Times New Roman" w:cs="Times New Roman"/>
                <w:sz w:val="24"/>
                <w:szCs w:val="24"/>
              </w:rPr>
              <w:t xml:space="preserve">7  «Обеспечение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муниципальной программы « Развитие образования на территории Нижнесергинского муниципального района на 2021-2024 годы</w:t>
            </w:r>
            <w:r w:rsidRPr="00513D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D">
              <w:rPr>
                <w:rFonts w:ascii="Times New Roman" w:hAnsi="Times New Roman" w:cs="Times New Roman"/>
                <w:sz w:val="24"/>
                <w:szCs w:val="24"/>
              </w:rPr>
              <w:t>Задача 21 «Организация обеспечения муниципальных образовательных организаций учебниками, вошедшими в федеральные перечни учебников»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D77E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5" w:type="dxa"/>
          </w:tcPr>
          <w:p w:rsidR="003D64E6" w:rsidRDefault="003D64E6" w:rsidP="00D77EAB">
            <w:r>
              <w:t>Целевой показатель 34</w:t>
            </w:r>
            <w:r w:rsidRPr="00C160FE">
              <w:t>.</w:t>
            </w:r>
          </w:p>
          <w:p w:rsidR="003D64E6" w:rsidRPr="00FD46FF" w:rsidRDefault="003D64E6" w:rsidP="00D77EAB">
            <w:r>
              <w:t xml:space="preserve">Доля </w:t>
            </w:r>
            <w:r w:rsidRPr="00C160FE">
              <w:t xml:space="preserve">общеобразовательных   организаций, обеспеченных учебниками, вошедшими в федеральные перечни учебников </w:t>
            </w:r>
          </w:p>
        </w:tc>
        <w:tc>
          <w:tcPr>
            <w:tcW w:w="1276" w:type="dxa"/>
          </w:tcPr>
          <w:p w:rsidR="003D64E6" w:rsidRPr="0040713B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713B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3D64E6" w:rsidRPr="0040713B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5A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3D64E6" w:rsidRPr="0040713B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5A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3D64E6" w:rsidRPr="0040713B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5A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71" w:type="dxa"/>
            <w:gridSpan w:val="3"/>
          </w:tcPr>
          <w:p w:rsidR="003D64E6" w:rsidRPr="00197C6D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Свердловской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3D64E6" w:rsidRPr="0040713B" w:rsidRDefault="003D64E6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15 июля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№ 78-ОЗ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22«</w:t>
            </w:r>
            <w:r w:rsidRPr="00CC658E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полномочий в сфере Управления образования администрации Нижнесергинского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1" w:name="_GoBack"/>
            <w:bookmarkEnd w:id="1"/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5" w:type="dxa"/>
          </w:tcPr>
          <w:p w:rsidR="003D64E6" w:rsidRDefault="003D64E6" w:rsidP="00B925E5">
            <w:r>
              <w:t>Целевой показатель 35.</w:t>
            </w:r>
          </w:p>
          <w:p w:rsidR="003D64E6" w:rsidRDefault="003D64E6" w:rsidP="00B925E5">
            <w:r w:rsidRPr="00E7749D">
              <w:t>Доля аттестованных педагогических работников муниципальных образовательных организаций Нижнесергинского муниципального района от числа педагогических работников муниципальных образовательных организаций Нижнесергинского муниципального райо</w:t>
            </w:r>
            <w:r>
              <w:t>на, подлежащих аттестации</w:t>
            </w:r>
          </w:p>
          <w:p w:rsidR="003D64E6" w:rsidRDefault="003D64E6" w:rsidP="00B925E5"/>
          <w:p w:rsidR="003D64E6" w:rsidRPr="00FD46FF" w:rsidRDefault="003D64E6" w:rsidP="00B925E5"/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Default="003D64E6" w:rsidP="00B925E5">
            <w:r w:rsidRPr="009F30F5">
              <w:t>100,0</w:t>
            </w:r>
          </w:p>
        </w:tc>
        <w:tc>
          <w:tcPr>
            <w:tcW w:w="1275" w:type="dxa"/>
          </w:tcPr>
          <w:p w:rsidR="003D64E6" w:rsidRDefault="003D64E6" w:rsidP="00B925E5">
            <w:r w:rsidRPr="009F30F5">
              <w:t>100,0</w:t>
            </w:r>
          </w:p>
        </w:tc>
        <w:tc>
          <w:tcPr>
            <w:tcW w:w="1276" w:type="dxa"/>
          </w:tcPr>
          <w:p w:rsidR="003D64E6" w:rsidRDefault="003D64E6" w:rsidP="00B925E5">
            <w:r w:rsidRPr="009F30F5">
              <w:t>100,0</w:t>
            </w:r>
          </w:p>
        </w:tc>
        <w:tc>
          <w:tcPr>
            <w:tcW w:w="1134" w:type="dxa"/>
          </w:tcPr>
          <w:p w:rsidR="003D64E6" w:rsidRDefault="003D64E6" w:rsidP="00B925E5">
            <w:r w:rsidRPr="009F30F5">
              <w:t>100,0</w:t>
            </w:r>
          </w:p>
        </w:tc>
        <w:tc>
          <w:tcPr>
            <w:tcW w:w="3971" w:type="dxa"/>
            <w:gridSpan w:val="3"/>
          </w:tcPr>
          <w:p w:rsidR="003D64E6" w:rsidRPr="00197C6D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от 30.08.2016№ 595-ПП</w:t>
            </w:r>
          </w:p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1D65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мероприятий по реализации Стратегии социально-экономического развития Свердловской области на 2016–2030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5" w:type="dxa"/>
          </w:tcPr>
          <w:p w:rsidR="003D64E6" w:rsidRDefault="003D64E6" w:rsidP="00B925E5">
            <w:r>
              <w:t>Целевой показатель 36.</w:t>
            </w:r>
          </w:p>
          <w:p w:rsidR="003D64E6" w:rsidRPr="00FD46FF" w:rsidRDefault="003D64E6" w:rsidP="00B925E5">
            <w:r w:rsidRPr="00E7749D">
              <w:t xml:space="preserve">Доля аттестованных </w:t>
            </w:r>
            <w:r>
              <w:t>руководителей</w:t>
            </w:r>
            <w:r w:rsidRPr="00E7749D">
              <w:t xml:space="preserve"> образовательных организаций, подведомственных Управлению образования администрации Нижнесергинского муниципального района от числа директоров образовательных организаций, Управлению образования администрации Нижнесергинского муниципального района, подлежащих аттестации.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Default="003D64E6" w:rsidP="00B925E5">
            <w:r w:rsidRPr="00C83410">
              <w:t>100,0</w:t>
            </w:r>
          </w:p>
        </w:tc>
        <w:tc>
          <w:tcPr>
            <w:tcW w:w="1275" w:type="dxa"/>
          </w:tcPr>
          <w:p w:rsidR="003D64E6" w:rsidRDefault="003D64E6" w:rsidP="00B925E5">
            <w:r w:rsidRPr="00C83410">
              <w:t>100,0</w:t>
            </w:r>
          </w:p>
        </w:tc>
        <w:tc>
          <w:tcPr>
            <w:tcW w:w="1276" w:type="dxa"/>
          </w:tcPr>
          <w:p w:rsidR="003D64E6" w:rsidRDefault="003D64E6" w:rsidP="00B925E5">
            <w:r w:rsidRPr="00C83410">
              <w:t>100,0</w:t>
            </w:r>
          </w:p>
        </w:tc>
        <w:tc>
          <w:tcPr>
            <w:tcW w:w="1134" w:type="dxa"/>
          </w:tcPr>
          <w:p w:rsidR="003D64E6" w:rsidRDefault="003D64E6" w:rsidP="00B925E5">
            <w:r w:rsidRPr="00C83410">
              <w:t>100,0</w:t>
            </w:r>
          </w:p>
        </w:tc>
        <w:tc>
          <w:tcPr>
            <w:tcW w:w="3971" w:type="dxa"/>
            <w:gridSpan w:val="3"/>
          </w:tcPr>
          <w:p w:rsidR="003D64E6" w:rsidRPr="00197C6D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ановление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Свердловской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30.08.2016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№ 595-ПП</w:t>
            </w:r>
          </w:p>
          <w:p w:rsidR="003D64E6" w:rsidRPr="003E1D65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1D65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мероприятий по реализации Стратегии социально-экономического развития Свердловской области на 2016–2030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5" w:type="dxa"/>
          </w:tcPr>
          <w:p w:rsidR="003D64E6" w:rsidRPr="006E168D" w:rsidRDefault="003D64E6" w:rsidP="00B925E5">
            <w:r>
              <w:t>Целевой показатель 37</w:t>
            </w:r>
            <w:r w:rsidRPr="006E168D">
              <w:t>.</w:t>
            </w:r>
          </w:p>
          <w:p w:rsidR="003D64E6" w:rsidRPr="006E168D" w:rsidRDefault="003D64E6" w:rsidP="00B925E5">
            <w:r w:rsidRPr="006E168D">
              <w:t>Доля проведенных контрольных мероприятий ведомственного финансового контроля муниципальных образовательных организаций, подведомственных Управлению образования администрации Нижнесергинского муниципального района от запланированных мероприятий</w:t>
            </w:r>
          </w:p>
        </w:tc>
        <w:tc>
          <w:tcPr>
            <w:tcW w:w="1276" w:type="dxa"/>
          </w:tcPr>
          <w:p w:rsidR="003D64E6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4E6" w:rsidRPr="00067B91" w:rsidRDefault="003D64E6" w:rsidP="00B925E5">
            <w:r w:rsidRPr="00067B91">
              <w:t>процентов</w:t>
            </w:r>
          </w:p>
        </w:tc>
        <w:tc>
          <w:tcPr>
            <w:tcW w:w="1276" w:type="dxa"/>
          </w:tcPr>
          <w:p w:rsidR="003D64E6" w:rsidRDefault="003D64E6" w:rsidP="00B925E5">
            <w:r w:rsidRPr="0049163D">
              <w:t>100,0</w:t>
            </w:r>
          </w:p>
        </w:tc>
        <w:tc>
          <w:tcPr>
            <w:tcW w:w="1275" w:type="dxa"/>
          </w:tcPr>
          <w:p w:rsidR="003D64E6" w:rsidRDefault="003D64E6" w:rsidP="00B925E5">
            <w:r w:rsidRPr="0049163D">
              <w:t>100,0</w:t>
            </w:r>
          </w:p>
        </w:tc>
        <w:tc>
          <w:tcPr>
            <w:tcW w:w="1276" w:type="dxa"/>
          </w:tcPr>
          <w:p w:rsidR="003D64E6" w:rsidRDefault="003D64E6" w:rsidP="00B925E5">
            <w:r w:rsidRPr="0049163D">
              <w:t>100,0</w:t>
            </w:r>
          </w:p>
        </w:tc>
        <w:tc>
          <w:tcPr>
            <w:tcW w:w="1134" w:type="dxa"/>
          </w:tcPr>
          <w:p w:rsidR="003D64E6" w:rsidRDefault="003D64E6" w:rsidP="00B925E5">
            <w:r w:rsidRPr="0049163D">
              <w:t>100,0</w:t>
            </w:r>
          </w:p>
        </w:tc>
        <w:tc>
          <w:tcPr>
            <w:tcW w:w="3971" w:type="dxa"/>
            <w:gridSpan w:val="3"/>
          </w:tcPr>
          <w:p w:rsidR="003D64E6" w:rsidRDefault="003D64E6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591">
              <w:rPr>
                <w:rFonts w:ascii="Times New Roman" w:hAnsi="Times New Roman" w:cs="Times New Roman"/>
                <w:sz w:val="24"/>
                <w:szCs w:val="24"/>
              </w:rPr>
              <w:t>План проверок целевого  и эффективного расходования бюджетных средств Управления образования администрации Нижнесергинско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</w:t>
            </w:r>
            <w:r w:rsidRPr="006E168D">
              <w:rPr>
                <w:rFonts w:ascii="Times New Roman" w:hAnsi="Times New Roman" w:cs="Times New Roman"/>
                <w:sz w:val="24"/>
                <w:szCs w:val="24"/>
              </w:rPr>
              <w:t>района на текущий год.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5" w:type="dxa"/>
          </w:tcPr>
          <w:p w:rsidR="003D64E6" w:rsidRPr="006E168D" w:rsidRDefault="003D64E6" w:rsidP="00B925E5">
            <w:r>
              <w:t>Целевой показатель 38</w:t>
            </w:r>
            <w:r w:rsidRPr="006E168D">
              <w:t>.</w:t>
            </w:r>
          </w:p>
          <w:p w:rsidR="003D64E6" w:rsidRPr="006E168D" w:rsidRDefault="003D64E6" w:rsidP="00B925E5">
            <w:r w:rsidRPr="006E168D">
              <w:t>Осуществление  деятельности, обеспечивающей комплекс условий для функционирования образовательных организаций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B9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3D64E6" w:rsidRDefault="003D64E6" w:rsidP="00B925E5">
            <w:r w:rsidRPr="0049163D">
              <w:t>100,0</w:t>
            </w:r>
          </w:p>
        </w:tc>
        <w:tc>
          <w:tcPr>
            <w:tcW w:w="1275" w:type="dxa"/>
          </w:tcPr>
          <w:p w:rsidR="003D64E6" w:rsidRDefault="003D64E6" w:rsidP="00B925E5">
            <w:r w:rsidRPr="0049163D">
              <w:t>100,0</w:t>
            </w:r>
          </w:p>
        </w:tc>
        <w:tc>
          <w:tcPr>
            <w:tcW w:w="1276" w:type="dxa"/>
          </w:tcPr>
          <w:p w:rsidR="003D64E6" w:rsidRDefault="003D64E6" w:rsidP="00B925E5">
            <w:r w:rsidRPr="0049163D">
              <w:t>100,0</w:t>
            </w:r>
          </w:p>
        </w:tc>
        <w:tc>
          <w:tcPr>
            <w:tcW w:w="1134" w:type="dxa"/>
          </w:tcPr>
          <w:p w:rsidR="003D64E6" w:rsidRDefault="003D64E6" w:rsidP="00B925E5">
            <w:r w:rsidRPr="0049163D">
              <w:t>100,0</w:t>
            </w:r>
          </w:p>
        </w:tc>
        <w:tc>
          <w:tcPr>
            <w:tcW w:w="3971" w:type="dxa"/>
            <w:gridSpan w:val="3"/>
          </w:tcPr>
          <w:p w:rsidR="003D64E6" w:rsidRPr="00D32591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B91">
              <w:rPr>
                <w:rFonts w:ascii="Times New Roman" w:hAnsi="Times New Roman" w:cs="Times New Roman"/>
                <w:sz w:val="24"/>
                <w:szCs w:val="24"/>
              </w:rPr>
              <w:t>Бюджетная смета на соответствующий год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5" w:type="dxa"/>
          </w:tcPr>
          <w:p w:rsidR="003D64E6" w:rsidRPr="006E168D" w:rsidRDefault="003D64E6" w:rsidP="00B925E5">
            <w:pPr>
              <w:jc w:val="both"/>
            </w:pPr>
            <w:r>
              <w:t>Целевой показатель 39</w:t>
            </w:r>
            <w:r w:rsidRPr="006E168D">
              <w:t>.</w:t>
            </w:r>
          </w:p>
          <w:p w:rsidR="003D64E6" w:rsidRPr="006E168D" w:rsidRDefault="003D64E6" w:rsidP="00B925E5">
            <w:pPr>
              <w:jc w:val="both"/>
            </w:pPr>
            <w:r w:rsidRPr="006E168D">
              <w:t>Обеспеченность муниципальных образовательных</w:t>
            </w:r>
          </w:p>
          <w:p w:rsidR="003D64E6" w:rsidRPr="006E168D" w:rsidRDefault="003D64E6" w:rsidP="00B925E5">
            <w:pPr>
              <w:jc w:val="both"/>
            </w:pPr>
            <w:r w:rsidRPr="006E168D">
              <w:t>учреждений</w:t>
            </w:r>
          </w:p>
          <w:p w:rsidR="003D64E6" w:rsidRPr="006E168D" w:rsidRDefault="003D64E6" w:rsidP="00B925E5">
            <w:pPr>
              <w:jc w:val="both"/>
            </w:pPr>
            <w:r w:rsidRPr="006E168D">
              <w:t>профессиональными</w:t>
            </w:r>
          </w:p>
          <w:p w:rsidR="003D64E6" w:rsidRPr="006E168D" w:rsidRDefault="003D64E6" w:rsidP="00B925E5">
            <w:pPr>
              <w:jc w:val="both"/>
            </w:pPr>
            <w:r w:rsidRPr="006E168D">
              <w:t>кадрами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</w:tcPr>
          <w:p w:rsidR="003D64E6" w:rsidRPr="0040713B" w:rsidRDefault="003D64E6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134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3971" w:type="dxa"/>
            <w:gridSpan w:val="3"/>
          </w:tcPr>
          <w:p w:rsidR="003D64E6" w:rsidRDefault="003D64E6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7 мая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2018 года N 204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национальных целях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задачах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Федерации на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до 2024 года"</w:t>
            </w:r>
          </w:p>
          <w:p w:rsidR="003D64E6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от 15 июля2013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№ 78-ОЗ</w:t>
            </w:r>
          </w:p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1D65">
              <w:rPr>
                <w:rFonts w:ascii="Times New Roman" w:hAnsi="Times New Roman" w:cs="Times New Roman"/>
                <w:sz w:val="24"/>
                <w:szCs w:val="24"/>
              </w:rPr>
              <w:t>Об образовании в Свердловской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9" w:type="dxa"/>
            <w:gridSpan w:val="11"/>
          </w:tcPr>
          <w:p w:rsidR="003D64E6" w:rsidRPr="0040713B" w:rsidRDefault="003D64E6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23 «</w:t>
            </w:r>
            <w:r w:rsidRPr="0075442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социального статуса и общественного престижа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системы образования»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5" w:type="dxa"/>
          </w:tcPr>
          <w:p w:rsidR="003D64E6" w:rsidRDefault="003D64E6" w:rsidP="00B925E5">
            <w:r>
              <w:t>Целевой показатель 40.</w:t>
            </w:r>
          </w:p>
          <w:p w:rsidR="003D64E6" w:rsidRDefault="003D64E6" w:rsidP="00B925E5">
            <w:r>
              <w:t xml:space="preserve"> Доля призеров и победителей профессиональных конкурсов среди педагогических</w:t>
            </w:r>
          </w:p>
          <w:p w:rsidR="003D64E6" w:rsidRPr="00FD46FF" w:rsidRDefault="003D64E6" w:rsidP="00B925E5">
            <w:r>
              <w:t>работников в общем количестве участников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</w:tcPr>
          <w:p w:rsidR="003D64E6" w:rsidRDefault="003D64E6" w:rsidP="00B925E5">
            <w:pPr>
              <w:jc w:val="center"/>
            </w:pPr>
            <w:r w:rsidRPr="00101870">
              <w:t>15</w:t>
            </w:r>
            <w:r>
              <w:t>,0</w:t>
            </w:r>
          </w:p>
        </w:tc>
        <w:tc>
          <w:tcPr>
            <w:tcW w:w="1276" w:type="dxa"/>
          </w:tcPr>
          <w:p w:rsidR="003D64E6" w:rsidRDefault="003D64E6" w:rsidP="00B925E5">
            <w:pPr>
              <w:jc w:val="center"/>
            </w:pPr>
            <w:r w:rsidRPr="00101870">
              <w:t>15</w:t>
            </w:r>
            <w:r>
              <w:t>,0</w:t>
            </w:r>
          </w:p>
        </w:tc>
        <w:tc>
          <w:tcPr>
            <w:tcW w:w="1134" w:type="dxa"/>
          </w:tcPr>
          <w:p w:rsidR="003D64E6" w:rsidRDefault="003D64E6" w:rsidP="00B925E5">
            <w:pPr>
              <w:jc w:val="center"/>
            </w:pPr>
            <w:r w:rsidRPr="00101870">
              <w:t>15</w:t>
            </w:r>
            <w:r>
              <w:t>,0</w:t>
            </w:r>
          </w:p>
        </w:tc>
        <w:tc>
          <w:tcPr>
            <w:tcW w:w="3971" w:type="dxa"/>
            <w:gridSpan w:val="3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от29 декабря 2012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N 273-ФЗ "Об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образовании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Федерации"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779" w:type="dxa"/>
            <w:gridSpan w:val="11"/>
          </w:tcPr>
          <w:p w:rsidR="003D64E6" w:rsidRPr="00C56500" w:rsidRDefault="003D64E6" w:rsidP="00B925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Цель 8 «Создание новых мест в муниципальных общеобразовательных организациях в соответствии с прогнозируемой потребностью и современными требованиями к условиям обучения»</w:t>
            </w:r>
          </w:p>
        </w:tc>
      </w:tr>
      <w:tr w:rsidR="003D64E6" w:rsidRPr="00A35BD7" w:rsidTr="0006080B"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779" w:type="dxa"/>
            <w:gridSpan w:val="11"/>
          </w:tcPr>
          <w:p w:rsidR="003D64E6" w:rsidRPr="0057276A" w:rsidRDefault="003D64E6" w:rsidP="00B925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Задача 24  «Строительство новых образовательных учреждений, капитальный ремонт зданий и помещений муниципальных общеобразовательных организаций, осуществляемый в рамках программы "Содействие созданию в субъектах Российской Федерации (исходя из прогнозируемой потребности) новых мест в общеобразовательных организациях" на 2016 - 2025 годы»</w:t>
            </w:r>
          </w:p>
        </w:tc>
      </w:tr>
      <w:tr w:rsidR="003D64E6" w:rsidRPr="00A35BD7" w:rsidTr="005A3DCE">
        <w:trPr>
          <w:gridAfter w:val="2"/>
          <w:wAfter w:w="26" w:type="dxa"/>
        </w:trPr>
        <w:tc>
          <w:tcPr>
            <w:tcW w:w="561" w:type="dxa"/>
          </w:tcPr>
          <w:p w:rsidR="003D64E6" w:rsidRPr="0040713B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5" w:type="dxa"/>
          </w:tcPr>
          <w:p w:rsidR="003D64E6" w:rsidRPr="00D77EAB" w:rsidRDefault="003D64E6" w:rsidP="00B925E5">
            <w:r w:rsidRPr="00C56500">
              <w:t>Целевой показатель 4</w:t>
            </w:r>
            <w:r>
              <w:t>1</w:t>
            </w:r>
            <w:r w:rsidRPr="00C56500">
              <w:t>.</w:t>
            </w:r>
          </w:p>
          <w:p w:rsidR="003D64E6" w:rsidRPr="00D77EAB" w:rsidRDefault="003D64E6" w:rsidP="00B925E5">
            <w:r w:rsidRPr="00D77EAB">
              <w:t>Количество созд</w:t>
            </w:r>
            <w:r>
              <w:t>анных новых мест в муниципальных общеобразовательных</w:t>
            </w:r>
          </w:p>
          <w:p w:rsidR="003D64E6" w:rsidRPr="0057276A" w:rsidRDefault="003D64E6" w:rsidP="00B925E5">
            <w:pPr>
              <w:rPr>
                <w:highlight w:val="yellow"/>
              </w:rPr>
            </w:pPr>
            <w:r>
              <w:t>организациях</w:t>
            </w:r>
            <w:r w:rsidRPr="00D77EAB">
              <w:t xml:space="preserve"> в результате проведения мероприятий по созданию современно</w:t>
            </w:r>
            <w:r>
              <w:t>й  образовательной среды</w:t>
            </w:r>
          </w:p>
        </w:tc>
        <w:tc>
          <w:tcPr>
            <w:tcW w:w="1276" w:type="dxa"/>
          </w:tcPr>
          <w:p w:rsidR="003D64E6" w:rsidRPr="0040713B" w:rsidRDefault="003D64E6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92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3D64E6" w:rsidRPr="0040713B" w:rsidRDefault="003D64E6" w:rsidP="008A4D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1275" w:type="dxa"/>
          </w:tcPr>
          <w:p w:rsidR="003D64E6" w:rsidRPr="0040713B" w:rsidRDefault="003D64E6" w:rsidP="007820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D64E6" w:rsidRPr="0040713B" w:rsidRDefault="003D64E6" w:rsidP="008A4D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134" w:type="dxa"/>
          </w:tcPr>
          <w:p w:rsidR="003D64E6" w:rsidRPr="0040713B" w:rsidRDefault="003D64E6" w:rsidP="005A3DCE">
            <w:pPr>
              <w:pStyle w:val="ConsPlusNormal"/>
              <w:ind w:left="927" w:hanging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3D64E6" w:rsidRPr="0040713B" w:rsidRDefault="003D64E6" w:rsidP="005A3DCE">
            <w:pPr>
              <w:pStyle w:val="ConsPlusNormal"/>
              <w:ind w:left="927" w:hanging="7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gridSpan w:val="3"/>
          </w:tcPr>
          <w:p w:rsidR="003D64E6" w:rsidRPr="00553C06" w:rsidRDefault="003D64E6" w:rsidP="00B925E5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C06">
              <w:rPr>
                <w:bCs/>
              </w:rPr>
              <w:t>Распоряжение Правительства РФ от 23.10.2015 N 2145-р "О программе "Содействие созданию в субъектах Российской Федерации (исходя из прогнозируемой потребности) новых мест в общеобразовательных организациях" на 2016 - 2025 годы";</w:t>
            </w:r>
          </w:p>
          <w:p w:rsidR="003D64E6" w:rsidRPr="0061364F" w:rsidRDefault="003D64E6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4E6" w:rsidRDefault="003D64E6"/>
    <w:sectPr w:rsidR="003D64E6" w:rsidSect="00553C0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ED2"/>
    <w:rsid w:val="00001718"/>
    <w:rsid w:val="00005DAB"/>
    <w:rsid w:val="00012E39"/>
    <w:rsid w:val="000219ED"/>
    <w:rsid w:val="00027786"/>
    <w:rsid w:val="00031E9E"/>
    <w:rsid w:val="000606FC"/>
    <w:rsid w:val="0006080B"/>
    <w:rsid w:val="00066DEF"/>
    <w:rsid w:val="00067B91"/>
    <w:rsid w:val="000907E0"/>
    <w:rsid w:val="000B0668"/>
    <w:rsid w:val="000C06AD"/>
    <w:rsid w:val="000C6AD7"/>
    <w:rsid w:val="000D676B"/>
    <w:rsid w:val="000D6FD6"/>
    <w:rsid w:val="000E24C8"/>
    <w:rsid w:val="000E62F3"/>
    <w:rsid w:val="00101870"/>
    <w:rsid w:val="00126E45"/>
    <w:rsid w:val="001374C5"/>
    <w:rsid w:val="00157D40"/>
    <w:rsid w:val="00173BD8"/>
    <w:rsid w:val="00193F51"/>
    <w:rsid w:val="00197C6D"/>
    <w:rsid w:val="001B068C"/>
    <w:rsid w:val="001C0968"/>
    <w:rsid w:val="001C5695"/>
    <w:rsid w:val="0020696B"/>
    <w:rsid w:val="00217DB1"/>
    <w:rsid w:val="00233892"/>
    <w:rsid w:val="00261019"/>
    <w:rsid w:val="00277449"/>
    <w:rsid w:val="002A2B6E"/>
    <w:rsid w:val="002A4C5E"/>
    <w:rsid w:val="002B1A15"/>
    <w:rsid w:val="002B526B"/>
    <w:rsid w:val="002D1B71"/>
    <w:rsid w:val="002E16FF"/>
    <w:rsid w:val="002E1E98"/>
    <w:rsid w:val="002F0F13"/>
    <w:rsid w:val="002F4F01"/>
    <w:rsid w:val="002F6536"/>
    <w:rsid w:val="0030276D"/>
    <w:rsid w:val="00315DB5"/>
    <w:rsid w:val="00323A47"/>
    <w:rsid w:val="0033211C"/>
    <w:rsid w:val="0033304C"/>
    <w:rsid w:val="00360755"/>
    <w:rsid w:val="00383B85"/>
    <w:rsid w:val="003856B7"/>
    <w:rsid w:val="003A1171"/>
    <w:rsid w:val="003D432D"/>
    <w:rsid w:val="003D64E6"/>
    <w:rsid w:val="003E1D65"/>
    <w:rsid w:val="003F0FC7"/>
    <w:rsid w:val="003F1B9F"/>
    <w:rsid w:val="004003C3"/>
    <w:rsid w:val="0040617B"/>
    <w:rsid w:val="0040713B"/>
    <w:rsid w:val="00413E83"/>
    <w:rsid w:val="00424232"/>
    <w:rsid w:val="0044512C"/>
    <w:rsid w:val="0046241C"/>
    <w:rsid w:val="00477A03"/>
    <w:rsid w:val="0049163D"/>
    <w:rsid w:val="004A3D80"/>
    <w:rsid w:val="004B6955"/>
    <w:rsid w:val="004B6D94"/>
    <w:rsid w:val="004D7F64"/>
    <w:rsid w:val="004F1983"/>
    <w:rsid w:val="0051118D"/>
    <w:rsid w:val="00513D33"/>
    <w:rsid w:val="00523700"/>
    <w:rsid w:val="00526069"/>
    <w:rsid w:val="00526E4C"/>
    <w:rsid w:val="00553C06"/>
    <w:rsid w:val="00562F10"/>
    <w:rsid w:val="005711C5"/>
    <w:rsid w:val="0057276A"/>
    <w:rsid w:val="00575ED2"/>
    <w:rsid w:val="0057629D"/>
    <w:rsid w:val="00594167"/>
    <w:rsid w:val="005A3DCE"/>
    <w:rsid w:val="005F1547"/>
    <w:rsid w:val="005F30AA"/>
    <w:rsid w:val="0061364F"/>
    <w:rsid w:val="00613D13"/>
    <w:rsid w:val="00623E07"/>
    <w:rsid w:val="00631DD6"/>
    <w:rsid w:val="00667734"/>
    <w:rsid w:val="00674DB4"/>
    <w:rsid w:val="0068232F"/>
    <w:rsid w:val="006904B1"/>
    <w:rsid w:val="00694C21"/>
    <w:rsid w:val="00696A9F"/>
    <w:rsid w:val="006A6665"/>
    <w:rsid w:val="006E168D"/>
    <w:rsid w:val="006F05DF"/>
    <w:rsid w:val="007075C2"/>
    <w:rsid w:val="0075442D"/>
    <w:rsid w:val="0077607D"/>
    <w:rsid w:val="007820E8"/>
    <w:rsid w:val="00787B23"/>
    <w:rsid w:val="00797D72"/>
    <w:rsid w:val="007C06CD"/>
    <w:rsid w:val="007C4D5A"/>
    <w:rsid w:val="007D176B"/>
    <w:rsid w:val="007D694A"/>
    <w:rsid w:val="007D744A"/>
    <w:rsid w:val="00807B63"/>
    <w:rsid w:val="00824C1C"/>
    <w:rsid w:val="00826A35"/>
    <w:rsid w:val="008414E1"/>
    <w:rsid w:val="00846DB8"/>
    <w:rsid w:val="0085777F"/>
    <w:rsid w:val="008807D5"/>
    <w:rsid w:val="00881FDA"/>
    <w:rsid w:val="008913AE"/>
    <w:rsid w:val="008A4DA5"/>
    <w:rsid w:val="008D4964"/>
    <w:rsid w:val="008D5983"/>
    <w:rsid w:val="00902307"/>
    <w:rsid w:val="00907668"/>
    <w:rsid w:val="00932F8E"/>
    <w:rsid w:val="00940CAC"/>
    <w:rsid w:val="00942BDB"/>
    <w:rsid w:val="00943BAB"/>
    <w:rsid w:val="009614A6"/>
    <w:rsid w:val="00962FB8"/>
    <w:rsid w:val="009703E7"/>
    <w:rsid w:val="00980C9C"/>
    <w:rsid w:val="009A09C2"/>
    <w:rsid w:val="009A793C"/>
    <w:rsid w:val="009B5A6C"/>
    <w:rsid w:val="009F30F5"/>
    <w:rsid w:val="00A1693F"/>
    <w:rsid w:val="00A35BD7"/>
    <w:rsid w:val="00A6274C"/>
    <w:rsid w:val="00A6678B"/>
    <w:rsid w:val="00A75201"/>
    <w:rsid w:val="00A76120"/>
    <w:rsid w:val="00A9378E"/>
    <w:rsid w:val="00AA4BD1"/>
    <w:rsid w:val="00AB15A9"/>
    <w:rsid w:val="00AE29B0"/>
    <w:rsid w:val="00AE533E"/>
    <w:rsid w:val="00B1360E"/>
    <w:rsid w:val="00B15C18"/>
    <w:rsid w:val="00B21A4B"/>
    <w:rsid w:val="00B52700"/>
    <w:rsid w:val="00B56C00"/>
    <w:rsid w:val="00B925E5"/>
    <w:rsid w:val="00BC6928"/>
    <w:rsid w:val="00BD4394"/>
    <w:rsid w:val="00BD5CE9"/>
    <w:rsid w:val="00BE00BF"/>
    <w:rsid w:val="00BE2354"/>
    <w:rsid w:val="00BF4179"/>
    <w:rsid w:val="00C02A65"/>
    <w:rsid w:val="00C160FE"/>
    <w:rsid w:val="00C33359"/>
    <w:rsid w:val="00C46469"/>
    <w:rsid w:val="00C56500"/>
    <w:rsid w:val="00C61A57"/>
    <w:rsid w:val="00C63425"/>
    <w:rsid w:val="00C63DEC"/>
    <w:rsid w:val="00C75186"/>
    <w:rsid w:val="00C83410"/>
    <w:rsid w:val="00C921B3"/>
    <w:rsid w:val="00C96833"/>
    <w:rsid w:val="00CA6EFC"/>
    <w:rsid w:val="00CC4B89"/>
    <w:rsid w:val="00CC658E"/>
    <w:rsid w:val="00CF5105"/>
    <w:rsid w:val="00D0308C"/>
    <w:rsid w:val="00D306A4"/>
    <w:rsid w:val="00D32591"/>
    <w:rsid w:val="00D365A3"/>
    <w:rsid w:val="00D532A0"/>
    <w:rsid w:val="00D61FDB"/>
    <w:rsid w:val="00D77EAB"/>
    <w:rsid w:val="00D95AB0"/>
    <w:rsid w:val="00DB4133"/>
    <w:rsid w:val="00DD01C9"/>
    <w:rsid w:val="00DF0F7E"/>
    <w:rsid w:val="00E024A2"/>
    <w:rsid w:val="00E20E7E"/>
    <w:rsid w:val="00E26941"/>
    <w:rsid w:val="00E456AD"/>
    <w:rsid w:val="00E537A1"/>
    <w:rsid w:val="00E556E4"/>
    <w:rsid w:val="00E66414"/>
    <w:rsid w:val="00E7749D"/>
    <w:rsid w:val="00EC74C3"/>
    <w:rsid w:val="00EE01C5"/>
    <w:rsid w:val="00EE102B"/>
    <w:rsid w:val="00EF4205"/>
    <w:rsid w:val="00F04670"/>
    <w:rsid w:val="00F07723"/>
    <w:rsid w:val="00F56A59"/>
    <w:rsid w:val="00F636B2"/>
    <w:rsid w:val="00F64B3C"/>
    <w:rsid w:val="00F76464"/>
    <w:rsid w:val="00F85967"/>
    <w:rsid w:val="00FC1CB7"/>
    <w:rsid w:val="00FD46FF"/>
    <w:rsid w:val="00FE3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E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5E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A3D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3DC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17</Pages>
  <Words>3728</Words>
  <Characters>21251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RePack by Diakov</dc:creator>
  <cp:keywords/>
  <dc:description/>
  <cp:lastModifiedBy>1</cp:lastModifiedBy>
  <cp:revision>2</cp:revision>
  <cp:lastPrinted>2020-09-28T09:15:00Z</cp:lastPrinted>
  <dcterms:created xsi:type="dcterms:W3CDTF">2020-09-28T09:15:00Z</dcterms:created>
  <dcterms:modified xsi:type="dcterms:W3CDTF">2020-09-28T09:15:00Z</dcterms:modified>
</cp:coreProperties>
</file>