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2DDA" w:rsidRDefault="00B12DDA" w:rsidP="00553C06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</w:p>
    <w:p w:rsidR="00B12DDA" w:rsidRDefault="00B12DDA" w:rsidP="00553C06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 1</w:t>
      </w:r>
    </w:p>
    <w:p w:rsidR="00B12DDA" w:rsidRDefault="00B12DDA" w:rsidP="00553C06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муниципальной программе </w:t>
      </w:r>
    </w:p>
    <w:p w:rsidR="00B12DDA" w:rsidRDefault="00B12DDA" w:rsidP="00553C06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«Развитие образования на территории Нижнесергинского</w:t>
      </w:r>
    </w:p>
    <w:p w:rsidR="00B12DDA" w:rsidRDefault="00B12DDA" w:rsidP="00553C06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района на 2021 -2024</w:t>
      </w:r>
      <w:bookmarkStart w:id="0" w:name="P225"/>
      <w:bookmarkEnd w:id="0"/>
      <w:r>
        <w:rPr>
          <w:rFonts w:ascii="Times New Roman" w:hAnsi="Times New Roman" w:cs="Times New Roman"/>
          <w:sz w:val="28"/>
          <w:szCs w:val="28"/>
        </w:rPr>
        <w:t>годы»</w:t>
      </w:r>
    </w:p>
    <w:p w:rsidR="00B12DDA" w:rsidRDefault="00B12DDA" w:rsidP="00575ED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B12DDA" w:rsidRDefault="00B12DDA" w:rsidP="00575ED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B12DDA" w:rsidRPr="00A35BD7" w:rsidRDefault="00B12DDA" w:rsidP="00575ED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A35BD7">
        <w:rPr>
          <w:rFonts w:ascii="Times New Roman" w:hAnsi="Times New Roman" w:cs="Times New Roman"/>
          <w:sz w:val="28"/>
          <w:szCs w:val="28"/>
        </w:rPr>
        <w:t>ЦЕЛИ, ЗАДАЧИ И ЦЕЛЕВЫЕ ПОКАЗАТЕЛИ</w:t>
      </w:r>
    </w:p>
    <w:p w:rsidR="00B12DDA" w:rsidRPr="00A35BD7" w:rsidRDefault="00B12DDA" w:rsidP="00575ED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A35BD7">
        <w:rPr>
          <w:rFonts w:ascii="Times New Roman" w:hAnsi="Times New Roman" w:cs="Times New Roman"/>
          <w:sz w:val="28"/>
          <w:szCs w:val="28"/>
        </w:rPr>
        <w:t>РЕАЛИЗАЦИИ МУНИЦИПАЛЬНОЙ ПРОГРАММЫ</w:t>
      </w:r>
    </w:p>
    <w:p w:rsidR="00B12DDA" w:rsidRDefault="00B12DDA" w:rsidP="00575ED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4A3D80">
        <w:rPr>
          <w:rFonts w:ascii="Times New Roman" w:hAnsi="Times New Roman" w:cs="Times New Roman"/>
          <w:sz w:val="28"/>
          <w:szCs w:val="28"/>
        </w:rPr>
        <w:t>«РАЗВИТИЕ ОБРАЗОВАНИЯ НА ТЕРРИТОРИИ НИЖНЕСЕРГИНСКОГО МУНИЦИПАЛЬНОГО РАЙОНА</w:t>
      </w:r>
    </w:p>
    <w:p w:rsidR="00B12DDA" w:rsidRPr="00A35BD7" w:rsidRDefault="00B12DDA" w:rsidP="00575ED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НА 2021-2024</w:t>
      </w:r>
      <w:r w:rsidRPr="004A3D80">
        <w:rPr>
          <w:rFonts w:ascii="Times New Roman" w:hAnsi="Times New Roman" w:cs="Times New Roman"/>
          <w:sz w:val="28"/>
          <w:szCs w:val="28"/>
        </w:rPr>
        <w:t xml:space="preserve"> ГОДЫ»</w:t>
      </w:r>
    </w:p>
    <w:p w:rsidR="00B12DDA" w:rsidRPr="00A35BD7" w:rsidRDefault="00B12DDA" w:rsidP="00575ED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44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61"/>
        <w:gridCol w:w="3612"/>
        <w:gridCol w:w="1276"/>
        <w:gridCol w:w="1276"/>
        <w:gridCol w:w="1275"/>
        <w:gridCol w:w="1276"/>
        <w:gridCol w:w="1134"/>
        <w:gridCol w:w="142"/>
        <w:gridCol w:w="7"/>
        <w:gridCol w:w="3822"/>
        <w:gridCol w:w="17"/>
        <w:gridCol w:w="9"/>
      </w:tblGrid>
      <w:tr w:rsidR="00B12DDA" w:rsidRPr="00A35BD7" w:rsidTr="00827634">
        <w:tc>
          <w:tcPr>
            <w:tcW w:w="561" w:type="dxa"/>
            <w:vMerge w:val="restart"/>
          </w:tcPr>
          <w:p w:rsidR="00B12DDA" w:rsidRPr="0040713B" w:rsidRDefault="00B12DDA" w:rsidP="00943BA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713B">
              <w:rPr>
                <w:rFonts w:ascii="Times New Roman" w:hAnsi="Times New Roman" w:cs="Times New Roman"/>
                <w:sz w:val="24"/>
                <w:szCs w:val="24"/>
              </w:rPr>
              <w:t>№ строки</w:t>
            </w:r>
          </w:p>
        </w:tc>
        <w:tc>
          <w:tcPr>
            <w:tcW w:w="3612" w:type="dxa"/>
            <w:vMerge w:val="restart"/>
          </w:tcPr>
          <w:p w:rsidR="00B12DDA" w:rsidRPr="0040713B" w:rsidRDefault="00B12DDA" w:rsidP="00943BA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713B">
              <w:rPr>
                <w:rFonts w:ascii="Times New Roman" w:hAnsi="Times New Roman" w:cs="Times New Roman"/>
                <w:sz w:val="24"/>
                <w:szCs w:val="24"/>
              </w:rPr>
              <w:t>Наименование цели (целей) и задач, целевых показателей</w:t>
            </w:r>
          </w:p>
        </w:tc>
        <w:tc>
          <w:tcPr>
            <w:tcW w:w="1276" w:type="dxa"/>
            <w:vMerge w:val="restart"/>
          </w:tcPr>
          <w:p w:rsidR="00B12DDA" w:rsidRPr="0040713B" w:rsidRDefault="00B12DDA" w:rsidP="00943BA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713B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5110" w:type="dxa"/>
            <w:gridSpan w:val="6"/>
          </w:tcPr>
          <w:p w:rsidR="00B12DDA" w:rsidRPr="0040713B" w:rsidRDefault="00B12DDA" w:rsidP="00943B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713B">
              <w:rPr>
                <w:rFonts w:ascii="Times New Roman" w:hAnsi="Times New Roman" w:cs="Times New Roman"/>
                <w:sz w:val="24"/>
                <w:szCs w:val="24"/>
              </w:rPr>
              <w:t>Значение целевого показателя реализации муниципальной программы</w:t>
            </w:r>
          </w:p>
        </w:tc>
        <w:tc>
          <w:tcPr>
            <w:tcW w:w="3848" w:type="dxa"/>
            <w:gridSpan w:val="3"/>
          </w:tcPr>
          <w:p w:rsidR="00B12DDA" w:rsidRPr="0040713B" w:rsidRDefault="00B12DDA" w:rsidP="00943BA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713B">
              <w:rPr>
                <w:rFonts w:ascii="Times New Roman" w:hAnsi="Times New Roman" w:cs="Times New Roman"/>
                <w:sz w:val="24"/>
                <w:szCs w:val="24"/>
              </w:rPr>
              <w:t xml:space="preserve">Источник значений показателей </w:t>
            </w:r>
            <w:hyperlink w:anchor="P360" w:history="1">
              <w:r w:rsidRPr="0040713B">
                <w:rPr>
                  <w:rFonts w:ascii="Times New Roman" w:hAnsi="Times New Roman" w:cs="Times New Roman"/>
                  <w:sz w:val="24"/>
                  <w:szCs w:val="24"/>
                </w:rPr>
                <w:t>&lt;**&gt;</w:t>
              </w:r>
            </w:hyperlink>
          </w:p>
        </w:tc>
      </w:tr>
      <w:tr w:rsidR="00B12DDA" w:rsidRPr="00A35BD7" w:rsidTr="00827634">
        <w:trPr>
          <w:gridAfter w:val="1"/>
          <w:wAfter w:w="9" w:type="dxa"/>
        </w:trPr>
        <w:tc>
          <w:tcPr>
            <w:tcW w:w="561" w:type="dxa"/>
            <w:vMerge/>
          </w:tcPr>
          <w:p w:rsidR="00B12DDA" w:rsidRPr="0040713B" w:rsidRDefault="00B12DDA" w:rsidP="00943BAB"/>
        </w:tc>
        <w:tc>
          <w:tcPr>
            <w:tcW w:w="3612" w:type="dxa"/>
            <w:vMerge/>
          </w:tcPr>
          <w:p w:rsidR="00B12DDA" w:rsidRPr="0040713B" w:rsidRDefault="00B12DDA" w:rsidP="00943BAB"/>
        </w:tc>
        <w:tc>
          <w:tcPr>
            <w:tcW w:w="1276" w:type="dxa"/>
            <w:vMerge/>
          </w:tcPr>
          <w:p w:rsidR="00B12DDA" w:rsidRPr="0040713B" w:rsidRDefault="00B12DDA" w:rsidP="00943BAB"/>
        </w:tc>
        <w:tc>
          <w:tcPr>
            <w:tcW w:w="1276" w:type="dxa"/>
          </w:tcPr>
          <w:p w:rsidR="00B12DDA" w:rsidRPr="0040713B" w:rsidRDefault="00B12DDA" w:rsidP="00943BA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1275" w:type="dxa"/>
          </w:tcPr>
          <w:p w:rsidR="00B12DDA" w:rsidRPr="0040713B" w:rsidRDefault="00B12DDA" w:rsidP="00943BA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1276" w:type="dxa"/>
          </w:tcPr>
          <w:p w:rsidR="00B12DDA" w:rsidRPr="0040713B" w:rsidRDefault="00B12DDA" w:rsidP="00943BA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1276" w:type="dxa"/>
            <w:gridSpan w:val="2"/>
          </w:tcPr>
          <w:p w:rsidR="00B12DDA" w:rsidRPr="0040713B" w:rsidRDefault="00B12DDA" w:rsidP="00943BA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3846" w:type="dxa"/>
            <w:gridSpan w:val="3"/>
          </w:tcPr>
          <w:p w:rsidR="00B12DDA" w:rsidRPr="0040713B" w:rsidRDefault="00B12DDA" w:rsidP="00943BAB"/>
        </w:tc>
      </w:tr>
      <w:tr w:rsidR="00B12DDA" w:rsidRPr="00A35BD7" w:rsidTr="00827634">
        <w:trPr>
          <w:gridAfter w:val="1"/>
          <w:wAfter w:w="9" w:type="dxa"/>
        </w:trPr>
        <w:tc>
          <w:tcPr>
            <w:tcW w:w="561" w:type="dxa"/>
          </w:tcPr>
          <w:p w:rsidR="00B12DDA" w:rsidRPr="0040713B" w:rsidRDefault="00B12DDA" w:rsidP="00EC74C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713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12" w:type="dxa"/>
          </w:tcPr>
          <w:p w:rsidR="00B12DDA" w:rsidRPr="0040713B" w:rsidRDefault="00B12DDA" w:rsidP="00943B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713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B12DDA" w:rsidRPr="0040713B" w:rsidRDefault="00B12DDA" w:rsidP="0002778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0713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</w:tcPr>
          <w:p w:rsidR="00B12DDA" w:rsidRPr="0040713B" w:rsidRDefault="00B12DDA" w:rsidP="00126E4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713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5" w:type="dxa"/>
          </w:tcPr>
          <w:p w:rsidR="00B12DDA" w:rsidRPr="0040713B" w:rsidRDefault="00B12DDA" w:rsidP="00126E4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713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6" w:type="dxa"/>
          </w:tcPr>
          <w:p w:rsidR="00B12DDA" w:rsidRPr="0040713B" w:rsidRDefault="00B12DDA" w:rsidP="00126E4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713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  <w:gridSpan w:val="2"/>
          </w:tcPr>
          <w:p w:rsidR="00B12DDA" w:rsidRPr="0040713B" w:rsidRDefault="00B12DDA" w:rsidP="00126E4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713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846" w:type="dxa"/>
            <w:gridSpan w:val="3"/>
          </w:tcPr>
          <w:p w:rsidR="00B12DDA" w:rsidRPr="0040713B" w:rsidRDefault="00B12DDA" w:rsidP="00126E4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713B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B12DDA" w:rsidRPr="00A35BD7" w:rsidTr="00827634">
        <w:tc>
          <w:tcPr>
            <w:tcW w:w="561" w:type="dxa"/>
          </w:tcPr>
          <w:p w:rsidR="00B12DDA" w:rsidRPr="0040713B" w:rsidRDefault="00B12DDA" w:rsidP="00EC74C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713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846" w:type="dxa"/>
            <w:gridSpan w:val="11"/>
          </w:tcPr>
          <w:p w:rsidR="00B12DDA" w:rsidRPr="0040713B" w:rsidRDefault="00B12DDA" w:rsidP="0066773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713B">
              <w:rPr>
                <w:rFonts w:ascii="Times New Roman" w:hAnsi="Times New Roman" w:cs="Times New Roman"/>
                <w:sz w:val="24"/>
                <w:szCs w:val="24"/>
              </w:rPr>
              <w:t>Цель 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 w:rsidRPr="00902307">
              <w:rPr>
                <w:rFonts w:ascii="Times New Roman" w:hAnsi="Times New Roman"/>
                <w:sz w:val="24"/>
                <w:szCs w:val="24"/>
              </w:rPr>
              <w:t xml:space="preserve">Обеспечение государственных гарантий прав граждан на получение общедоступного и бесплатного образования в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муниципальных </w:t>
            </w:r>
            <w:r w:rsidRPr="00902307">
              <w:rPr>
                <w:rFonts w:ascii="Times New Roman" w:hAnsi="Times New Roman"/>
                <w:sz w:val="24"/>
                <w:szCs w:val="24"/>
              </w:rPr>
              <w:t>дошкольных образовательных организациях для детей в возрасте от 2 х м</w:t>
            </w:r>
            <w:r>
              <w:rPr>
                <w:rFonts w:ascii="Times New Roman" w:hAnsi="Times New Roman"/>
                <w:sz w:val="24"/>
                <w:szCs w:val="24"/>
              </w:rPr>
              <w:t>есяцев до 3х лет, от 3 до 7 лет»</w:t>
            </w:r>
          </w:p>
        </w:tc>
      </w:tr>
      <w:tr w:rsidR="00B12DDA" w:rsidRPr="00A35BD7" w:rsidTr="00827634">
        <w:tc>
          <w:tcPr>
            <w:tcW w:w="561" w:type="dxa"/>
          </w:tcPr>
          <w:p w:rsidR="00B12DDA" w:rsidRPr="0040713B" w:rsidRDefault="00B12DDA" w:rsidP="00EC74C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713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846" w:type="dxa"/>
            <w:gridSpan w:val="11"/>
          </w:tcPr>
          <w:p w:rsidR="00B12DDA" w:rsidRPr="0040713B" w:rsidRDefault="00B12DDA" w:rsidP="0066773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713B">
              <w:rPr>
                <w:rFonts w:ascii="Times New Roman" w:hAnsi="Times New Roman" w:cs="Times New Roman"/>
                <w:sz w:val="24"/>
                <w:szCs w:val="24"/>
              </w:rPr>
              <w:t>Задача 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193F51">
              <w:rPr>
                <w:rFonts w:ascii="Times New Roman" w:hAnsi="Times New Roman" w:cs="Times New Roman"/>
                <w:sz w:val="24"/>
                <w:szCs w:val="24"/>
              </w:rPr>
              <w:t>Организация предоставления общедоступного и бесплатного дошкольного образования в муниципальных дошкольн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ых образовательных организациях»</w:t>
            </w:r>
          </w:p>
        </w:tc>
      </w:tr>
      <w:tr w:rsidR="00B12DDA" w:rsidRPr="00A35BD7" w:rsidTr="00827634">
        <w:trPr>
          <w:gridAfter w:val="1"/>
          <w:wAfter w:w="9" w:type="dxa"/>
        </w:trPr>
        <w:tc>
          <w:tcPr>
            <w:tcW w:w="561" w:type="dxa"/>
          </w:tcPr>
          <w:p w:rsidR="00B12DDA" w:rsidRPr="0040713B" w:rsidRDefault="00B12DDA" w:rsidP="00EC74C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713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612" w:type="dxa"/>
          </w:tcPr>
          <w:p w:rsidR="00B12DDA" w:rsidRDefault="00B12DDA" w:rsidP="0082763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Целевой показатель 1.</w:t>
            </w:r>
          </w:p>
          <w:p w:rsidR="00B12DDA" w:rsidRPr="0040713B" w:rsidRDefault="00B12DDA" w:rsidP="0082763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3F51">
              <w:rPr>
                <w:rFonts w:ascii="Times New Roman" w:hAnsi="Times New Roman" w:cs="Times New Roman"/>
                <w:sz w:val="24"/>
                <w:szCs w:val="24"/>
              </w:rPr>
              <w:t>Обеспеченность доступности дошкольного образования для детей в возрасте от 3 до 7 лет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76" w:type="dxa"/>
          </w:tcPr>
          <w:p w:rsidR="00B12DDA" w:rsidRPr="002E1E98" w:rsidRDefault="00B12DDA" w:rsidP="002E1E9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1276" w:type="dxa"/>
          </w:tcPr>
          <w:p w:rsidR="00B12DDA" w:rsidRPr="0040713B" w:rsidRDefault="00B12DDA" w:rsidP="002E1E9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275" w:type="dxa"/>
          </w:tcPr>
          <w:p w:rsidR="00B12DDA" w:rsidRPr="0040713B" w:rsidRDefault="00B12DDA" w:rsidP="002E1E9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276" w:type="dxa"/>
          </w:tcPr>
          <w:p w:rsidR="00B12DDA" w:rsidRPr="0040713B" w:rsidRDefault="00B12DDA" w:rsidP="002E1E9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276" w:type="dxa"/>
            <w:gridSpan w:val="2"/>
          </w:tcPr>
          <w:p w:rsidR="00B12DDA" w:rsidRPr="0040713B" w:rsidRDefault="00B12DDA" w:rsidP="00126E45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3846" w:type="dxa"/>
            <w:gridSpan w:val="3"/>
          </w:tcPr>
          <w:p w:rsidR="00B12DDA" w:rsidRPr="00E537A1" w:rsidRDefault="00B12DDA" w:rsidP="008D4CA2">
            <w:pPr>
              <w:jc w:val="both"/>
              <w:rPr>
                <w:rFonts w:ascii="Liberation Serif" w:hAnsi="Liberation Serif" w:cs="Liberation Serif"/>
                <w:color w:val="000000"/>
              </w:rPr>
            </w:pPr>
            <w:r w:rsidRPr="00E537A1">
              <w:rPr>
                <w:rFonts w:ascii="Liberation Serif" w:hAnsi="Liberation Serif" w:cs="Liberation Serif"/>
                <w:color w:val="000000"/>
              </w:rPr>
              <w:t>Федеральный</w:t>
            </w:r>
            <w:r>
              <w:rPr>
                <w:rFonts w:ascii="Liberation Serif" w:hAnsi="Liberation Serif" w:cs="Liberation Serif"/>
                <w:color w:val="000000"/>
              </w:rPr>
              <w:t xml:space="preserve"> закон                        </w:t>
            </w:r>
            <w:r w:rsidRPr="00E537A1">
              <w:rPr>
                <w:rFonts w:ascii="Liberation Serif" w:hAnsi="Liberation Serif" w:cs="Liberation Serif"/>
                <w:color w:val="000000"/>
              </w:rPr>
              <w:t xml:space="preserve"> от 29.12.2012№273-ФЗ                          «Об образовании в Российской Федерации»;</w:t>
            </w:r>
          </w:p>
          <w:p w:rsidR="00B12DDA" w:rsidRPr="0040713B" w:rsidRDefault="00B12DDA" w:rsidP="008D4CA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Указ </w:t>
            </w:r>
            <w:r w:rsidRPr="00667734">
              <w:rPr>
                <w:rFonts w:ascii="Times New Roman" w:hAnsi="Times New Roman" w:cs="Times New Roman"/>
                <w:sz w:val="24"/>
                <w:szCs w:val="24"/>
              </w:rPr>
              <w:t>Президента Российской Федерации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от 07.05.2012 № 599               «О мерах по </w:t>
            </w:r>
            <w:r w:rsidRPr="00667734">
              <w:rPr>
                <w:rFonts w:ascii="Times New Roman" w:hAnsi="Times New Roman" w:cs="Times New Roman"/>
                <w:sz w:val="24"/>
                <w:szCs w:val="24"/>
              </w:rPr>
              <w:t>реализации государственной политики в области образования и науки»</w:t>
            </w:r>
          </w:p>
        </w:tc>
      </w:tr>
      <w:tr w:rsidR="00B12DDA" w:rsidRPr="00A35BD7" w:rsidTr="00827634">
        <w:trPr>
          <w:gridAfter w:val="1"/>
          <w:wAfter w:w="9" w:type="dxa"/>
        </w:trPr>
        <w:tc>
          <w:tcPr>
            <w:tcW w:w="561" w:type="dxa"/>
          </w:tcPr>
          <w:p w:rsidR="00B12DDA" w:rsidRPr="0040713B" w:rsidRDefault="00B12DDA" w:rsidP="00126E4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713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612" w:type="dxa"/>
          </w:tcPr>
          <w:p w:rsidR="00B12DDA" w:rsidRDefault="00B12DDA" w:rsidP="00126E4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Целевой показатель 2.</w:t>
            </w:r>
          </w:p>
          <w:p w:rsidR="00B12DDA" w:rsidRPr="0040713B" w:rsidRDefault="00B12DDA" w:rsidP="0082763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2354">
              <w:rPr>
                <w:rFonts w:ascii="Times New Roman" w:hAnsi="Times New Roman" w:cs="Times New Roman"/>
                <w:sz w:val="24"/>
                <w:szCs w:val="24"/>
              </w:rPr>
              <w:t>Соотношение среднемесячной заработной платы педагогических работников муниципальных дошкольных образовательных организаций к среднемесячной заработной плате в общем обра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зовании в Свердловской области. </w:t>
            </w:r>
          </w:p>
        </w:tc>
        <w:tc>
          <w:tcPr>
            <w:tcW w:w="1276" w:type="dxa"/>
          </w:tcPr>
          <w:p w:rsidR="00B12DDA" w:rsidRPr="0040713B" w:rsidRDefault="00B12DDA" w:rsidP="00126E45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1276" w:type="dxa"/>
          </w:tcPr>
          <w:p w:rsidR="00B12DDA" w:rsidRPr="0040713B" w:rsidRDefault="00B12DDA" w:rsidP="00126E45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275" w:type="dxa"/>
          </w:tcPr>
          <w:p w:rsidR="00B12DDA" w:rsidRPr="0040713B" w:rsidRDefault="00B12DDA" w:rsidP="00126E45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276" w:type="dxa"/>
          </w:tcPr>
          <w:p w:rsidR="00B12DDA" w:rsidRPr="00EF4205" w:rsidRDefault="00B12DDA" w:rsidP="00126E45">
            <w:r w:rsidRPr="00EF4205">
              <w:t>100,0</w:t>
            </w:r>
          </w:p>
        </w:tc>
        <w:tc>
          <w:tcPr>
            <w:tcW w:w="1276" w:type="dxa"/>
            <w:gridSpan w:val="2"/>
          </w:tcPr>
          <w:p w:rsidR="00B12DDA" w:rsidRDefault="00B12DDA" w:rsidP="00126E45">
            <w:r w:rsidRPr="00EF4205">
              <w:t>100,0</w:t>
            </w:r>
          </w:p>
        </w:tc>
        <w:tc>
          <w:tcPr>
            <w:tcW w:w="3846" w:type="dxa"/>
            <w:gridSpan w:val="3"/>
          </w:tcPr>
          <w:p w:rsidR="00B12DDA" w:rsidRPr="00126E45" w:rsidRDefault="00B12DDA" w:rsidP="008D4CA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Указ Президента </w:t>
            </w:r>
            <w:r w:rsidRPr="00126E45">
              <w:rPr>
                <w:rFonts w:ascii="Times New Roman" w:hAnsi="Times New Roman" w:cs="Times New Roman"/>
                <w:sz w:val="24"/>
                <w:szCs w:val="24"/>
              </w:rPr>
              <w:t>Российской</w:t>
            </w:r>
          </w:p>
          <w:p w:rsidR="00B12DDA" w:rsidRPr="0040713B" w:rsidRDefault="00B12DDA" w:rsidP="008D4CA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Федерации от 7 мая </w:t>
            </w:r>
            <w:r w:rsidRPr="00126E45">
              <w:rPr>
                <w:rFonts w:ascii="Times New Roman" w:hAnsi="Times New Roman" w:cs="Times New Roman"/>
                <w:sz w:val="24"/>
                <w:szCs w:val="24"/>
              </w:rPr>
              <w:t>2018 года N 204 "О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26E45">
              <w:rPr>
                <w:rFonts w:ascii="Times New Roman" w:hAnsi="Times New Roman" w:cs="Times New Roman"/>
                <w:sz w:val="24"/>
                <w:szCs w:val="24"/>
              </w:rPr>
              <w:t>национальных целях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стратегических задачах развития </w:t>
            </w:r>
            <w:r w:rsidRPr="00126E45">
              <w:rPr>
                <w:rFonts w:ascii="Times New Roman" w:hAnsi="Times New Roman" w:cs="Times New Roman"/>
                <w:sz w:val="24"/>
                <w:szCs w:val="24"/>
              </w:rPr>
              <w:t>Российской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Федерации на период </w:t>
            </w:r>
            <w:r w:rsidRPr="00126E45">
              <w:rPr>
                <w:rFonts w:ascii="Times New Roman" w:hAnsi="Times New Roman" w:cs="Times New Roman"/>
                <w:sz w:val="24"/>
                <w:szCs w:val="24"/>
              </w:rPr>
              <w:t>до 2024 года"</w:t>
            </w:r>
          </w:p>
        </w:tc>
      </w:tr>
      <w:tr w:rsidR="00B12DDA" w:rsidRPr="00A35BD7" w:rsidTr="00827634">
        <w:tc>
          <w:tcPr>
            <w:tcW w:w="561" w:type="dxa"/>
          </w:tcPr>
          <w:p w:rsidR="00B12DDA" w:rsidRPr="0040713B" w:rsidRDefault="00B12DDA" w:rsidP="00943B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40713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3846" w:type="dxa"/>
            <w:gridSpan w:val="11"/>
          </w:tcPr>
          <w:p w:rsidR="00B12DDA" w:rsidRPr="0040713B" w:rsidRDefault="00B12DDA" w:rsidP="00943BA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713B">
              <w:rPr>
                <w:rFonts w:ascii="Times New Roman" w:hAnsi="Times New Roman" w:cs="Times New Roman"/>
                <w:sz w:val="24"/>
                <w:szCs w:val="24"/>
              </w:rPr>
              <w:t>Задача 2</w:t>
            </w:r>
            <w:r w:rsidRPr="00BE2354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BE2354">
              <w:rPr>
                <w:rFonts w:ascii="Times New Roman" w:hAnsi="Times New Roman" w:cs="Times New Roman"/>
                <w:sz w:val="24"/>
                <w:szCs w:val="24"/>
              </w:rPr>
              <w:t>Обеспечение условий для воспитания и обучения детей-инвалидов дошкольного возраста, проживающих на территории Нижнесергинского муниципального района, на дому, в дошкольных образовательных организациях"</w:t>
            </w:r>
          </w:p>
        </w:tc>
      </w:tr>
      <w:tr w:rsidR="00B12DDA" w:rsidRPr="00A35BD7" w:rsidTr="00827634">
        <w:trPr>
          <w:gridAfter w:val="1"/>
          <w:wAfter w:w="9" w:type="dxa"/>
        </w:trPr>
        <w:tc>
          <w:tcPr>
            <w:tcW w:w="561" w:type="dxa"/>
          </w:tcPr>
          <w:p w:rsidR="00B12DDA" w:rsidRPr="0040713B" w:rsidRDefault="00B12DDA" w:rsidP="00AA4BD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40713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612" w:type="dxa"/>
          </w:tcPr>
          <w:p w:rsidR="00B12DDA" w:rsidRDefault="00B12DDA" w:rsidP="0082763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713B">
              <w:rPr>
                <w:rFonts w:ascii="Times New Roman" w:hAnsi="Times New Roman" w:cs="Times New Roman"/>
                <w:sz w:val="24"/>
                <w:szCs w:val="24"/>
              </w:rPr>
              <w:t>Целевой показатель 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B12DDA" w:rsidRPr="0040713B" w:rsidRDefault="00B12DDA" w:rsidP="0082763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2354">
              <w:rPr>
                <w:rFonts w:ascii="Times New Roman" w:hAnsi="Times New Roman" w:cs="Times New Roman"/>
                <w:sz w:val="24"/>
                <w:szCs w:val="24"/>
              </w:rPr>
              <w:t xml:space="preserve"> Охват детей - инвалидов дошкольного возраста, проживающих на территории Нижнесергинского муниципального района, обучением на дому, в дошкольных образовательных организациях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76" w:type="dxa"/>
          </w:tcPr>
          <w:p w:rsidR="00B12DDA" w:rsidRPr="0040713B" w:rsidRDefault="00B12DDA" w:rsidP="00AA4BD1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1276" w:type="dxa"/>
          </w:tcPr>
          <w:p w:rsidR="00B12DDA" w:rsidRPr="00526069" w:rsidRDefault="00B12DDA" w:rsidP="00AA4BD1">
            <w:r w:rsidRPr="00526069">
              <w:t>100,0</w:t>
            </w:r>
          </w:p>
        </w:tc>
        <w:tc>
          <w:tcPr>
            <w:tcW w:w="1275" w:type="dxa"/>
          </w:tcPr>
          <w:p w:rsidR="00B12DDA" w:rsidRPr="00526069" w:rsidRDefault="00B12DDA" w:rsidP="00AA4BD1">
            <w:r w:rsidRPr="00526069">
              <w:t>100,0</w:t>
            </w:r>
          </w:p>
        </w:tc>
        <w:tc>
          <w:tcPr>
            <w:tcW w:w="1276" w:type="dxa"/>
          </w:tcPr>
          <w:p w:rsidR="00B12DDA" w:rsidRPr="00526069" w:rsidRDefault="00B12DDA" w:rsidP="00AA4BD1">
            <w:r w:rsidRPr="00526069">
              <w:t>100,0</w:t>
            </w:r>
          </w:p>
        </w:tc>
        <w:tc>
          <w:tcPr>
            <w:tcW w:w="1276" w:type="dxa"/>
            <w:gridSpan w:val="2"/>
          </w:tcPr>
          <w:p w:rsidR="00B12DDA" w:rsidRDefault="00B12DDA" w:rsidP="00AA4BD1">
            <w:r w:rsidRPr="00526069">
              <w:t>100,0</w:t>
            </w:r>
          </w:p>
        </w:tc>
        <w:tc>
          <w:tcPr>
            <w:tcW w:w="3846" w:type="dxa"/>
            <w:gridSpan w:val="3"/>
          </w:tcPr>
          <w:p w:rsidR="00B12DDA" w:rsidRPr="0040713B" w:rsidRDefault="00B12DDA" w:rsidP="00AA4BD1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6469">
              <w:rPr>
                <w:rFonts w:ascii="Times New Roman" w:hAnsi="Times New Roman" w:cs="Times New Roman"/>
                <w:sz w:val="24"/>
                <w:szCs w:val="24"/>
              </w:rPr>
              <w:t>Указ Президента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46469">
              <w:rPr>
                <w:rFonts w:ascii="Times New Roman" w:hAnsi="Times New Roman" w:cs="Times New Roman"/>
                <w:sz w:val="24"/>
                <w:szCs w:val="24"/>
              </w:rPr>
              <w:t>Российской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46469">
              <w:rPr>
                <w:rFonts w:ascii="Times New Roman" w:hAnsi="Times New Roman" w:cs="Times New Roman"/>
                <w:sz w:val="24"/>
                <w:szCs w:val="24"/>
              </w:rPr>
              <w:t>Федерации от 7 мая2012 года N 599 "О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46469">
              <w:rPr>
                <w:rFonts w:ascii="Times New Roman" w:hAnsi="Times New Roman" w:cs="Times New Roman"/>
                <w:sz w:val="24"/>
                <w:szCs w:val="24"/>
              </w:rPr>
              <w:t>мерах по реализации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46469">
              <w:rPr>
                <w:rFonts w:ascii="Times New Roman" w:hAnsi="Times New Roman" w:cs="Times New Roman"/>
                <w:sz w:val="24"/>
                <w:szCs w:val="24"/>
              </w:rPr>
              <w:t>государственной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46469">
              <w:rPr>
                <w:rFonts w:ascii="Times New Roman" w:hAnsi="Times New Roman" w:cs="Times New Roman"/>
                <w:sz w:val="24"/>
                <w:szCs w:val="24"/>
              </w:rPr>
              <w:t>политики в области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46469">
              <w:rPr>
                <w:rFonts w:ascii="Times New Roman" w:hAnsi="Times New Roman" w:cs="Times New Roman"/>
                <w:sz w:val="24"/>
                <w:szCs w:val="24"/>
              </w:rPr>
              <w:t xml:space="preserve">образования и науки" </w:t>
            </w:r>
          </w:p>
        </w:tc>
      </w:tr>
      <w:tr w:rsidR="00B12DDA" w:rsidRPr="00A35BD7" w:rsidTr="00827634">
        <w:trPr>
          <w:gridAfter w:val="1"/>
          <w:wAfter w:w="9" w:type="dxa"/>
        </w:trPr>
        <w:tc>
          <w:tcPr>
            <w:tcW w:w="561" w:type="dxa"/>
          </w:tcPr>
          <w:p w:rsidR="00B12DDA" w:rsidRPr="0040713B" w:rsidRDefault="00B12DDA" w:rsidP="0000171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40713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612" w:type="dxa"/>
          </w:tcPr>
          <w:p w:rsidR="00B12DDA" w:rsidRPr="00B52700" w:rsidRDefault="00B12DDA" w:rsidP="0000171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52700">
              <w:rPr>
                <w:rFonts w:ascii="Times New Roman" w:hAnsi="Times New Roman" w:cs="Times New Roman"/>
                <w:sz w:val="24"/>
                <w:szCs w:val="24"/>
              </w:rPr>
              <w:t>Целевой показатель 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B12DDA" w:rsidRPr="00B52700" w:rsidRDefault="00B12DDA" w:rsidP="0082763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2700">
              <w:rPr>
                <w:rFonts w:ascii="Times New Roman" w:hAnsi="Times New Roman" w:cs="Times New Roman"/>
                <w:sz w:val="24"/>
                <w:szCs w:val="24"/>
              </w:rPr>
              <w:t xml:space="preserve">Доля дошкольных образовательных организаций, в которых проведены мероприятия по созданию универсальной </w:t>
            </w:r>
          </w:p>
          <w:p w:rsidR="00B12DDA" w:rsidRPr="0040713B" w:rsidRDefault="00B12DDA" w:rsidP="0082763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2700">
              <w:rPr>
                <w:rFonts w:ascii="Times New Roman" w:hAnsi="Times New Roman" w:cs="Times New Roman"/>
                <w:sz w:val="24"/>
                <w:szCs w:val="24"/>
              </w:rPr>
              <w:t>безбарьерной среды для инклюзивного образования детей- инвалидов, в общем количестве дошкольных образовательных организаций.</w:t>
            </w:r>
          </w:p>
        </w:tc>
        <w:tc>
          <w:tcPr>
            <w:tcW w:w="1276" w:type="dxa"/>
          </w:tcPr>
          <w:p w:rsidR="00B12DDA" w:rsidRPr="0040713B" w:rsidRDefault="00B12DDA" w:rsidP="0000171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1276" w:type="dxa"/>
          </w:tcPr>
          <w:p w:rsidR="00B12DDA" w:rsidRPr="00CA6EFC" w:rsidRDefault="00B12DDA" w:rsidP="00001718">
            <w:r>
              <w:t>20,0</w:t>
            </w:r>
          </w:p>
        </w:tc>
        <w:tc>
          <w:tcPr>
            <w:tcW w:w="1275" w:type="dxa"/>
          </w:tcPr>
          <w:p w:rsidR="00B12DDA" w:rsidRPr="00CA6EFC" w:rsidRDefault="00B12DDA" w:rsidP="00001718">
            <w:r>
              <w:t>20,0</w:t>
            </w:r>
          </w:p>
        </w:tc>
        <w:tc>
          <w:tcPr>
            <w:tcW w:w="1276" w:type="dxa"/>
          </w:tcPr>
          <w:p w:rsidR="00B12DDA" w:rsidRPr="00CA6EFC" w:rsidRDefault="00B12DDA" w:rsidP="00001718">
            <w:r>
              <w:t>20,0</w:t>
            </w:r>
          </w:p>
        </w:tc>
        <w:tc>
          <w:tcPr>
            <w:tcW w:w="1276" w:type="dxa"/>
            <w:gridSpan w:val="2"/>
          </w:tcPr>
          <w:p w:rsidR="00B12DDA" w:rsidRDefault="00B12DDA" w:rsidP="00001718">
            <w:r>
              <w:t>20,5</w:t>
            </w:r>
          </w:p>
        </w:tc>
        <w:tc>
          <w:tcPr>
            <w:tcW w:w="3846" w:type="dxa"/>
            <w:gridSpan w:val="3"/>
          </w:tcPr>
          <w:p w:rsidR="00B12DDA" w:rsidRDefault="00B12DDA" w:rsidP="0000171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Постановление </w:t>
            </w:r>
            <w:r w:rsidRPr="0033211C">
              <w:rPr>
                <w:rFonts w:ascii="Times New Roman" w:hAnsi="Times New Roman" w:cs="Times New Roman"/>
                <w:sz w:val="24"/>
                <w:szCs w:val="24"/>
              </w:rPr>
              <w:t>Правительства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3211C">
              <w:rPr>
                <w:rFonts w:ascii="Times New Roman" w:hAnsi="Times New Roman" w:cs="Times New Roman"/>
                <w:sz w:val="24"/>
                <w:szCs w:val="24"/>
              </w:rPr>
              <w:t>Российской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3211C">
              <w:rPr>
                <w:rFonts w:ascii="Times New Roman" w:hAnsi="Times New Roman" w:cs="Times New Roman"/>
                <w:sz w:val="24"/>
                <w:szCs w:val="24"/>
              </w:rPr>
              <w:t>Федерации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3211C">
              <w:rPr>
                <w:rFonts w:ascii="Times New Roman" w:hAnsi="Times New Roman" w:cs="Times New Roman"/>
                <w:sz w:val="24"/>
                <w:szCs w:val="24"/>
              </w:rPr>
              <w:t>от 29.03.2019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№ 363 </w:t>
            </w:r>
            <w:r w:rsidRPr="0033211C">
              <w:rPr>
                <w:rFonts w:ascii="Times New Roman" w:hAnsi="Times New Roman" w:cs="Times New Roman"/>
                <w:sz w:val="24"/>
                <w:szCs w:val="24"/>
              </w:rPr>
              <w:t>«Об утверждении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3211C">
              <w:rPr>
                <w:rFonts w:ascii="Times New Roman" w:hAnsi="Times New Roman" w:cs="Times New Roman"/>
                <w:sz w:val="24"/>
                <w:szCs w:val="24"/>
              </w:rPr>
              <w:t>государственной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3211C">
              <w:rPr>
                <w:rFonts w:ascii="Times New Roman" w:hAnsi="Times New Roman" w:cs="Times New Roman"/>
                <w:sz w:val="24"/>
                <w:szCs w:val="24"/>
              </w:rPr>
              <w:t>программы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Российской </w:t>
            </w:r>
            <w:r w:rsidRPr="0033211C">
              <w:rPr>
                <w:rFonts w:ascii="Times New Roman" w:hAnsi="Times New Roman" w:cs="Times New Roman"/>
                <w:sz w:val="24"/>
                <w:szCs w:val="24"/>
              </w:rPr>
              <w:t>Федерации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3211C">
              <w:rPr>
                <w:rFonts w:ascii="Times New Roman" w:hAnsi="Times New Roman" w:cs="Times New Roman"/>
                <w:sz w:val="24"/>
                <w:szCs w:val="24"/>
              </w:rPr>
              <w:t>«Доступная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3211C">
              <w:rPr>
                <w:rFonts w:ascii="Times New Roman" w:hAnsi="Times New Roman" w:cs="Times New Roman"/>
                <w:sz w:val="24"/>
                <w:szCs w:val="24"/>
              </w:rPr>
              <w:t>среда»</w:t>
            </w:r>
          </w:p>
          <w:p w:rsidR="00B12DDA" w:rsidRDefault="00B12DDA" w:rsidP="0000171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2DDA" w:rsidRDefault="00B12DDA" w:rsidP="0000171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2DDA" w:rsidRDefault="00B12DDA" w:rsidP="0000171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2DDA" w:rsidRDefault="00B12DDA" w:rsidP="0000171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2DDA" w:rsidRDefault="00B12DDA" w:rsidP="0000171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2DDA" w:rsidRPr="0040713B" w:rsidRDefault="00B12DDA" w:rsidP="0000171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2DDA" w:rsidRPr="00A35BD7" w:rsidTr="00827634">
        <w:tc>
          <w:tcPr>
            <w:tcW w:w="561" w:type="dxa"/>
          </w:tcPr>
          <w:p w:rsidR="00B12DDA" w:rsidRPr="0040713B" w:rsidRDefault="00B12DDA" w:rsidP="00943BA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713B"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3846" w:type="dxa"/>
            <w:gridSpan w:val="11"/>
          </w:tcPr>
          <w:p w:rsidR="00B12DDA" w:rsidRPr="0040713B" w:rsidRDefault="00B12DDA" w:rsidP="00943BA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713B">
              <w:rPr>
                <w:rFonts w:ascii="Times New Roman" w:hAnsi="Times New Roman" w:cs="Times New Roman"/>
                <w:sz w:val="24"/>
                <w:szCs w:val="24"/>
              </w:rPr>
              <w:t>Цель 2</w:t>
            </w:r>
            <w:r>
              <w:t>«</w:t>
            </w:r>
            <w:r w:rsidRPr="00BE2354">
              <w:rPr>
                <w:rFonts w:ascii="Times New Roman" w:hAnsi="Times New Roman" w:cs="Times New Roman"/>
                <w:sz w:val="24"/>
                <w:szCs w:val="24"/>
              </w:rPr>
              <w:t>Обеспечение доступности качественного общего образования, соответствующего требованиям социально-экономического развития Нижнесергинского муниципального района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B12DDA" w:rsidRPr="00A35BD7" w:rsidTr="00827634">
        <w:tc>
          <w:tcPr>
            <w:tcW w:w="561" w:type="dxa"/>
          </w:tcPr>
          <w:p w:rsidR="00B12DDA" w:rsidRPr="0040713B" w:rsidRDefault="00B12DDA" w:rsidP="00943BA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713B">
              <w:rPr>
                <w:rFonts w:ascii="Times New Roman" w:hAnsi="Times New Roman" w:cs="Times New Roman"/>
                <w:sz w:val="24"/>
                <w:szCs w:val="24"/>
              </w:rPr>
              <w:t xml:space="preserve">       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846" w:type="dxa"/>
            <w:gridSpan w:val="11"/>
          </w:tcPr>
          <w:p w:rsidR="00B12DDA" w:rsidRPr="0040713B" w:rsidRDefault="00B12DDA" w:rsidP="00943BA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713B">
              <w:rPr>
                <w:rFonts w:ascii="Times New Roman" w:hAnsi="Times New Roman" w:cs="Times New Roman"/>
                <w:sz w:val="24"/>
                <w:szCs w:val="24"/>
              </w:rPr>
              <w:t>Задача 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BE2354">
              <w:rPr>
                <w:rFonts w:ascii="Times New Roman" w:hAnsi="Times New Roman" w:cs="Times New Roman"/>
                <w:sz w:val="24"/>
                <w:szCs w:val="24"/>
              </w:rPr>
              <w:t>Организация предоставления общедоступного и бесплатного общего образования в муниципальных 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бщеобразовательных организациях»</w:t>
            </w:r>
          </w:p>
        </w:tc>
      </w:tr>
      <w:tr w:rsidR="00B12DDA" w:rsidRPr="00A35BD7" w:rsidTr="00827634">
        <w:trPr>
          <w:gridAfter w:val="2"/>
          <w:wAfter w:w="26" w:type="dxa"/>
        </w:trPr>
        <w:tc>
          <w:tcPr>
            <w:tcW w:w="561" w:type="dxa"/>
          </w:tcPr>
          <w:p w:rsidR="00B12DDA" w:rsidRPr="0040713B" w:rsidRDefault="00B12DDA" w:rsidP="0000171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713B">
              <w:rPr>
                <w:rFonts w:ascii="Times New Roman" w:hAnsi="Times New Roman" w:cs="Times New Roman"/>
                <w:sz w:val="24"/>
                <w:szCs w:val="24"/>
              </w:rPr>
              <w:t xml:space="preserve">       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12" w:type="dxa"/>
          </w:tcPr>
          <w:p w:rsidR="00B12DDA" w:rsidRPr="00B52700" w:rsidRDefault="00B12DDA" w:rsidP="000907E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52700">
              <w:rPr>
                <w:rFonts w:ascii="Times New Roman" w:hAnsi="Times New Roman" w:cs="Times New Roman"/>
                <w:sz w:val="24"/>
                <w:szCs w:val="24"/>
              </w:rPr>
              <w:t>Целевой показатель 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B12DDA" w:rsidRPr="00B52700" w:rsidRDefault="00B12DDA" w:rsidP="0082763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2700">
              <w:rPr>
                <w:rFonts w:ascii="Times New Roman" w:hAnsi="Times New Roman" w:cs="Times New Roman"/>
                <w:sz w:val="24"/>
                <w:szCs w:val="24"/>
              </w:rPr>
              <w:t>Охват детей школьного возраста в муниципальных общеобразовательных организациях Нижнесергинского муниципального района образовательными услугами в рамках Федерального государственного образовательного стандарта</w:t>
            </w:r>
          </w:p>
        </w:tc>
        <w:tc>
          <w:tcPr>
            <w:tcW w:w="1276" w:type="dxa"/>
          </w:tcPr>
          <w:p w:rsidR="00B12DDA" w:rsidRPr="00B52700" w:rsidRDefault="00B12DDA" w:rsidP="0000171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2700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1276" w:type="dxa"/>
          </w:tcPr>
          <w:p w:rsidR="00B12DDA" w:rsidRPr="00B52700" w:rsidRDefault="00B12DDA" w:rsidP="00001718">
            <w:r w:rsidRPr="00B52700">
              <w:t>100,0</w:t>
            </w:r>
          </w:p>
        </w:tc>
        <w:tc>
          <w:tcPr>
            <w:tcW w:w="1275" w:type="dxa"/>
          </w:tcPr>
          <w:p w:rsidR="00B12DDA" w:rsidRPr="00B52700" w:rsidRDefault="00B12DDA" w:rsidP="00001718">
            <w:r w:rsidRPr="00B52700">
              <w:t>100,0</w:t>
            </w:r>
          </w:p>
        </w:tc>
        <w:tc>
          <w:tcPr>
            <w:tcW w:w="1276" w:type="dxa"/>
          </w:tcPr>
          <w:p w:rsidR="00B12DDA" w:rsidRPr="00B52700" w:rsidRDefault="00B12DDA" w:rsidP="00001718">
            <w:r w:rsidRPr="00B52700">
              <w:t>100,0</w:t>
            </w:r>
          </w:p>
        </w:tc>
        <w:tc>
          <w:tcPr>
            <w:tcW w:w="1134" w:type="dxa"/>
          </w:tcPr>
          <w:p w:rsidR="00B12DDA" w:rsidRPr="00B52700" w:rsidRDefault="00B12DDA" w:rsidP="00001718">
            <w:r w:rsidRPr="00B52700">
              <w:t>100,0</w:t>
            </w:r>
          </w:p>
        </w:tc>
        <w:tc>
          <w:tcPr>
            <w:tcW w:w="3971" w:type="dxa"/>
            <w:gridSpan w:val="3"/>
          </w:tcPr>
          <w:p w:rsidR="00B12DDA" w:rsidRPr="00B52700" w:rsidRDefault="00B12DDA" w:rsidP="008D4CA2">
            <w:pPr>
              <w:pStyle w:val="ConsPlusNormal"/>
              <w:ind w:firstLine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2700"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Федеральный закон    от 29 декабря 2012 года  № 273-ФЗ «Об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</w:t>
            </w:r>
            <w:r w:rsidRPr="00B52700">
              <w:rPr>
                <w:rFonts w:ascii="Times New Roman" w:hAnsi="Times New Roman" w:cs="Times New Roman"/>
                <w:sz w:val="24"/>
                <w:szCs w:val="24"/>
              </w:rPr>
              <w:t>бразовании в Российской Федерации»</w:t>
            </w:r>
          </w:p>
        </w:tc>
      </w:tr>
      <w:tr w:rsidR="00B12DDA" w:rsidRPr="00A35BD7" w:rsidTr="00827634">
        <w:trPr>
          <w:gridAfter w:val="2"/>
          <w:wAfter w:w="26" w:type="dxa"/>
        </w:trPr>
        <w:tc>
          <w:tcPr>
            <w:tcW w:w="561" w:type="dxa"/>
          </w:tcPr>
          <w:p w:rsidR="00B12DDA" w:rsidRPr="0040713B" w:rsidRDefault="00B12DDA" w:rsidP="000219E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612" w:type="dxa"/>
          </w:tcPr>
          <w:p w:rsidR="00B12DDA" w:rsidRPr="00C56500" w:rsidRDefault="00B12DDA" w:rsidP="000219E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6500">
              <w:rPr>
                <w:rFonts w:ascii="Times New Roman" w:hAnsi="Times New Roman" w:cs="Times New Roman"/>
                <w:sz w:val="24"/>
                <w:szCs w:val="24"/>
              </w:rPr>
              <w:t>Целевой показатель 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B12DDA" w:rsidRPr="00C56500" w:rsidRDefault="00B12DDA" w:rsidP="0082763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6500">
              <w:rPr>
                <w:rFonts w:ascii="Times New Roman" w:hAnsi="Times New Roman" w:cs="Times New Roman"/>
                <w:sz w:val="24"/>
                <w:szCs w:val="24"/>
              </w:rPr>
              <w:t>Доля обучающихся, освоивших</w:t>
            </w:r>
          </w:p>
          <w:p w:rsidR="00B12DDA" w:rsidRPr="0040713B" w:rsidRDefault="00B12DDA" w:rsidP="0082763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6500">
              <w:rPr>
                <w:rFonts w:ascii="Times New Roman" w:hAnsi="Times New Roman" w:cs="Times New Roman"/>
                <w:sz w:val="24"/>
                <w:szCs w:val="24"/>
              </w:rPr>
              <w:t>образовательные программы основного общего и среднего общего образования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76" w:type="dxa"/>
          </w:tcPr>
          <w:p w:rsidR="00B12DDA" w:rsidRDefault="00B12DDA" w:rsidP="000219E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1276" w:type="dxa"/>
          </w:tcPr>
          <w:p w:rsidR="00B12DDA" w:rsidRPr="004003C3" w:rsidRDefault="00B12DDA" w:rsidP="000219ED">
            <w:r>
              <w:t>98,0</w:t>
            </w:r>
          </w:p>
        </w:tc>
        <w:tc>
          <w:tcPr>
            <w:tcW w:w="1275" w:type="dxa"/>
          </w:tcPr>
          <w:p w:rsidR="00B12DDA" w:rsidRDefault="00B12DDA" w:rsidP="000219ED">
            <w:r w:rsidRPr="00E024A2">
              <w:t>98,0</w:t>
            </w:r>
          </w:p>
        </w:tc>
        <w:tc>
          <w:tcPr>
            <w:tcW w:w="1276" w:type="dxa"/>
          </w:tcPr>
          <w:p w:rsidR="00B12DDA" w:rsidRDefault="00B12DDA" w:rsidP="000219ED">
            <w:r w:rsidRPr="00E024A2">
              <w:t>98,0</w:t>
            </w:r>
          </w:p>
        </w:tc>
        <w:tc>
          <w:tcPr>
            <w:tcW w:w="1134" w:type="dxa"/>
          </w:tcPr>
          <w:p w:rsidR="00B12DDA" w:rsidRDefault="00B12DDA" w:rsidP="000219ED">
            <w:r w:rsidRPr="00E024A2">
              <w:t>98,0</w:t>
            </w:r>
          </w:p>
        </w:tc>
        <w:tc>
          <w:tcPr>
            <w:tcW w:w="3971" w:type="dxa"/>
            <w:gridSpan w:val="3"/>
          </w:tcPr>
          <w:p w:rsidR="00B12DDA" w:rsidRPr="000219ED" w:rsidRDefault="00B12DDA" w:rsidP="000219E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Постановление </w:t>
            </w:r>
            <w:r w:rsidRPr="000219ED">
              <w:rPr>
                <w:rFonts w:ascii="Times New Roman" w:hAnsi="Times New Roman" w:cs="Times New Roman"/>
                <w:sz w:val="24"/>
                <w:szCs w:val="24"/>
              </w:rPr>
              <w:t>Правительства</w:t>
            </w:r>
          </w:p>
          <w:p w:rsidR="00B12DDA" w:rsidRPr="00C46469" w:rsidRDefault="00B12DDA" w:rsidP="000219E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Свердловской </w:t>
            </w:r>
            <w:r w:rsidRPr="000219ED">
              <w:rPr>
                <w:rFonts w:ascii="Times New Roman" w:hAnsi="Times New Roman" w:cs="Times New Roman"/>
                <w:sz w:val="24"/>
                <w:szCs w:val="24"/>
              </w:rPr>
              <w:t>области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219ED">
              <w:rPr>
                <w:rFonts w:ascii="Times New Roman" w:hAnsi="Times New Roman" w:cs="Times New Roman"/>
                <w:sz w:val="24"/>
                <w:szCs w:val="24"/>
              </w:rPr>
              <w:t>от 30.08.2016№ 595-ПП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«Об утверждении плана мероприятий по реализации стратегии социально-экономического развития Свердловской области на 2016 – 2030 годы»</w:t>
            </w:r>
          </w:p>
        </w:tc>
      </w:tr>
      <w:tr w:rsidR="00B12DDA" w:rsidRPr="00A35BD7" w:rsidTr="00827634">
        <w:trPr>
          <w:gridAfter w:val="2"/>
          <w:wAfter w:w="26" w:type="dxa"/>
          <w:trHeight w:val="2647"/>
        </w:trPr>
        <w:tc>
          <w:tcPr>
            <w:tcW w:w="561" w:type="dxa"/>
          </w:tcPr>
          <w:p w:rsidR="00B12DDA" w:rsidRPr="0040713B" w:rsidRDefault="00B12DDA" w:rsidP="0000171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612" w:type="dxa"/>
          </w:tcPr>
          <w:p w:rsidR="00B12DDA" w:rsidRDefault="00B12DDA" w:rsidP="0082763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Целевой показатель 7.</w:t>
            </w:r>
          </w:p>
          <w:p w:rsidR="00B12DDA" w:rsidRPr="0040713B" w:rsidRDefault="00B12DDA" w:rsidP="0082763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5201">
              <w:rPr>
                <w:rFonts w:ascii="Times New Roman" w:hAnsi="Times New Roman" w:cs="Times New Roman"/>
                <w:sz w:val="24"/>
                <w:szCs w:val="24"/>
              </w:rPr>
              <w:t xml:space="preserve">Доля детей, подвозимых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A75201">
              <w:rPr>
                <w:rFonts w:ascii="Times New Roman" w:hAnsi="Times New Roman" w:cs="Times New Roman"/>
                <w:sz w:val="24"/>
                <w:szCs w:val="24"/>
              </w:rPr>
              <w:t xml:space="preserve">униципальные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A75201">
              <w:rPr>
                <w:rFonts w:ascii="Times New Roman" w:hAnsi="Times New Roman" w:cs="Times New Roman"/>
                <w:sz w:val="24"/>
                <w:szCs w:val="24"/>
              </w:rPr>
              <w:t xml:space="preserve">бщеобразовательные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75201">
              <w:rPr>
                <w:rFonts w:ascii="Times New Roman" w:hAnsi="Times New Roman" w:cs="Times New Roman"/>
                <w:sz w:val="24"/>
                <w:szCs w:val="24"/>
              </w:rPr>
              <w:t>организации от общего числа де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тей, нуждающихся в подвозе.</w:t>
            </w:r>
          </w:p>
        </w:tc>
        <w:tc>
          <w:tcPr>
            <w:tcW w:w="1276" w:type="dxa"/>
          </w:tcPr>
          <w:p w:rsidR="00B12DDA" w:rsidRPr="0040713B" w:rsidRDefault="00B12DDA" w:rsidP="0000171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1718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1276" w:type="dxa"/>
          </w:tcPr>
          <w:p w:rsidR="00B12DDA" w:rsidRPr="0068232F" w:rsidRDefault="00B12DDA" w:rsidP="00001718">
            <w:r w:rsidRPr="0068232F">
              <w:t>100,0</w:t>
            </w:r>
          </w:p>
        </w:tc>
        <w:tc>
          <w:tcPr>
            <w:tcW w:w="1275" w:type="dxa"/>
          </w:tcPr>
          <w:p w:rsidR="00B12DDA" w:rsidRPr="0068232F" w:rsidRDefault="00B12DDA" w:rsidP="00001718">
            <w:r w:rsidRPr="0068232F">
              <w:t>100,0</w:t>
            </w:r>
          </w:p>
        </w:tc>
        <w:tc>
          <w:tcPr>
            <w:tcW w:w="1276" w:type="dxa"/>
          </w:tcPr>
          <w:p w:rsidR="00B12DDA" w:rsidRPr="0068232F" w:rsidRDefault="00B12DDA" w:rsidP="00001718">
            <w:r w:rsidRPr="0068232F">
              <w:t>100,0</w:t>
            </w:r>
          </w:p>
        </w:tc>
        <w:tc>
          <w:tcPr>
            <w:tcW w:w="1134" w:type="dxa"/>
          </w:tcPr>
          <w:p w:rsidR="00B12DDA" w:rsidRDefault="00B12DDA" w:rsidP="00001718">
            <w:r w:rsidRPr="0068232F">
              <w:t>100,0</w:t>
            </w:r>
          </w:p>
        </w:tc>
        <w:tc>
          <w:tcPr>
            <w:tcW w:w="3971" w:type="dxa"/>
            <w:gridSpan w:val="3"/>
          </w:tcPr>
          <w:p w:rsidR="00B12DDA" w:rsidRPr="00F76464" w:rsidRDefault="00B12DDA" w:rsidP="0000171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F76464">
              <w:rPr>
                <w:rFonts w:ascii="Times New Roman" w:hAnsi="Times New Roman" w:cs="Times New Roman"/>
                <w:sz w:val="24"/>
                <w:szCs w:val="24"/>
              </w:rPr>
              <w:t>остановление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76464">
              <w:rPr>
                <w:rFonts w:ascii="Times New Roman" w:hAnsi="Times New Roman" w:cs="Times New Roman"/>
                <w:sz w:val="24"/>
                <w:szCs w:val="24"/>
              </w:rPr>
              <w:t>Правительства</w:t>
            </w:r>
          </w:p>
          <w:p w:rsidR="00B12DDA" w:rsidRPr="00F76464" w:rsidRDefault="00B12DDA" w:rsidP="0000171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6464">
              <w:rPr>
                <w:rFonts w:ascii="Times New Roman" w:hAnsi="Times New Roman" w:cs="Times New Roman"/>
                <w:sz w:val="24"/>
                <w:szCs w:val="24"/>
              </w:rPr>
              <w:t>Свердловской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76464">
              <w:rPr>
                <w:rFonts w:ascii="Times New Roman" w:hAnsi="Times New Roman" w:cs="Times New Roman"/>
                <w:sz w:val="24"/>
                <w:szCs w:val="24"/>
              </w:rPr>
              <w:t>области</w:t>
            </w:r>
          </w:p>
          <w:p w:rsidR="00B12DDA" w:rsidRDefault="00B12DDA" w:rsidP="0000171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6464">
              <w:rPr>
                <w:rFonts w:ascii="Times New Roman" w:hAnsi="Times New Roman" w:cs="Times New Roman"/>
                <w:sz w:val="24"/>
                <w:szCs w:val="24"/>
              </w:rPr>
              <w:t>от 30.08.2016№ 595-ПП</w:t>
            </w:r>
          </w:p>
          <w:p w:rsidR="00B12DDA" w:rsidRPr="0040713B" w:rsidRDefault="00B12DDA" w:rsidP="008D4CA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«Об утверждении плана мероприятий по реализации стратегии социально-экономического развития Свердловской области на 2016 – 2030 годы»</w:t>
            </w:r>
          </w:p>
        </w:tc>
      </w:tr>
      <w:tr w:rsidR="00B12DDA" w:rsidRPr="00A35BD7" w:rsidTr="00827634">
        <w:trPr>
          <w:gridAfter w:val="2"/>
          <w:wAfter w:w="26" w:type="dxa"/>
        </w:trPr>
        <w:tc>
          <w:tcPr>
            <w:tcW w:w="561" w:type="dxa"/>
          </w:tcPr>
          <w:p w:rsidR="00B12DDA" w:rsidRPr="0040713B" w:rsidRDefault="00B12DDA" w:rsidP="0000171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612" w:type="dxa"/>
          </w:tcPr>
          <w:p w:rsidR="00B12DDA" w:rsidRDefault="00B12DDA" w:rsidP="0000171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Целевой показатель 8.</w:t>
            </w:r>
          </w:p>
          <w:p w:rsidR="00B12DDA" w:rsidRPr="00F76464" w:rsidRDefault="00B12DDA" w:rsidP="0000171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Доля </w:t>
            </w:r>
            <w:r w:rsidRPr="00F76464">
              <w:rPr>
                <w:rFonts w:ascii="Times New Roman" w:hAnsi="Times New Roman" w:cs="Times New Roman"/>
                <w:sz w:val="24"/>
                <w:szCs w:val="24"/>
              </w:rPr>
              <w:t>учащихся общеобразовательных</w:t>
            </w:r>
          </w:p>
          <w:p w:rsidR="00B12DDA" w:rsidRDefault="00B12DDA" w:rsidP="0000171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6464">
              <w:rPr>
                <w:rFonts w:ascii="Times New Roman" w:hAnsi="Times New Roman" w:cs="Times New Roman"/>
                <w:sz w:val="24"/>
                <w:szCs w:val="24"/>
              </w:rPr>
              <w:t>организаций, обучающихся в одну смену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1276" w:type="dxa"/>
          </w:tcPr>
          <w:p w:rsidR="00B12DDA" w:rsidRPr="0040713B" w:rsidRDefault="00B12DDA" w:rsidP="0000171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1718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1276" w:type="dxa"/>
          </w:tcPr>
          <w:p w:rsidR="00B12DDA" w:rsidRPr="001C5695" w:rsidRDefault="00B12DDA" w:rsidP="00001718">
            <w:r>
              <w:t>81,8</w:t>
            </w:r>
          </w:p>
        </w:tc>
        <w:tc>
          <w:tcPr>
            <w:tcW w:w="1275" w:type="dxa"/>
          </w:tcPr>
          <w:p w:rsidR="00B12DDA" w:rsidRPr="001C5695" w:rsidRDefault="00B12DDA" w:rsidP="00001718">
            <w:r>
              <w:t>90,0</w:t>
            </w:r>
          </w:p>
        </w:tc>
        <w:tc>
          <w:tcPr>
            <w:tcW w:w="1276" w:type="dxa"/>
          </w:tcPr>
          <w:p w:rsidR="00B12DDA" w:rsidRPr="001C5695" w:rsidRDefault="00B12DDA" w:rsidP="00001718">
            <w:r w:rsidRPr="001C5695">
              <w:t>100,0</w:t>
            </w:r>
          </w:p>
        </w:tc>
        <w:tc>
          <w:tcPr>
            <w:tcW w:w="1134" w:type="dxa"/>
          </w:tcPr>
          <w:p w:rsidR="00B12DDA" w:rsidRPr="001C5695" w:rsidRDefault="00B12DDA" w:rsidP="00001718">
            <w:r w:rsidRPr="001C5695">
              <w:t>100,0</w:t>
            </w:r>
          </w:p>
        </w:tc>
        <w:tc>
          <w:tcPr>
            <w:tcW w:w="3971" w:type="dxa"/>
            <w:gridSpan w:val="3"/>
          </w:tcPr>
          <w:p w:rsidR="00B12DDA" w:rsidRPr="00F76464" w:rsidRDefault="00B12DDA" w:rsidP="008D4CA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F76464">
              <w:rPr>
                <w:rFonts w:ascii="Times New Roman" w:hAnsi="Times New Roman" w:cs="Times New Roman"/>
                <w:sz w:val="24"/>
                <w:szCs w:val="24"/>
              </w:rPr>
              <w:t>остановление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76464">
              <w:rPr>
                <w:rFonts w:ascii="Times New Roman" w:hAnsi="Times New Roman" w:cs="Times New Roman"/>
                <w:sz w:val="24"/>
                <w:szCs w:val="24"/>
              </w:rPr>
              <w:t>Правительства</w:t>
            </w:r>
          </w:p>
          <w:p w:rsidR="00B12DDA" w:rsidRPr="0040713B" w:rsidRDefault="00B12DDA" w:rsidP="008D4CA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6464">
              <w:rPr>
                <w:rFonts w:ascii="Times New Roman" w:hAnsi="Times New Roman" w:cs="Times New Roman"/>
                <w:sz w:val="24"/>
                <w:szCs w:val="24"/>
              </w:rPr>
              <w:t>Свердловской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76464">
              <w:rPr>
                <w:rFonts w:ascii="Times New Roman" w:hAnsi="Times New Roman" w:cs="Times New Roman"/>
                <w:sz w:val="24"/>
                <w:szCs w:val="24"/>
              </w:rPr>
              <w:t>области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от </w:t>
            </w:r>
            <w:r w:rsidRPr="00F76464">
              <w:rPr>
                <w:rFonts w:ascii="Times New Roman" w:hAnsi="Times New Roman" w:cs="Times New Roman"/>
                <w:sz w:val="24"/>
                <w:szCs w:val="24"/>
              </w:rPr>
              <w:t xml:space="preserve"> 30.08.2016№ 595-ПП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«Об утверждении плана мероприятий по реализации стратегии социально-экономического развития Свердловской области на 2016 – 2030 годы»</w:t>
            </w:r>
          </w:p>
        </w:tc>
      </w:tr>
      <w:tr w:rsidR="00B12DDA" w:rsidRPr="00A35BD7" w:rsidTr="00827634">
        <w:tc>
          <w:tcPr>
            <w:tcW w:w="561" w:type="dxa"/>
          </w:tcPr>
          <w:p w:rsidR="00B12DDA" w:rsidRPr="0040713B" w:rsidRDefault="00B12DDA" w:rsidP="0000171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3846" w:type="dxa"/>
            <w:gridSpan w:val="11"/>
          </w:tcPr>
          <w:p w:rsidR="00B12DDA" w:rsidRPr="003D432D" w:rsidRDefault="00B12DDA" w:rsidP="008D4964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Задача 4 «Повышение</w:t>
            </w:r>
            <w:r w:rsidRPr="002F6536">
              <w:rPr>
                <w:lang w:eastAsia="en-US"/>
              </w:rPr>
              <w:t xml:space="preserve"> качества образования в школах с низкими результатами об</w:t>
            </w:r>
            <w:r>
              <w:rPr>
                <w:lang w:eastAsia="en-US"/>
              </w:rPr>
              <w:t>учения и в школах, функ</w:t>
            </w:r>
            <w:r w:rsidRPr="002F6536">
              <w:rPr>
                <w:lang w:eastAsia="en-US"/>
              </w:rPr>
              <w:t>ционирующих в неблагоприятных социальных условиях</w:t>
            </w:r>
            <w:r>
              <w:rPr>
                <w:lang w:eastAsia="en-US"/>
              </w:rPr>
              <w:t>»</w:t>
            </w:r>
          </w:p>
        </w:tc>
      </w:tr>
      <w:tr w:rsidR="00B12DDA" w:rsidRPr="00A35BD7" w:rsidTr="00827634">
        <w:trPr>
          <w:gridAfter w:val="2"/>
          <w:wAfter w:w="26" w:type="dxa"/>
        </w:trPr>
        <w:tc>
          <w:tcPr>
            <w:tcW w:w="561" w:type="dxa"/>
          </w:tcPr>
          <w:p w:rsidR="00B12DDA" w:rsidRPr="00C56500" w:rsidRDefault="00B12DDA" w:rsidP="00D77EA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612" w:type="dxa"/>
          </w:tcPr>
          <w:p w:rsidR="00B12DDA" w:rsidRPr="00C56500" w:rsidRDefault="00B12DDA" w:rsidP="00D77EA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Целевой показатель 9.</w:t>
            </w:r>
          </w:p>
          <w:p w:rsidR="00B12DDA" w:rsidRPr="00C56500" w:rsidRDefault="00B12DDA" w:rsidP="00D77EA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6500">
              <w:rPr>
                <w:rFonts w:ascii="Times New Roman" w:hAnsi="Times New Roman" w:cs="Times New Roman"/>
                <w:sz w:val="24"/>
                <w:szCs w:val="24"/>
              </w:rPr>
              <w:t>Доля общеобразовательных организаций, в которых разработаны и реализуются мероприятия по повышению качества образования в общеобразовательных организациях, показавших низкие образовательные результаты по итогам учебного года, и в общеобразовательных организациях, функционирующих в неблагоприятных социальных условиях.</w:t>
            </w:r>
          </w:p>
        </w:tc>
        <w:tc>
          <w:tcPr>
            <w:tcW w:w="1276" w:type="dxa"/>
          </w:tcPr>
          <w:p w:rsidR="00B12DDA" w:rsidRPr="0040713B" w:rsidRDefault="00B12DDA" w:rsidP="00D77EA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1718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1276" w:type="dxa"/>
          </w:tcPr>
          <w:p w:rsidR="00B12DDA" w:rsidRPr="0040713B" w:rsidRDefault="00B12DDA" w:rsidP="00D77EA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275" w:type="dxa"/>
          </w:tcPr>
          <w:p w:rsidR="00B12DDA" w:rsidRPr="0040713B" w:rsidRDefault="00B12DDA" w:rsidP="00D77EA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65A3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276" w:type="dxa"/>
          </w:tcPr>
          <w:p w:rsidR="00B12DDA" w:rsidRPr="0040713B" w:rsidRDefault="00B12DDA" w:rsidP="00D77EA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65A3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134" w:type="dxa"/>
          </w:tcPr>
          <w:p w:rsidR="00B12DDA" w:rsidRPr="0040713B" w:rsidRDefault="00B12DDA" w:rsidP="00D77EA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65A3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3971" w:type="dxa"/>
            <w:gridSpan w:val="3"/>
          </w:tcPr>
          <w:p w:rsidR="00B12DDA" w:rsidRPr="0033211C" w:rsidRDefault="00B12DDA" w:rsidP="008D4CA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33211C">
              <w:rPr>
                <w:rFonts w:ascii="Times New Roman" w:hAnsi="Times New Roman" w:cs="Times New Roman"/>
                <w:sz w:val="24"/>
                <w:szCs w:val="24"/>
              </w:rPr>
              <w:t>остановление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3211C">
              <w:rPr>
                <w:rFonts w:ascii="Times New Roman" w:hAnsi="Times New Roman" w:cs="Times New Roman"/>
                <w:sz w:val="24"/>
                <w:szCs w:val="24"/>
              </w:rPr>
              <w:t>Правительства</w:t>
            </w:r>
          </w:p>
          <w:p w:rsidR="00B12DDA" w:rsidRDefault="00B12DDA" w:rsidP="008D4CA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211C">
              <w:rPr>
                <w:rFonts w:ascii="Times New Roman" w:hAnsi="Times New Roman" w:cs="Times New Roman"/>
                <w:sz w:val="24"/>
                <w:szCs w:val="24"/>
              </w:rPr>
              <w:t>Российской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3211C">
              <w:rPr>
                <w:rFonts w:ascii="Times New Roman" w:hAnsi="Times New Roman" w:cs="Times New Roman"/>
                <w:sz w:val="24"/>
                <w:szCs w:val="24"/>
              </w:rPr>
              <w:t>Федерации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3211C">
              <w:rPr>
                <w:rFonts w:ascii="Times New Roman" w:hAnsi="Times New Roman" w:cs="Times New Roman"/>
                <w:sz w:val="24"/>
                <w:szCs w:val="24"/>
              </w:rPr>
              <w:t>от 26.12.2017№ 1642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«Об утверждении государственной программы Российской Федерации «Развитие образования»</w:t>
            </w:r>
          </w:p>
        </w:tc>
      </w:tr>
      <w:tr w:rsidR="00B12DDA" w:rsidRPr="00A35BD7" w:rsidTr="00827634">
        <w:tc>
          <w:tcPr>
            <w:tcW w:w="561" w:type="dxa"/>
          </w:tcPr>
          <w:p w:rsidR="00B12DDA" w:rsidRPr="0040713B" w:rsidRDefault="00B12DDA" w:rsidP="00943BA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17</w:t>
            </w:r>
          </w:p>
        </w:tc>
        <w:tc>
          <w:tcPr>
            <w:tcW w:w="13846" w:type="dxa"/>
            <w:gridSpan w:val="11"/>
          </w:tcPr>
          <w:p w:rsidR="00B12DDA" w:rsidRPr="0040713B" w:rsidRDefault="00B12DDA" w:rsidP="00DF0F7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Задача 5«</w:t>
            </w:r>
            <w:r w:rsidRPr="00157D40">
              <w:rPr>
                <w:rFonts w:ascii="Times New Roman" w:hAnsi="Times New Roman" w:cs="Times New Roman"/>
                <w:sz w:val="24"/>
                <w:szCs w:val="24"/>
              </w:rPr>
              <w:t>Создание в общеобразовательных организациях условий для инклюзивного образования детей-инвалидов, в 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ом числе создание универсальной </w:t>
            </w:r>
            <w:r w:rsidRPr="00157D40">
              <w:rPr>
                <w:rFonts w:ascii="Times New Roman" w:hAnsi="Times New Roman" w:cs="Times New Roman"/>
                <w:sz w:val="24"/>
                <w:szCs w:val="24"/>
              </w:rPr>
              <w:t>безбарьерной среды для беспрепятственного доступа и оснащение общеобразоват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ельных организаций специальным </w:t>
            </w:r>
            <w:r w:rsidRPr="00157D40">
              <w:rPr>
                <w:rFonts w:ascii="Times New Roman" w:hAnsi="Times New Roman" w:cs="Times New Roman"/>
                <w:sz w:val="24"/>
                <w:szCs w:val="24"/>
              </w:rPr>
              <w:t>оборудованием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B12DDA" w:rsidRPr="00A35BD7" w:rsidTr="00827634">
        <w:trPr>
          <w:gridAfter w:val="2"/>
          <w:wAfter w:w="26" w:type="dxa"/>
        </w:trPr>
        <w:tc>
          <w:tcPr>
            <w:tcW w:w="561" w:type="dxa"/>
          </w:tcPr>
          <w:p w:rsidR="00B12DDA" w:rsidRPr="0040713B" w:rsidRDefault="00B12DDA" w:rsidP="00E456A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18</w:t>
            </w:r>
          </w:p>
        </w:tc>
        <w:tc>
          <w:tcPr>
            <w:tcW w:w="3612" w:type="dxa"/>
          </w:tcPr>
          <w:p w:rsidR="00B12DDA" w:rsidRPr="00B52700" w:rsidRDefault="00B12DDA" w:rsidP="00E456A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52700">
              <w:rPr>
                <w:rFonts w:ascii="Times New Roman" w:hAnsi="Times New Roman" w:cs="Times New Roman"/>
                <w:sz w:val="24"/>
                <w:szCs w:val="24"/>
              </w:rPr>
              <w:t xml:space="preserve">Целевой показатель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B52700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B12DDA" w:rsidRPr="0040713B" w:rsidRDefault="00B12DDA" w:rsidP="00E456A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2700">
              <w:rPr>
                <w:rFonts w:ascii="Times New Roman" w:hAnsi="Times New Roman" w:cs="Times New Roman"/>
                <w:sz w:val="24"/>
                <w:szCs w:val="24"/>
              </w:rPr>
              <w:t>Доля общеобразовательных организаций, в которых проведены мероприятия по созданию универсальной безбарьерной среды для инклюзивного образования детей инвалидов, в общем количестве общеобразовательных организаций.</w:t>
            </w:r>
          </w:p>
        </w:tc>
        <w:tc>
          <w:tcPr>
            <w:tcW w:w="1276" w:type="dxa"/>
          </w:tcPr>
          <w:p w:rsidR="00B12DDA" w:rsidRPr="0040713B" w:rsidRDefault="00B12DDA" w:rsidP="00E456A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1276" w:type="dxa"/>
          </w:tcPr>
          <w:p w:rsidR="00B12DDA" w:rsidRPr="0040713B" w:rsidRDefault="00B12DDA" w:rsidP="00E456A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B12DDA" w:rsidRPr="0040713B" w:rsidRDefault="00B12DDA" w:rsidP="00E456A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12DDA" w:rsidRPr="0040713B" w:rsidRDefault="00B12DDA" w:rsidP="00E456A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12DDA" w:rsidRPr="0040713B" w:rsidRDefault="00B12DDA" w:rsidP="00E456A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22,2</w:t>
            </w:r>
          </w:p>
        </w:tc>
        <w:tc>
          <w:tcPr>
            <w:tcW w:w="3971" w:type="dxa"/>
            <w:gridSpan w:val="3"/>
          </w:tcPr>
          <w:p w:rsidR="00B12DDA" w:rsidRPr="00B1360E" w:rsidRDefault="00B12DDA" w:rsidP="008D4CA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360E">
              <w:rPr>
                <w:rFonts w:ascii="Times New Roman" w:hAnsi="Times New Roman" w:cs="Times New Roman"/>
                <w:sz w:val="24"/>
                <w:szCs w:val="24"/>
              </w:rPr>
              <w:t>Постановление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1360E">
              <w:rPr>
                <w:rFonts w:ascii="Times New Roman" w:hAnsi="Times New Roman" w:cs="Times New Roman"/>
                <w:sz w:val="24"/>
                <w:szCs w:val="24"/>
              </w:rPr>
              <w:t>Правительства</w:t>
            </w:r>
          </w:p>
          <w:p w:rsidR="00B12DDA" w:rsidRPr="0040713B" w:rsidRDefault="00B12DDA" w:rsidP="008D4CA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360E">
              <w:rPr>
                <w:rFonts w:ascii="Times New Roman" w:hAnsi="Times New Roman" w:cs="Times New Roman"/>
                <w:sz w:val="24"/>
                <w:szCs w:val="24"/>
              </w:rPr>
              <w:t>Российской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1360E">
              <w:rPr>
                <w:rFonts w:ascii="Times New Roman" w:hAnsi="Times New Roman" w:cs="Times New Roman"/>
                <w:sz w:val="24"/>
                <w:szCs w:val="24"/>
              </w:rPr>
              <w:t>Федерации от 29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1360E">
              <w:rPr>
                <w:rFonts w:ascii="Times New Roman" w:hAnsi="Times New Roman" w:cs="Times New Roman"/>
                <w:sz w:val="24"/>
                <w:szCs w:val="24"/>
              </w:rPr>
              <w:t>марта 2019 года N 363"Об утверждении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1360E">
              <w:rPr>
                <w:rFonts w:ascii="Times New Roman" w:hAnsi="Times New Roman" w:cs="Times New Roman"/>
                <w:sz w:val="24"/>
                <w:szCs w:val="24"/>
              </w:rPr>
              <w:t>государственной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1360E">
              <w:rPr>
                <w:rFonts w:ascii="Times New Roman" w:hAnsi="Times New Roman" w:cs="Times New Roman"/>
                <w:sz w:val="24"/>
                <w:szCs w:val="24"/>
              </w:rPr>
              <w:t>программы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1360E">
              <w:rPr>
                <w:rFonts w:ascii="Times New Roman" w:hAnsi="Times New Roman" w:cs="Times New Roman"/>
                <w:sz w:val="24"/>
                <w:szCs w:val="24"/>
              </w:rPr>
              <w:t>Российской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1360E">
              <w:rPr>
                <w:rFonts w:ascii="Times New Roman" w:hAnsi="Times New Roman" w:cs="Times New Roman"/>
                <w:sz w:val="24"/>
                <w:szCs w:val="24"/>
              </w:rPr>
              <w:t>Федерации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1360E">
              <w:rPr>
                <w:rFonts w:ascii="Times New Roman" w:hAnsi="Times New Roman" w:cs="Times New Roman"/>
                <w:sz w:val="24"/>
                <w:szCs w:val="24"/>
              </w:rPr>
              <w:t>"Доступная среда"</w:t>
            </w:r>
          </w:p>
        </w:tc>
      </w:tr>
      <w:tr w:rsidR="00B12DDA" w:rsidRPr="00A35BD7" w:rsidTr="00827634">
        <w:trPr>
          <w:gridAfter w:val="2"/>
          <w:wAfter w:w="26" w:type="dxa"/>
        </w:trPr>
        <w:tc>
          <w:tcPr>
            <w:tcW w:w="561" w:type="dxa"/>
          </w:tcPr>
          <w:p w:rsidR="00B12DDA" w:rsidRPr="00E20E7E" w:rsidRDefault="00B12DDA" w:rsidP="001C096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3612" w:type="dxa"/>
          </w:tcPr>
          <w:p w:rsidR="00B12DDA" w:rsidRPr="00E20E7E" w:rsidRDefault="00B12DDA" w:rsidP="001C096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20E7E">
              <w:rPr>
                <w:rFonts w:ascii="Times New Roman" w:hAnsi="Times New Roman" w:cs="Times New Roman"/>
                <w:sz w:val="24"/>
                <w:szCs w:val="24"/>
              </w:rPr>
              <w:t>Целевой показатель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11.</w:t>
            </w:r>
          </w:p>
          <w:p w:rsidR="00B12DDA" w:rsidRPr="00E20E7E" w:rsidRDefault="00B12DDA" w:rsidP="001C096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20E7E">
              <w:rPr>
                <w:rFonts w:ascii="Times New Roman" w:hAnsi="Times New Roman" w:cs="Times New Roman"/>
                <w:sz w:val="24"/>
                <w:szCs w:val="24"/>
              </w:rPr>
              <w:t>Охват детей школьного возраста с ограниченными возможностями здоровья образовательными услугами      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оррекционного образования.</w:t>
            </w:r>
          </w:p>
        </w:tc>
        <w:tc>
          <w:tcPr>
            <w:tcW w:w="1276" w:type="dxa"/>
          </w:tcPr>
          <w:p w:rsidR="00B12DDA" w:rsidRPr="0040713B" w:rsidRDefault="00B12DDA" w:rsidP="001C096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1276" w:type="dxa"/>
          </w:tcPr>
          <w:p w:rsidR="00B12DDA" w:rsidRPr="000E62F3" w:rsidRDefault="00B12DDA" w:rsidP="001C0968">
            <w:r w:rsidRPr="000E62F3">
              <w:t>100,0</w:t>
            </w:r>
          </w:p>
        </w:tc>
        <w:tc>
          <w:tcPr>
            <w:tcW w:w="1275" w:type="dxa"/>
          </w:tcPr>
          <w:p w:rsidR="00B12DDA" w:rsidRPr="000E62F3" w:rsidRDefault="00B12DDA" w:rsidP="001C0968">
            <w:r w:rsidRPr="000E62F3">
              <w:t>100,0</w:t>
            </w:r>
          </w:p>
        </w:tc>
        <w:tc>
          <w:tcPr>
            <w:tcW w:w="1276" w:type="dxa"/>
          </w:tcPr>
          <w:p w:rsidR="00B12DDA" w:rsidRPr="000E62F3" w:rsidRDefault="00B12DDA" w:rsidP="001C0968">
            <w:r w:rsidRPr="000E62F3">
              <w:t>100,0</w:t>
            </w:r>
          </w:p>
        </w:tc>
        <w:tc>
          <w:tcPr>
            <w:tcW w:w="1134" w:type="dxa"/>
          </w:tcPr>
          <w:p w:rsidR="00B12DDA" w:rsidRDefault="00B12DDA" w:rsidP="001C0968">
            <w:r w:rsidRPr="000E62F3">
              <w:t>100,0</w:t>
            </w:r>
          </w:p>
        </w:tc>
        <w:tc>
          <w:tcPr>
            <w:tcW w:w="3971" w:type="dxa"/>
            <w:gridSpan w:val="3"/>
          </w:tcPr>
          <w:p w:rsidR="00B12DDA" w:rsidRDefault="00B12DDA" w:rsidP="001C096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6469">
              <w:rPr>
                <w:rFonts w:ascii="Times New Roman" w:hAnsi="Times New Roman" w:cs="Times New Roman"/>
                <w:sz w:val="24"/>
                <w:szCs w:val="24"/>
              </w:rPr>
              <w:t>Федеральный закон от29 декабря 2012 года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46469">
              <w:rPr>
                <w:rFonts w:ascii="Times New Roman" w:hAnsi="Times New Roman" w:cs="Times New Roman"/>
                <w:sz w:val="24"/>
                <w:szCs w:val="24"/>
              </w:rPr>
              <w:t>N 273-ФЗ "Об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46469">
              <w:rPr>
                <w:rFonts w:ascii="Times New Roman" w:hAnsi="Times New Roman" w:cs="Times New Roman"/>
                <w:sz w:val="24"/>
                <w:szCs w:val="24"/>
              </w:rPr>
              <w:t>образовании 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Российской </w:t>
            </w:r>
            <w:r w:rsidRPr="00C46469">
              <w:rPr>
                <w:rFonts w:ascii="Times New Roman" w:hAnsi="Times New Roman" w:cs="Times New Roman"/>
                <w:sz w:val="24"/>
                <w:szCs w:val="24"/>
              </w:rPr>
              <w:t>Федерации"</w:t>
            </w:r>
          </w:p>
          <w:p w:rsidR="00B12DDA" w:rsidRDefault="00B12DDA" w:rsidP="001C0968">
            <w:pPr>
              <w:pStyle w:val="ConsPlusNormal"/>
              <w:ind w:firstLine="0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C46469">
              <w:rPr>
                <w:rFonts w:ascii="Times New Roman" w:hAnsi="Times New Roman" w:cs="Times New Roman"/>
                <w:sz w:val="24"/>
                <w:szCs w:val="24"/>
              </w:rPr>
              <w:t>Закон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46469">
              <w:rPr>
                <w:rFonts w:ascii="Times New Roman" w:hAnsi="Times New Roman" w:cs="Times New Roman"/>
                <w:sz w:val="24"/>
                <w:szCs w:val="24"/>
              </w:rPr>
              <w:t>Свердловской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46469">
              <w:rPr>
                <w:rFonts w:ascii="Times New Roman" w:hAnsi="Times New Roman" w:cs="Times New Roman"/>
                <w:sz w:val="24"/>
                <w:szCs w:val="24"/>
              </w:rPr>
              <w:t>области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46469">
              <w:rPr>
                <w:rFonts w:ascii="Times New Roman" w:hAnsi="Times New Roman" w:cs="Times New Roman"/>
                <w:sz w:val="24"/>
                <w:szCs w:val="24"/>
              </w:rPr>
              <w:t>от 15 июля2013 года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46469">
              <w:rPr>
                <w:rFonts w:ascii="Times New Roman" w:hAnsi="Times New Roman" w:cs="Times New Roman"/>
                <w:sz w:val="24"/>
                <w:szCs w:val="24"/>
              </w:rPr>
              <w:t>№ 78-ОЗ</w:t>
            </w:r>
          </w:p>
          <w:p w:rsidR="00B12DDA" w:rsidRPr="00980C9C" w:rsidRDefault="00B12DDA" w:rsidP="001C096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0C9C">
              <w:rPr>
                <w:rFonts w:ascii="Times New Roman" w:hAnsi="Times New Roman" w:cs="Times New Roman"/>
                <w:sz w:val="24"/>
                <w:szCs w:val="24"/>
              </w:rPr>
              <w:t>«Об образовании в Свердловской области»</w:t>
            </w:r>
          </w:p>
        </w:tc>
      </w:tr>
      <w:tr w:rsidR="00B12DDA" w:rsidRPr="00A35BD7" w:rsidTr="00827634">
        <w:tc>
          <w:tcPr>
            <w:tcW w:w="561" w:type="dxa"/>
          </w:tcPr>
          <w:p w:rsidR="00B12DDA" w:rsidRDefault="00B12DDA" w:rsidP="001C096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  <w:p w:rsidR="00B12DDA" w:rsidRPr="00E20E7E" w:rsidRDefault="00B12DDA" w:rsidP="001C096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46" w:type="dxa"/>
            <w:gridSpan w:val="11"/>
          </w:tcPr>
          <w:p w:rsidR="00B12DDA" w:rsidRPr="0040713B" w:rsidRDefault="00B12DDA" w:rsidP="001C096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Задача 6</w:t>
            </w:r>
            <w:r w:rsidRPr="00F636B2">
              <w:rPr>
                <w:rFonts w:ascii="Times New Roman" w:hAnsi="Times New Roman" w:cs="Times New Roman"/>
                <w:sz w:val="24"/>
                <w:szCs w:val="24"/>
              </w:rPr>
              <w:t xml:space="preserve"> «Обеспечение доступности образования для детей-сирот и детей, оставшихся без попечения родителей»</w:t>
            </w:r>
          </w:p>
        </w:tc>
      </w:tr>
      <w:tr w:rsidR="00B12DDA" w:rsidRPr="00A35BD7" w:rsidTr="00827634">
        <w:trPr>
          <w:gridAfter w:val="2"/>
          <w:wAfter w:w="26" w:type="dxa"/>
        </w:trPr>
        <w:tc>
          <w:tcPr>
            <w:tcW w:w="561" w:type="dxa"/>
          </w:tcPr>
          <w:p w:rsidR="00B12DDA" w:rsidRPr="0040713B" w:rsidRDefault="00B12DDA" w:rsidP="001C096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612" w:type="dxa"/>
          </w:tcPr>
          <w:p w:rsidR="00B12DDA" w:rsidRDefault="00B12DDA" w:rsidP="001C096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Целевой показатель 12.</w:t>
            </w:r>
          </w:p>
          <w:p w:rsidR="00B12DDA" w:rsidRPr="0040713B" w:rsidRDefault="00B12DDA" w:rsidP="0082763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75C2">
              <w:rPr>
                <w:rFonts w:ascii="Times New Roman" w:hAnsi="Times New Roman" w:cs="Times New Roman"/>
                <w:sz w:val="24"/>
                <w:szCs w:val="24"/>
              </w:rPr>
              <w:t>Доля детей-сирот и детей, оставшихся без попечения родителей, обучающихся в муниципальных образовательных организациях, которым обеспечен бесплатный проезд на городском, пригородном, в сельской местности на внутрирайонном транспорте, а также бесплатный проезд один раз в год к месту жительств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 и обратно к месту учебы.</w:t>
            </w:r>
          </w:p>
        </w:tc>
        <w:tc>
          <w:tcPr>
            <w:tcW w:w="1276" w:type="dxa"/>
          </w:tcPr>
          <w:p w:rsidR="00B12DDA" w:rsidRPr="004B6955" w:rsidRDefault="00B12DDA" w:rsidP="001C0968">
            <w:r w:rsidRPr="004B6955">
              <w:t>процент</w:t>
            </w:r>
          </w:p>
        </w:tc>
        <w:tc>
          <w:tcPr>
            <w:tcW w:w="1276" w:type="dxa"/>
          </w:tcPr>
          <w:p w:rsidR="00B12DDA" w:rsidRPr="004B6955" w:rsidRDefault="00B12DDA" w:rsidP="001C0968">
            <w:r w:rsidRPr="004B6955">
              <w:t>100,0</w:t>
            </w:r>
          </w:p>
        </w:tc>
        <w:tc>
          <w:tcPr>
            <w:tcW w:w="1275" w:type="dxa"/>
          </w:tcPr>
          <w:p w:rsidR="00B12DDA" w:rsidRPr="004B6955" w:rsidRDefault="00B12DDA" w:rsidP="001C0968">
            <w:r w:rsidRPr="004B6955">
              <w:t>100,0</w:t>
            </w:r>
          </w:p>
        </w:tc>
        <w:tc>
          <w:tcPr>
            <w:tcW w:w="1276" w:type="dxa"/>
          </w:tcPr>
          <w:p w:rsidR="00B12DDA" w:rsidRPr="004B6955" w:rsidRDefault="00B12DDA" w:rsidP="001C0968">
            <w:r w:rsidRPr="004B6955">
              <w:t>100,0</w:t>
            </w:r>
          </w:p>
        </w:tc>
        <w:tc>
          <w:tcPr>
            <w:tcW w:w="1134" w:type="dxa"/>
          </w:tcPr>
          <w:p w:rsidR="00B12DDA" w:rsidRDefault="00B12DDA" w:rsidP="001C0968">
            <w:r w:rsidRPr="004B6955">
              <w:t>100,0</w:t>
            </w:r>
          </w:p>
        </w:tc>
        <w:tc>
          <w:tcPr>
            <w:tcW w:w="3971" w:type="dxa"/>
            <w:gridSpan w:val="3"/>
          </w:tcPr>
          <w:p w:rsidR="00B12DDA" w:rsidRPr="0040713B" w:rsidRDefault="00B12DDA" w:rsidP="008D4CA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14E1">
              <w:rPr>
                <w:rFonts w:ascii="Times New Roman" w:hAnsi="Times New Roman" w:cs="Times New Roman"/>
                <w:sz w:val="24"/>
                <w:szCs w:val="24"/>
              </w:rPr>
              <w:t>Федеральный закон от21 декабря 1996 года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414E1">
              <w:rPr>
                <w:rFonts w:ascii="Times New Roman" w:hAnsi="Times New Roman" w:cs="Times New Roman"/>
                <w:sz w:val="24"/>
                <w:szCs w:val="24"/>
              </w:rPr>
              <w:t>N 159-ФЗ "О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</w:t>
            </w:r>
            <w:r w:rsidRPr="008414E1">
              <w:rPr>
                <w:rFonts w:ascii="Times New Roman" w:hAnsi="Times New Roman" w:cs="Times New Roman"/>
                <w:sz w:val="24"/>
                <w:szCs w:val="24"/>
              </w:rPr>
              <w:t>ополнительных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414E1">
              <w:rPr>
                <w:rFonts w:ascii="Times New Roman" w:hAnsi="Times New Roman" w:cs="Times New Roman"/>
                <w:sz w:val="24"/>
                <w:szCs w:val="24"/>
              </w:rPr>
              <w:t>гарантиях по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</w:t>
            </w:r>
            <w:r w:rsidRPr="008414E1">
              <w:rPr>
                <w:rFonts w:ascii="Times New Roman" w:hAnsi="Times New Roman" w:cs="Times New Roman"/>
                <w:sz w:val="24"/>
                <w:szCs w:val="24"/>
              </w:rPr>
              <w:t>оциальной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414E1">
              <w:rPr>
                <w:rFonts w:ascii="Times New Roman" w:hAnsi="Times New Roman" w:cs="Times New Roman"/>
                <w:sz w:val="24"/>
                <w:szCs w:val="24"/>
              </w:rPr>
              <w:t>поддержке детей-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414E1">
              <w:rPr>
                <w:rFonts w:ascii="Times New Roman" w:hAnsi="Times New Roman" w:cs="Times New Roman"/>
                <w:sz w:val="24"/>
                <w:szCs w:val="24"/>
              </w:rPr>
              <w:t>сирот и детей,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414E1">
              <w:rPr>
                <w:rFonts w:ascii="Times New Roman" w:hAnsi="Times New Roman" w:cs="Times New Roman"/>
                <w:sz w:val="24"/>
                <w:szCs w:val="24"/>
              </w:rPr>
              <w:t>оставшихся без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414E1">
              <w:rPr>
                <w:rFonts w:ascii="Times New Roman" w:hAnsi="Times New Roman" w:cs="Times New Roman"/>
                <w:sz w:val="24"/>
                <w:szCs w:val="24"/>
              </w:rPr>
              <w:t>попечения родителей"</w:t>
            </w:r>
          </w:p>
        </w:tc>
      </w:tr>
      <w:tr w:rsidR="00B12DDA" w:rsidRPr="00A35BD7" w:rsidTr="00827634">
        <w:trPr>
          <w:gridAfter w:val="2"/>
          <w:wAfter w:w="26" w:type="dxa"/>
        </w:trPr>
        <w:tc>
          <w:tcPr>
            <w:tcW w:w="561" w:type="dxa"/>
          </w:tcPr>
          <w:p w:rsidR="00B12DDA" w:rsidRPr="0040713B" w:rsidRDefault="00B12DDA" w:rsidP="001C096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3612" w:type="dxa"/>
          </w:tcPr>
          <w:p w:rsidR="00B12DDA" w:rsidRDefault="00B12DDA" w:rsidP="001C096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Целевой показатель 13.</w:t>
            </w:r>
          </w:p>
          <w:p w:rsidR="00B12DDA" w:rsidRDefault="00B12DDA" w:rsidP="0082763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0E7E">
              <w:rPr>
                <w:rFonts w:ascii="Times New Roman" w:hAnsi="Times New Roman" w:cs="Times New Roman"/>
                <w:sz w:val="24"/>
                <w:szCs w:val="24"/>
              </w:rPr>
              <w:t>Охват детей-сирот и детей, оставшихся без попечения родителей, образовательными услугами в муниципальных образовательных организациях Нижнесергинского муниципального района.</w:t>
            </w:r>
          </w:p>
          <w:p w:rsidR="00B12DDA" w:rsidRDefault="00B12DDA" w:rsidP="001C096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12DDA" w:rsidRPr="00797D72" w:rsidRDefault="00B12DDA" w:rsidP="001C0968">
            <w:r w:rsidRPr="00797D72">
              <w:t>процент</w:t>
            </w:r>
          </w:p>
        </w:tc>
        <w:tc>
          <w:tcPr>
            <w:tcW w:w="1276" w:type="dxa"/>
          </w:tcPr>
          <w:p w:rsidR="00B12DDA" w:rsidRPr="00797D72" w:rsidRDefault="00B12DDA" w:rsidP="001C0968">
            <w:r w:rsidRPr="00797D72">
              <w:t>100,0</w:t>
            </w:r>
          </w:p>
        </w:tc>
        <w:tc>
          <w:tcPr>
            <w:tcW w:w="1275" w:type="dxa"/>
          </w:tcPr>
          <w:p w:rsidR="00B12DDA" w:rsidRPr="00797D72" w:rsidRDefault="00B12DDA" w:rsidP="001C0968">
            <w:r w:rsidRPr="00797D72">
              <w:t>100,0</w:t>
            </w:r>
          </w:p>
        </w:tc>
        <w:tc>
          <w:tcPr>
            <w:tcW w:w="1276" w:type="dxa"/>
          </w:tcPr>
          <w:p w:rsidR="00B12DDA" w:rsidRPr="00797D72" w:rsidRDefault="00B12DDA" w:rsidP="001C0968">
            <w:r w:rsidRPr="00797D72">
              <w:t>100,0</w:t>
            </w:r>
          </w:p>
        </w:tc>
        <w:tc>
          <w:tcPr>
            <w:tcW w:w="1134" w:type="dxa"/>
          </w:tcPr>
          <w:p w:rsidR="00B12DDA" w:rsidRDefault="00B12DDA" w:rsidP="001C0968">
            <w:r w:rsidRPr="00797D72">
              <w:t>100,0</w:t>
            </w:r>
          </w:p>
        </w:tc>
        <w:tc>
          <w:tcPr>
            <w:tcW w:w="3971" w:type="dxa"/>
            <w:gridSpan w:val="3"/>
          </w:tcPr>
          <w:p w:rsidR="00B12DDA" w:rsidRPr="00943BAB" w:rsidRDefault="00B12DDA" w:rsidP="001C0968">
            <w:pPr>
              <w:widowControl w:val="0"/>
              <w:autoSpaceDE w:val="0"/>
              <w:autoSpaceDN w:val="0"/>
              <w:adjustRightInd w:val="0"/>
              <w:rPr>
                <w:spacing w:val="-2"/>
              </w:rPr>
            </w:pPr>
            <w:r w:rsidRPr="00943BAB">
              <w:rPr>
                <w:spacing w:val="-2"/>
              </w:rPr>
              <w:t>Федеральны</w:t>
            </w:r>
            <w:r>
              <w:rPr>
                <w:spacing w:val="-2"/>
              </w:rPr>
              <w:t xml:space="preserve">й закон                       </w:t>
            </w:r>
            <w:r w:rsidRPr="00943BAB">
              <w:rPr>
                <w:spacing w:val="-2"/>
              </w:rPr>
              <w:t xml:space="preserve">от 29 декабря 2012 года  </w:t>
            </w:r>
            <w:r w:rsidRPr="00943BAB">
              <w:rPr>
                <w:spacing w:val="-2"/>
                <w:sz w:val="22"/>
                <w:szCs w:val="22"/>
                <w:lang w:eastAsia="en-US"/>
              </w:rPr>
              <w:t>№ 273-ФЗ «Об образовании в Российской Федерации»</w:t>
            </w:r>
          </w:p>
          <w:p w:rsidR="00B12DDA" w:rsidRDefault="00B12DDA" w:rsidP="001C0968">
            <w:pPr>
              <w:pStyle w:val="ConsPlusNormal"/>
              <w:ind w:firstLine="0"/>
              <w:jc w:val="both"/>
              <w:rPr>
                <w:rFonts w:ascii="Calibri" w:hAnsi="Calibri" w:cs="Times New Roman"/>
                <w:spacing w:val="-2"/>
                <w:sz w:val="22"/>
                <w:szCs w:val="22"/>
                <w:lang w:eastAsia="en-US"/>
              </w:rPr>
            </w:pPr>
          </w:p>
          <w:p w:rsidR="00B12DDA" w:rsidRPr="008414E1" w:rsidRDefault="00B12DDA" w:rsidP="001C096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14E1">
              <w:rPr>
                <w:rFonts w:ascii="Times New Roman" w:hAnsi="Times New Roman" w:cs="Times New Roman"/>
                <w:sz w:val="24"/>
                <w:szCs w:val="24"/>
              </w:rPr>
              <w:t>Закон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414E1">
              <w:rPr>
                <w:rFonts w:ascii="Times New Roman" w:hAnsi="Times New Roman" w:cs="Times New Roman"/>
                <w:sz w:val="24"/>
                <w:szCs w:val="24"/>
              </w:rPr>
              <w:t>Свердловской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414E1">
              <w:rPr>
                <w:rFonts w:ascii="Times New Roman" w:hAnsi="Times New Roman" w:cs="Times New Roman"/>
                <w:sz w:val="24"/>
                <w:szCs w:val="24"/>
              </w:rPr>
              <w:t>области</w:t>
            </w:r>
          </w:p>
          <w:p w:rsidR="00B12DDA" w:rsidRDefault="00B12DDA" w:rsidP="001C096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15 июля </w:t>
            </w:r>
            <w:r w:rsidRPr="008414E1">
              <w:rPr>
                <w:rFonts w:ascii="Times New Roman" w:hAnsi="Times New Roman" w:cs="Times New Roman"/>
                <w:sz w:val="24"/>
                <w:szCs w:val="24"/>
              </w:rPr>
              <w:t>2013 года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414E1">
              <w:rPr>
                <w:rFonts w:ascii="Times New Roman" w:hAnsi="Times New Roman" w:cs="Times New Roman"/>
                <w:sz w:val="24"/>
                <w:szCs w:val="24"/>
              </w:rPr>
              <w:t>№ 78-ОЗ</w:t>
            </w:r>
          </w:p>
          <w:p w:rsidR="00B12DDA" w:rsidRPr="0040713B" w:rsidRDefault="00B12DDA" w:rsidP="001C096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0C9C">
              <w:rPr>
                <w:rFonts w:ascii="Times New Roman" w:hAnsi="Times New Roman" w:cs="Times New Roman"/>
                <w:sz w:val="24"/>
                <w:szCs w:val="24"/>
              </w:rPr>
              <w:t>«Об образовании в Свердловской области»</w:t>
            </w:r>
          </w:p>
        </w:tc>
      </w:tr>
      <w:tr w:rsidR="00B12DDA" w:rsidRPr="00A35BD7" w:rsidTr="00827634">
        <w:tc>
          <w:tcPr>
            <w:tcW w:w="561" w:type="dxa"/>
          </w:tcPr>
          <w:p w:rsidR="00B12DDA" w:rsidRPr="0040713B" w:rsidRDefault="00B12DDA" w:rsidP="001C096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3846" w:type="dxa"/>
            <w:gridSpan w:val="11"/>
          </w:tcPr>
          <w:p w:rsidR="00B12DDA" w:rsidRPr="0040713B" w:rsidRDefault="00B12DDA" w:rsidP="001C096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Задача 7</w:t>
            </w:r>
            <w:r w:rsidRPr="003856B7">
              <w:rPr>
                <w:rFonts w:ascii="Times New Roman" w:hAnsi="Times New Roman" w:cs="Times New Roman"/>
                <w:sz w:val="24"/>
                <w:szCs w:val="24"/>
              </w:rPr>
              <w:t>"Осуществление мероприятий по организации питания в муниципальных общеобразовательных организациях"</w:t>
            </w:r>
          </w:p>
        </w:tc>
      </w:tr>
      <w:tr w:rsidR="00B12DDA" w:rsidRPr="00A35BD7" w:rsidTr="00827634">
        <w:trPr>
          <w:gridAfter w:val="2"/>
          <w:wAfter w:w="26" w:type="dxa"/>
        </w:trPr>
        <w:tc>
          <w:tcPr>
            <w:tcW w:w="561" w:type="dxa"/>
          </w:tcPr>
          <w:p w:rsidR="00B12DDA" w:rsidRPr="0040713B" w:rsidRDefault="00B12DDA" w:rsidP="00315DB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3612" w:type="dxa"/>
          </w:tcPr>
          <w:p w:rsidR="00B12DDA" w:rsidRPr="00C56500" w:rsidRDefault="00B12DDA" w:rsidP="00315DB5">
            <w:r>
              <w:t>Целевой показатель 14</w:t>
            </w:r>
            <w:r w:rsidRPr="00C56500">
              <w:t>.</w:t>
            </w:r>
          </w:p>
          <w:p w:rsidR="00B12DDA" w:rsidRDefault="00B12DDA" w:rsidP="00827634">
            <w:pPr>
              <w:jc w:val="both"/>
            </w:pPr>
            <w:r w:rsidRPr="00C56500">
              <w:t>Доля обучающихся льготных категорий указанных в ст</w:t>
            </w:r>
            <w:r>
              <w:t>.</w:t>
            </w:r>
            <w:r w:rsidRPr="00C56500">
              <w:t xml:space="preserve"> 22 Закона Свердловской области от 15.07.2013 года № 78-ОЗ обеспеченных организованным горячим питанием учащихся общеобразовательных организаций.</w:t>
            </w:r>
          </w:p>
        </w:tc>
        <w:tc>
          <w:tcPr>
            <w:tcW w:w="1276" w:type="dxa"/>
          </w:tcPr>
          <w:p w:rsidR="00B12DDA" w:rsidRPr="0040713B" w:rsidRDefault="00B12DDA" w:rsidP="00315DB5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1276" w:type="dxa"/>
          </w:tcPr>
          <w:p w:rsidR="00B12DDA" w:rsidRDefault="00B12DDA" w:rsidP="00315DB5">
            <w:r>
              <w:t>99,4</w:t>
            </w:r>
          </w:p>
        </w:tc>
        <w:tc>
          <w:tcPr>
            <w:tcW w:w="1275" w:type="dxa"/>
          </w:tcPr>
          <w:p w:rsidR="00B12DDA" w:rsidRDefault="00B12DDA" w:rsidP="00315DB5">
            <w:r w:rsidRPr="00C63DEC">
              <w:t>99,4</w:t>
            </w:r>
          </w:p>
        </w:tc>
        <w:tc>
          <w:tcPr>
            <w:tcW w:w="1276" w:type="dxa"/>
          </w:tcPr>
          <w:p w:rsidR="00B12DDA" w:rsidRDefault="00B12DDA" w:rsidP="00315DB5">
            <w:r w:rsidRPr="00C63DEC">
              <w:t>99,4</w:t>
            </w:r>
          </w:p>
        </w:tc>
        <w:tc>
          <w:tcPr>
            <w:tcW w:w="1134" w:type="dxa"/>
          </w:tcPr>
          <w:p w:rsidR="00B12DDA" w:rsidRDefault="00B12DDA" w:rsidP="00315DB5">
            <w:r w:rsidRPr="00C63DEC">
              <w:t>99,4</w:t>
            </w:r>
          </w:p>
        </w:tc>
        <w:tc>
          <w:tcPr>
            <w:tcW w:w="3971" w:type="dxa"/>
            <w:gridSpan w:val="3"/>
          </w:tcPr>
          <w:p w:rsidR="00B12DDA" w:rsidRPr="002B526B" w:rsidRDefault="00B12DDA" w:rsidP="002B526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Постановление Правительства Свердловской области от 05.03.2014 </w:t>
            </w:r>
          </w:p>
          <w:p w:rsidR="00B12DDA" w:rsidRPr="002B526B" w:rsidRDefault="00B12DDA" w:rsidP="002B526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526B">
              <w:rPr>
                <w:rFonts w:ascii="Times New Roman" w:hAnsi="Times New Roman" w:cs="Times New Roman"/>
                <w:sz w:val="24"/>
                <w:szCs w:val="24"/>
              </w:rPr>
              <w:t xml:space="preserve">N 146-ПП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2B526B">
              <w:rPr>
                <w:rFonts w:ascii="Times New Roman" w:hAnsi="Times New Roman" w:cs="Times New Roman"/>
                <w:sz w:val="24"/>
                <w:szCs w:val="24"/>
              </w:rPr>
              <w:t xml:space="preserve">Об обеспечении питанием обучающихся по очной форме обучения в государственных общеобразовательных организациях Свердловской области, муниципальных общеобразовательных организациях, частных общеобразовательных организациях и обособленных структурных подразделениях государственных образовательных организаций Свердловской области по имеющим государственную аккредитацию основным общеобразовательным программам, а также обучающихся по очной форме обучения в государственных профессиональных образовательных организациях Свердловской области, реализующих образовательные программы среднего профессионального образования в сфере искусств, и обособленных структурных подразделениях таких государственных профессиональных образовательных организаций Свердловской области по основным общеобразовательным программам и по образовательным программам среднего профессионального образования в сфере искусств, интегрированным с образовательными программами основного общего и среднего общего образования (с изменениями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r w:rsidRPr="002B526B">
              <w:rPr>
                <w:rFonts w:ascii="Times New Roman" w:hAnsi="Times New Roman" w:cs="Times New Roman"/>
                <w:sz w:val="24"/>
                <w:szCs w:val="24"/>
              </w:rPr>
              <w:t xml:space="preserve"> 30 июля 2020 года)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B12DDA" w:rsidRPr="002B526B" w:rsidRDefault="00B12DDA" w:rsidP="002B526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2DDA" w:rsidRPr="002B526B" w:rsidRDefault="00B12DDA" w:rsidP="002B526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2DDA" w:rsidRPr="0040713B" w:rsidRDefault="00B12DDA" w:rsidP="002B526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2DDA" w:rsidRPr="00A35BD7" w:rsidTr="00827634">
        <w:tc>
          <w:tcPr>
            <w:tcW w:w="561" w:type="dxa"/>
          </w:tcPr>
          <w:p w:rsidR="00B12DDA" w:rsidRPr="0040713B" w:rsidRDefault="00B12DDA" w:rsidP="001C096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3846" w:type="dxa"/>
            <w:gridSpan w:val="11"/>
          </w:tcPr>
          <w:p w:rsidR="00B12DDA" w:rsidRPr="0040713B" w:rsidRDefault="00B12DDA" w:rsidP="001C096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Задача 8.</w:t>
            </w:r>
            <w:r w:rsidRPr="003856B7">
              <w:rPr>
                <w:rFonts w:ascii="Times New Roman" w:hAnsi="Times New Roman" w:cs="Times New Roman"/>
                <w:sz w:val="24"/>
                <w:szCs w:val="24"/>
              </w:rPr>
              <w:t>«Обеспечение качественной подготовки к проведению государственной итоговой аттестации по образовательны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 программам основного общего и </w:t>
            </w:r>
            <w:r w:rsidRPr="003856B7">
              <w:rPr>
                <w:rFonts w:ascii="Times New Roman" w:hAnsi="Times New Roman" w:cs="Times New Roman"/>
                <w:sz w:val="24"/>
                <w:szCs w:val="24"/>
              </w:rPr>
              <w:t>среднего общего образования»</w:t>
            </w:r>
          </w:p>
        </w:tc>
      </w:tr>
      <w:tr w:rsidR="00B12DDA" w:rsidRPr="00A35BD7" w:rsidTr="00827634">
        <w:trPr>
          <w:gridAfter w:val="2"/>
          <w:wAfter w:w="26" w:type="dxa"/>
        </w:trPr>
        <w:tc>
          <w:tcPr>
            <w:tcW w:w="561" w:type="dxa"/>
          </w:tcPr>
          <w:p w:rsidR="00B12DDA" w:rsidRPr="0040713B" w:rsidRDefault="00B12DDA" w:rsidP="00513D3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3612" w:type="dxa"/>
          </w:tcPr>
          <w:p w:rsidR="00B12DDA" w:rsidRDefault="00B12DDA" w:rsidP="00513D33">
            <w:r w:rsidRPr="00C61A57">
              <w:t>Целевой показатель</w:t>
            </w:r>
            <w:r>
              <w:t xml:space="preserve"> 15.</w:t>
            </w:r>
          </w:p>
          <w:p w:rsidR="00B12DDA" w:rsidRDefault="00B12DDA" w:rsidP="00827634">
            <w:pPr>
              <w:jc w:val="both"/>
            </w:pPr>
            <w:r>
              <w:t xml:space="preserve"> Доля выпускников </w:t>
            </w:r>
            <w:r w:rsidRPr="003856B7">
              <w:t>муниципальных общеобразовательных организаций, не сдавших единый государственный экзамен в общей численности выпускников муниципальных общеобразовател</w:t>
            </w:r>
            <w:r>
              <w:t>ьных организаций.</w:t>
            </w:r>
          </w:p>
        </w:tc>
        <w:tc>
          <w:tcPr>
            <w:tcW w:w="1276" w:type="dxa"/>
          </w:tcPr>
          <w:p w:rsidR="00B12DDA" w:rsidRPr="0040713B" w:rsidRDefault="00B12DDA" w:rsidP="00513D3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1276" w:type="dxa"/>
          </w:tcPr>
          <w:p w:rsidR="00B12DDA" w:rsidRPr="0040713B" w:rsidRDefault="00B12DDA" w:rsidP="00513D3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0,6</w:t>
            </w:r>
          </w:p>
        </w:tc>
        <w:tc>
          <w:tcPr>
            <w:tcW w:w="1275" w:type="dxa"/>
          </w:tcPr>
          <w:p w:rsidR="00B12DDA" w:rsidRDefault="00B12DDA" w:rsidP="00513D33">
            <w:pPr>
              <w:jc w:val="center"/>
            </w:pPr>
            <w:r w:rsidRPr="00523700">
              <w:t>0,6</w:t>
            </w:r>
          </w:p>
        </w:tc>
        <w:tc>
          <w:tcPr>
            <w:tcW w:w="1276" w:type="dxa"/>
          </w:tcPr>
          <w:p w:rsidR="00B12DDA" w:rsidRDefault="00B12DDA" w:rsidP="00513D33">
            <w:pPr>
              <w:jc w:val="center"/>
            </w:pPr>
            <w:r w:rsidRPr="00523700">
              <w:t>0,6</w:t>
            </w:r>
          </w:p>
        </w:tc>
        <w:tc>
          <w:tcPr>
            <w:tcW w:w="1134" w:type="dxa"/>
          </w:tcPr>
          <w:p w:rsidR="00B12DDA" w:rsidRDefault="00B12DDA" w:rsidP="00513D33">
            <w:pPr>
              <w:jc w:val="center"/>
            </w:pPr>
            <w:r w:rsidRPr="00523700">
              <w:t>0,6</w:t>
            </w:r>
          </w:p>
        </w:tc>
        <w:tc>
          <w:tcPr>
            <w:tcW w:w="3971" w:type="dxa"/>
            <w:gridSpan w:val="3"/>
          </w:tcPr>
          <w:p w:rsidR="00B12DDA" w:rsidRPr="0040713B" w:rsidRDefault="00B12DDA" w:rsidP="008D4CA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360E">
              <w:rPr>
                <w:rFonts w:ascii="Times New Roman" w:hAnsi="Times New Roman" w:cs="Times New Roman"/>
                <w:sz w:val="24"/>
                <w:szCs w:val="24"/>
              </w:rPr>
              <w:t>Указ Президента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1360E">
              <w:rPr>
                <w:rFonts w:ascii="Times New Roman" w:hAnsi="Times New Roman" w:cs="Times New Roman"/>
                <w:sz w:val="24"/>
                <w:szCs w:val="24"/>
              </w:rPr>
              <w:t>Российской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1360E">
              <w:rPr>
                <w:rFonts w:ascii="Times New Roman" w:hAnsi="Times New Roman" w:cs="Times New Roman"/>
                <w:sz w:val="24"/>
                <w:szCs w:val="24"/>
              </w:rPr>
              <w:t>Федерации от 7 мая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1360E">
              <w:rPr>
                <w:rFonts w:ascii="Times New Roman" w:hAnsi="Times New Roman" w:cs="Times New Roman"/>
                <w:sz w:val="24"/>
                <w:szCs w:val="24"/>
              </w:rPr>
              <w:t>2012 года N 599 "О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1360E">
              <w:rPr>
                <w:rFonts w:ascii="Times New Roman" w:hAnsi="Times New Roman" w:cs="Times New Roman"/>
                <w:sz w:val="24"/>
                <w:szCs w:val="24"/>
              </w:rPr>
              <w:t>мерах по реализации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1360E">
              <w:rPr>
                <w:rFonts w:ascii="Times New Roman" w:hAnsi="Times New Roman" w:cs="Times New Roman"/>
                <w:sz w:val="24"/>
                <w:szCs w:val="24"/>
              </w:rPr>
              <w:t>Государственной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1360E">
              <w:rPr>
                <w:rFonts w:ascii="Times New Roman" w:hAnsi="Times New Roman" w:cs="Times New Roman"/>
                <w:sz w:val="24"/>
                <w:szCs w:val="24"/>
              </w:rPr>
              <w:t>политики в области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1360E">
              <w:rPr>
                <w:rFonts w:ascii="Times New Roman" w:hAnsi="Times New Roman" w:cs="Times New Roman"/>
                <w:sz w:val="24"/>
                <w:szCs w:val="24"/>
              </w:rPr>
              <w:t>образования и науки"</w:t>
            </w:r>
          </w:p>
        </w:tc>
      </w:tr>
      <w:tr w:rsidR="00B12DDA" w:rsidRPr="00A35BD7" w:rsidTr="00827634">
        <w:tc>
          <w:tcPr>
            <w:tcW w:w="561" w:type="dxa"/>
          </w:tcPr>
          <w:p w:rsidR="00B12DDA" w:rsidRPr="0040713B" w:rsidRDefault="00B12DDA" w:rsidP="001C096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3846" w:type="dxa"/>
            <w:gridSpan w:val="11"/>
          </w:tcPr>
          <w:p w:rsidR="00B12DDA" w:rsidRPr="00F636B2" w:rsidRDefault="00B12DDA" w:rsidP="001C096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Задача 9</w:t>
            </w:r>
            <w:r w:rsidRPr="00F636B2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«Обеспечение государственных  гарантий прав граждан на получение общедоступного и бесплатного общего образования в муниципальных общеобразовательных организациях»</w:t>
            </w:r>
          </w:p>
        </w:tc>
      </w:tr>
      <w:tr w:rsidR="00B12DDA" w:rsidRPr="00A35BD7" w:rsidTr="00827634">
        <w:trPr>
          <w:gridAfter w:val="2"/>
          <w:wAfter w:w="26" w:type="dxa"/>
        </w:trPr>
        <w:tc>
          <w:tcPr>
            <w:tcW w:w="561" w:type="dxa"/>
          </w:tcPr>
          <w:p w:rsidR="00B12DDA" w:rsidRPr="0040713B" w:rsidRDefault="00B12DDA" w:rsidP="00A1693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3612" w:type="dxa"/>
          </w:tcPr>
          <w:p w:rsidR="00B12DDA" w:rsidRDefault="00B12DDA" w:rsidP="00A1693F">
            <w:r w:rsidRPr="00C61A57">
              <w:t xml:space="preserve">Целевой показатель </w:t>
            </w:r>
            <w:r>
              <w:t>16</w:t>
            </w:r>
            <w:r w:rsidRPr="00E20E7E">
              <w:t>.</w:t>
            </w:r>
            <w:r w:rsidRPr="00E20E7E">
              <w:tab/>
            </w:r>
          </w:p>
          <w:p w:rsidR="00B12DDA" w:rsidRDefault="00B12DDA" w:rsidP="00827634">
            <w:pPr>
              <w:jc w:val="both"/>
            </w:pPr>
            <w:r w:rsidRPr="00E20E7E">
              <w:t xml:space="preserve">Соотношение уровня средней заработной платы учителей общеобразовательных школ и средней заработной платы в экономике </w:t>
            </w:r>
            <w:r>
              <w:t xml:space="preserve">Свердловской области. </w:t>
            </w:r>
          </w:p>
        </w:tc>
        <w:tc>
          <w:tcPr>
            <w:tcW w:w="1276" w:type="dxa"/>
          </w:tcPr>
          <w:p w:rsidR="00B12DDA" w:rsidRPr="0040713B" w:rsidRDefault="00B12DDA" w:rsidP="00A1693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1276" w:type="dxa"/>
          </w:tcPr>
          <w:p w:rsidR="00B12DDA" w:rsidRDefault="00B12DDA" w:rsidP="00A1693F">
            <w:r w:rsidRPr="00B21A4B">
              <w:t>100,0</w:t>
            </w:r>
          </w:p>
        </w:tc>
        <w:tc>
          <w:tcPr>
            <w:tcW w:w="1275" w:type="dxa"/>
          </w:tcPr>
          <w:p w:rsidR="00B12DDA" w:rsidRDefault="00B12DDA" w:rsidP="00A1693F">
            <w:r w:rsidRPr="00B21A4B">
              <w:t>100,0</w:t>
            </w:r>
          </w:p>
        </w:tc>
        <w:tc>
          <w:tcPr>
            <w:tcW w:w="1276" w:type="dxa"/>
          </w:tcPr>
          <w:p w:rsidR="00B12DDA" w:rsidRDefault="00B12DDA" w:rsidP="00A1693F">
            <w:r w:rsidRPr="00B21A4B">
              <w:t>100,0</w:t>
            </w:r>
          </w:p>
        </w:tc>
        <w:tc>
          <w:tcPr>
            <w:tcW w:w="1134" w:type="dxa"/>
          </w:tcPr>
          <w:p w:rsidR="00B12DDA" w:rsidRDefault="00B12DDA" w:rsidP="00A1693F">
            <w:r w:rsidRPr="00B21A4B">
              <w:t>100,0</w:t>
            </w:r>
          </w:p>
        </w:tc>
        <w:tc>
          <w:tcPr>
            <w:tcW w:w="3971" w:type="dxa"/>
            <w:gridSpan w:val="3"/>
          </w:tcPr>
          <w:p w:rsidR="00B12DDA" w:rsidRPr="0040713B" w:rsidRDefault="00B12DDA" w:rsidP="00A1693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364F">
              <w:rPr>
                <w:rFonts w:ascii="Times New Roman" w:hAnsi="Times New Roman" w:cs="Times New Roman"/>
                <w:sz w:val="24"/>
                <w:szCs w:val="24"/>
              </w:rPr>
              <w:t>Указ Президента Росси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йской Федерации от 07.05.2012 </w:t>
            </w:r>
            <w:r w:rsidRPr="0061364F">
              <w:rPr>
                <w:rFonts w:ascii="Times New Roman" w:hAnsi="Times New Roman" w:cs="Times New Roman"/>
                <w:sz w:val="24"/>
                <w:szCs w:val="24"/>
              </w:rPr>
              <w:t xml:space="preserve"> № 597 «О мероприятиях по реализации государственной социальной политики»</w:t>
            </w:r>
          </w:p>
        </w:tc>
      </w:tr>
      <w:tr w:rsidR="00B12DDA" w:rsidRPr="00A35BD7" w:rsidTr="00827634">
        <w:trPr>
          <w:gridAfter w:val="2"/>
          <w:wAfter w:w="26" w:type="dxa"/>
        </w:trPr>
        <w:tc>
          <w:tcPr>
            <w:tcW w:w="561" w:type="dxa"/>
          </w:tcPr>
          <w:p w:rsidR="00B12DDA" w:rsidRPr="0040713B" w:rsidRDefault="00B12DDA" w:rsidP="00513D3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3820" w:type="dxa"/>
            <w:gridSpan w:val="9"/>
          </w:tcPr>
          <w:p w:rsidR="00B12DDA" w:rsidRPr="0061364F" w:rsidRDefault="00B12DDA" w:rsidP="00513D3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Задача 10 «Обеспечение выплаты ежемесячного денежного вознаграждения за классное руководство педагогическим работникам общеобразовательных организаций»</w:t>
            </w:r>
          </w:p>
        </w:tc>
      </w:tr>
      <w:tr w:rsidR="00B12DDA" w:rsidRPr="00A35BD7" w:rsidTr="00827634">
        <w:trPr>
          <w:gridAfter w:val="2"/>
          <w:wAfter w:w="26" w:type="dxa"/>
        </w:trPr>
        <w:tc>
          <w:tcPr>
            <w:tcW w:w="561" w:type="dxa"/>
          </w:tcPr>
          <w:p w:rsidR="00B12DDA" w:rsidRPr="0040713B" w:rsidRDefault="00B12DDA" w:rsidP="00A1693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3612" w:type="dxa"/>
          </w:tcPr>
          <w:p w:rsidR="00B12DDA" w:rsidRPr="00C56500" w:rsidRDefault="00B12DDA" w:rsidP="00A1693F">
            <w:r w:rsidRPr="00C56500">
              <w:t>Целе</w:t>
            </w:r>
            <w:r>
              <w:t>вой показатель 17</w:t>
            </w:r>
            <w:r w:rsidRPr="00C56500">
              <w:t>.</w:t>
            </w:r>
          </w:p>
          <w:p w:rsidR="00B12DDA" w:rsidRPr="00A6274C" w:rsidRDefault="00B12DDA" w:rsidP="00827634">
            <w:pPr>
              <w:jc w:val="both"/>
              <w:rPr>
                <w:highlight w:val="yellow"/>
              </w:rPr>
            </w:pPr>
            <w:r w:rsidRPr="00C56500">
              <w:t>Доля педагогических работников общеобразовательных организаций, получивших вознаграждение за классное руководство, в общей численности педагогических работников такой категории.</w:t>
            </w:r>
          </w:p>
        </w:tc>
        <w:tc>
          <w:tcPr>
            <w:tcW w:w="1276" w:type="dxa"/>
          </w:tcPr>
          <w:p w:rsidR="00B12DDA" w:rsidRDefault="00B12DDA" w:rsidP="00A1693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1276" w:type="dxa"/>
          </w:tcPr>
          <w:p w:rsidR="00B12DDA" w:rsidRDefault="00B12DDA" w:rsidP="00A1693F">
            <w:r w:rsidRPr="00F04670">
              <w:t>100,0</w:t>
            </w:r>
          </w:p>
        </w:tc>
        <w:tc>
          <w:tcPr>
            <w:tcW w:w="1275" w:type="dxa"/>
          </w:tcPr>
          <w:p w:rsidR="00B12DDA" w:rsidRDefault="00B12DDA" w:rsidP="00A1693F">
            <w:r w:rsidRPr="00F04670">
              <w:t>100,0</w:t>
            </w:r>
          </w:p>
        </w:tc>
        <w:tc>
          <w:tcPr>
            <w:tcW w:w="1276" w:type="dxa"/>
          </w:tcPr>
          <w:p w:rsidR="00B12DDA" w:rsidRDefault="00B12DDA" w:rsidP="00A1693F">
            <w:r w:rsidRPr="00F04670">
              <w:t>100,0</w:t>
            </w:r>
          </w:p>
        </w:tc>
        <w:tc>
          <w:tcPr>
            <w:tcW w:w="1134" w:type="dxa"/>
          </w:tcPr>
          <w:p w:rsidR="00B12DDA" w:rsidRDefault="00B12DDA" w:rsidP="00A1693F">
            <w:r w:rsidRPr="00F04670">
              <w:t>100,0</w:t>
            </w:r>
          </w:p>
        </w:tc>
        <w:tc>
          <w:tcPr>
            <w:tcW w:w="3971" w:type="dxa"/>
            <w:gridSpan w:val="3"/>
          </w:tcPr>
          <w:p w:rsidR="00B12DDA" w:rsidRDefault="00B12DDA" w:rsidP="00A1693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526B">
              <w:rPr>
                <w:rFonts w:ascii="Times New Roman" w:hAnsi="Times New Roman" w:cs="Times New Roman"/>
                <w:sz w:val="24"/>
                <w:szCs w:val="24"/>
              </w:rPr>
              <w:t>Постановление Правит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ельства РФ от 26.12.2017 </w:t>
            </w:r>
            <w:r w:rsidRPr="002B526B">
              <w:rPr>
                <w:rFonts w:ascii="Times New Roman" w:hAnsi="Times New Roman" w:cs="Times New Roman"/>
                <w:sz w:val="24"/>
                <w:szCs w:val="24"/>
              </w:rPr>
              <w:t>N 1642 "Об утверждении государственной программы Российской Федерации "Развитие образования" (с изменениями и дополнениями)</w:t>
            </w:r>
          </w:p>
          <w:p w:rsidR="00B12DDA" w:rsidRPr="0061364F" w:rsidRDefault="00B12DDA" w:rsidP="00A1693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274C">
              <w:rPr>
                <w:rFonts w:ascii="Times New Roman" w:hAnsi="Times New Roman" w:cs="Times New Roman"/>
                <w:sz w:val="24"/>
                <w:szCs w:val="24"/>
              </w:rPr>
              <w:t xml:space="preserve"> Постановление Правительства РФ от 04.04.2020 N 448 "О внесении изменений в государственную программу Российской Федерации "Развитие образования".</w:t>
            </w:r>
          </w:p>
        </w:tc>
      </w:tr>
      <w:tr w:rsidR="00B12DDA" w:rsidRPr="00A35BD7" w:rsidTr="00827634">
        <w:tc>
          <w:tcPr>
            <w:tcW w:w="561" w:type="dxa"/>
          </w:tcPr>
          <w:p w:rsidR="00B12DDA" w:rsidRPr="0040713B" w:rsidRDefault="00B12DDA" w:rsidP="001C096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13846" w:type="dxa"/>
            <w:gridSpan w:val="11"/>
          </w:tcPr>
          <w:p w:rsidR="00B12DDA" w:rsidRDefault="00B12DDA" w:rsidP="001C096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Цель 3 Обеспечение</w:t>
            </w:r>
            <w:r w:rsidRPr="005711C5">
              <w:rPr>
                <w:rFonts w:ascii="Times New Roman" w:hAnsi="Times New Roman" w:cs="Times New Roman"/>
                <w:sz w:val="24"/>
                <w:szCs w:val="24"/>
              </w:rPr>
              <w:t xml:space="preserve"> доступности качественных образовательных услуг в сфере дополнительного образования.  </w:t>
            </w:r>
          </w:p>
        </w:tc>
      </w:tr>
      <w:tr w:rsidR="00B12DDA" w:rsidRPr="00A35BD7" w:rsidTr="00827634">
        <w:tc>
          <w:tcPr>
            <w:tcW w:w="561" w:type="dxa"/>
          </w:tcPr>
          <w:p w:rsidR="00B12DDA" w:rsidRPr="0040713B" w:rsidRDefault="00B12DDA" w:rsidP="001C096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3846" w:type="dxa"/>
            <w:gridSpan w:val="11"/>
          </w:tcPr>
          <w:p w:rsidR="00B12DDA" w:rsidRPr="0040713B" w:rsidRDefault="00B12DDA" w:rsidP="001C096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Задача 11</w:t>
            </w:r>
            <w:r w:rsidRPr="005711C5">
              <w:rPr>
                <w:rFonts w:ascii="Times New Roman" w:hAnsi="Times New Roman" w:cs="Times New Roman"/>
                <w:sz w:val="24"/>
                <w:szCs w:val="24"/>
              </w:rPr>
              <w:t>"Обеспечение государственных гарантий граждан на получение дополнительного образования детей"</w:t>
            </w:r>
          </w:p>
        </w:tc>
      </w:tr>
      <w:tr w:rsidR="00B12DDA" w:rsidRPr="00A35BD7" w:rsidTr="00827634">
        <w:trPr>
          <w:gridAfter w:val="2"/>
          <w:wAfter w:w="26" w:type="dxa"/>
        </w:trPr>
        <w:tc>
          <w:tcPr>
            <w:tcW w:w="561" w:type="dxa"/>
          </w:tcPr>
          <w:p w:rsidR="00B12DDA" w:rsidRPr="0040713B" w:rsidRDefault="00B12DDA" w:rsidP="00A1693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3612" w:type="dxa"/>
          </w:tcPr>
          <w:p w:rsidR="00B12DDA" w:rsidRDefault="00B12DDA" w:rsidP="00A1693F">
            <w:r w:rsidRPr="00C61A57">
              <w:t>Целевой показатель</w:t>
            </w:r>
            <w:r>
              <w:t xml:space="preserve"> 18.</w:t>
            </w:r>
          </w:p>
          <w:p w:rsidR="00B12DDA" w:rsidRPr="00C61A57" w:rsidRDefault="00B12DDA" w:rsidP="00827634">
            <w:pPr>
              <w:jc w:val="both"/>
            </w:pPr>
            <w:r w:rsidRPr="006F05DF">
              <w:t xml:space="preserve">Доля детей в возрасте от 5 до 18 лет, </w:t>
            </w:r>
            <w:r>
              <w:t xml:space="preserve">обучающихся по дополнительным образовательным программам. </w:t>
            </w:r>
          </w:p>
        </w:tc>
        <w:tc>
          <w:tcPr>
            <w:tcW w:w="1276" w:type="dxa"/>
          </w:tcPr>
          <w:p w:rsidR="00B12DDA" w:rsidRDefault="00B12DDA" w:rsidP="00A1693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2DDA" w:rsidRPr="00513D33" w:rsidRDefault="00B12DDA" w:rsidP="00A1693F">
            <w:r>
              <w:t>процент</w:t>
            </w:r>
          </w:p>
        </w:tc>
        <w:tc>
          <w:tcPr>
            <w:tcW w:w="1276" w:type="dxa"/>
          </w:tcPr>
          <w:p w:rsidR="00B12DDA" w:rsidRDefault="00B12DDA" w:rsidP="00A1693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2DDA" w:rsidRPr="00513D33" w:rsidRDefault="00B12DDA" w:rsidP="00A1693F">
            <w:pPr>
              <w:jc w:val="center"/>
            </w:pPr>
            <w:r>
              <w:t>75,0</w:t>
            </w:r>
          </w:p>
        </w:tc>
        <w:tc>
          <w:tcPr>
            <w:tcW w:w="1275" w:type="dxa"/>
          </w:tcPr>
          <w:p w:rsidR="00B12DDA" w:rsidRDefault="00B12DDA" w:rsidP="00A1693F"/>
          <w:p w:rsidR="00B12DDA" w:rsidRDefault="00B12DDA" w:rsidP="00A1693F">
            <w:r w:rsidRPr="000E24C8">
              <w:t>75,0</w:t>
            </w:r>
          </w:p>
        </w:tc>
        <w:tc>
          <w:tcPr>
            <w:tcW w:w="1276" w:type="dxa"/>
          </w:tcPr>
          <w:p w:rsidR="00B12DDA" w:rsidRDefault="00B12DDA" w:rsidP="00A1693F"/>
          <w:p w:rsidR="00B12DDA" w:rsidRDefault="00B12DDA" w:rsidP="00A1693F">
            <w:r w:rsidRPr="000E24C8">
              <w:t>75,0</w:t>
            </w:r>
          </w:p>
        </w:tc>
        <w:tc>
          <w:tcPr>
            <w:tcW w:w="1134" w:type="dxa"/>
          </w:tcPr>
          <w:p w:rsidR="00B12DDA" w:rsidRDefault="00B12DDA" w:rsidP="00A1693F"/>
          <w:p w:rsidR="00B12DDA" w:rsidRDefault="00B12DDA" w:rsidP="00A1693F">
            <w:r w:rsidRPr="000E24C8">
              <w:t>75,0</w:t>
            </w:r>
          </w:p>
          <w:p w:rsidR="00B12DDA" w:rsidRDefault="00B12DDA" w:rsidP="00A1693F"/>
          <w:p w:rsidR="00B12DDA" w:rsidRDefault="00B12DDA" w:rsidP="00A1693F"/>
        </w:tc>
        <w:tc>
          <w:tcPr>
            <w:tcW w:w="3971" w:type="dxa"/>
            <w:gridSpan w:val="3"/>
          </w:tcPr>
          <w:p w:rsidR="00B12DDA" w:rsidRPr="0040713B" w:rsidRDefault="00B12DDA" w:rsidP="00A1693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7DB1">
              <w:rPr>
                <w:rFonts w:ascii="Times New Roman" w:hAnsi="Times New Roman" w:cs="Times New Roman"/>
                <w:sz w:val="24"/>
                <w:szCs w:val="24"/>
              </w:rPr>
              <w:t>Указ Президента Российской Федерации от 07.05.2012 г. № 599 «О мерах по реализации государственной политики в области образования и науки»</w:t>
            </w:r>
          </w:p>
        </w:tc>
      </w:tr>
      <w:tr w:rsidR="00B12DDA" w:rsidRPr="00A35BD7" w:rsidTr="00827634">
        <w:tc>
          <w:tcPr>
            <w:tcW w:w="561" w:type="dxa"/>
          </w:tcPr>
          <w:p w:rsidR="00B12DDA" w:rsidRPr="0040713B" w:rsidRDefault="00B12DDA" w:rsidP="001C096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3846" w:type="dxa"/>
            <w:gridSpan w:val="11"/>
          </w:tcPr>
          <w:p w:rsidR="00B12DDA" w:rsidRPr="0040713B" w:rsidRDefault="00B12DDA" w:rsidP="001C096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Задача 12</w:t>
            </w:r>
            <w:r w:rsidRPr="004F1983">
              <w:rPr>
                <w:rFonts w:ascii="Times New Roman" w:hAnsi="Times New Roman" w:cs="Times New Roman"/>
                <w:sz w:val="24"/>
                <w:szCs w:val="24"/>
              </w:rPr>
              <w:t>"Развитие системы дополнительного образования детей"</w:t>
            </w:r>
          </w:p>
        </w:tc>
      </w:tr>
      <w:tr w:rsidR="00B12DDA" w:rsidRPr="00A35BD7" w:rsidTr="00827634">
        <w:trPr>
          <w:gridAfter w:val="2"/>
          <w:wAfter w:w="26" w:type="dxa"/>
        </w:trPr>
        <w:tc>
          <w:tcPr>
            <w:tcW w:w="561" w:type="dxa"/>
          </w:tcPr>
          <w:p w:rsidR="00B12DDA" w:rsidRPr="0040713B" w:rsidRDefault="00B12DDA" w:rsidP="00A1693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3612" w:type="dxa"/>
          </w:tcPr>
          <w:p w:rsidR="00B12DDA" w:rsidRDefault="00B12DDA" w:rsidP="00A1693F">
            <w:r>
              <w:t>Целевой показатель 19.</w:t>
            </w:r>
          </w:p>
          <w:p w:rsidR="00B12DDA" w:rsidRDefault="00B12DDA" w:rsidP="00827634">
            <w:pPr>
              <w:jc w:val="both"/>
            </w:pPr>
            <w:r>
              <w:t>Доля детей в возрасте от 5 до 18 лет, получающих дополнительное образование с</w:t>
            </w:r>
          </w:p>
          <w:p w:rsidR="00B12DDA" w:rsidRDefault="00B12DDA" w:rsidP="00827634">
            <w:pPr>
              <w:jc w:val="both"/>
            </w:pPr>
            <w:r>
              <w:t>использованием сертификата</w:t>
            </w:r>
          </w:p>
          <w:p w:rsidR="00B12DDA" w:rsidRDefault="00B12DDA" w:rsidP="00827634">
            <w:pPr>
              <w:jc w:val="both"/>
            </w:pPr>
            <w:r>
              <w:t>дополнительного образования, в общей численности детей,</w:t>
            </w:r>
          </w:p>
          <w:p w:rsidR="00B12DDA" w:rsidRDefault="00B12DDA" w:rsidP="00827634">
            <w:pPr>
              <w:jc w:val="both"/>
            </w:pPr>
            <w:r>
              <w:t>получающих дополнительное</w:t>
            </w:r>
          </w:p>
          <w:p w:rsidR="00B12DDA" w:rsidRDefault="00B12DDA" w:rsidP="00827634">
            <w:pPr>
              <w:jc w:val="both"/>
            </w:pPr>
            <w:r>
              <w:t>образование за счет бюджетных средств.</w:t>
            </w:r>
          </w:p>
        </w:tc>
        <w:tc>
          <w:tcPr>
            <w:tcW w:w="1276" w:type="dxa"/>
          </w:tcPr>
          <w:p w:rsidR="00B12DDA" w:rsidRPr="0040713B" w:rsidRDefault="00B12DDA" w:rsidP="00A1693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1276" w:type="dxa"/>
          </w:tcPr>
          <w:p w:rsidR="00B12DDA" w:rsidRDefault="00B12DDA" w:rsidP="00A1693F">
            <w:r w:rsidRPr="00B15C18">
              <w:t>100,0</w:t>
            </w:r>
          </w:p>
        </w:tc>
        <w:tc>
          <w:tcPr>
            <w:tcW w:w="1275" w:type="dxa"/>
          </w:tcPr>
          <w:p w:rsidR="00B12DDA" w:rsidRDefault="00B12DDA" w:rsidP="00A1693F">
            <w:r w:rsidRPr="00B15C18">
              <w:t>100,0</w:t>
            </w:r>
          </w:p>
        </w:tc>
        <w:tc>
          <w:tcPr>
            <w:tcW w:w="1276" w:type="dxa"/>
          </w:tcPr>
          <w:p w:rsidR="00B12DDA" w:rsidRDefault="00B12DDA" w:rsidP="00A1693F">
            <w:r w:rsidRPr="00B15C18">
              <w:t>100,0</w:t>
            </w:r>
          </w:p>
        </w:tc>
        <w:tc>
          <w:tcPr>
            <w:tcW w:w="1134" w:type="dxa"/>
          </w:tcPr>
          <w:p w:rsidR="00B12DDA" w:rsidRDefault="00B12DDA" w:rsidP="00A1693F">
            <w:r w:rsidRPr="00B15C18">
              <w:t>100,0</w:t>
            </w:r>
          </w:p>
        </w:tc>
        <w:tc>
          <w:tcPr>
            <w:tcW w:w="3971" w:type="dxa"/>
            <w:gridSpan w:val="3"/>
          </w:tcPr>
          <w:p w:rsidR="00B12DDA" w:rsidRPr="0040713B" w:rsidRDefault="00B12DDA" w:rsidP="00553C0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3BAB">
              <w:rPr>
                <w:rFonts w:ascii="Times New Roman" w:hAnsi="Times New Roman" w:cs="Times New Roman"/>
                <w:sz w:val="24"/>
                <w:szCs w:val="24"/>
              </w:rPr>
              <w:t>Распоряжение Правительства Свердловской области от 26.10.2018 N 646-РП "О создании в Свердловской области целевой модели развития региональной системы дополнительного образования детей" (концепция создания и функционирования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43BAB">
              <w:rPr>
                <w:rFonts w:ascii="Times New Roman" w:hAnsi="Times New Roman" w:cs="Times New Roman"/>
                <w:sz w:val="24"/>
                <w:szCs w:val="24"/>
              </w:rPr>
              <w:t>целевой модели развития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43BAB">
              <w:rPr>
                <w:rFonts w:ascii="Times New Roman" w:hAnsi="Times New Roman" w:cs="Times New Roman"/>
                <w:sz w:val="24"/>
                <w:szCs w:val="24"/>
              </w:rPr>
              <w:t>региональной системы дополнительного образования детей Свердловской области на 2019 – 2021 годы)</w:t>
            </w:r>
          </w:p>
        </w:tc>
      </w:tr>
      <w:tr w:rsidR="00B12DDA" w:rsidRPr="00A35BD7" w:rsidTr="00827634">
        <w:trPr>
          <w:gridAfter w:val="2"/>
          <w:wAfter w:w="26" w:type="dxa"/>
        </w:trPr>
        <w:tc>
          <w:tcPr>
            <w:tcW w:w="561" w:type="dxa"/>
          </w:tcPr>
          <w:p w:rsidR="00B12DDA" w:rsidRPr="0040713B" w:rsidRDefault="00B12DDA" w:rsidP="00513D3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3612" w:type="dxa"/>
          </w:tcPr>
          <w:p w:rsidR="00B12DDA" w:rsidRDefault="00B12DDA" w:rsidP="00513D33">
            <w:r>
              <w:t>Целевой показатель 20.</w:t>
            </w:r>
          </w:p>
          <w:p w:rsidR="00B12DDA" w:rsidRPr="00C61A57" w:rsidRDefault="00B12DDA" w:rsidP="00513D33">
            <w:r>
              <w:t xml:space="preserve">Доля детей в возрасте от 5 до 18 лет, использующих сертификаты дополнительного образования в статусе сертификатов   персонифицированного финансирования. </w:t>
            </w:r>
          </w:p>
        </w:tc>
        <w:tc>
          <w:tcPr>
            <w:tcW w:w="1276" w:type="dxa"/>
          </w:tcPr>
          <w:p w:rsidR="00B12DDA" w:rsidRPr="0040713B" w:rsidRDefault="00B12DDA" w:rsidP="00513D3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1276" w:type="dxa"/>
          </w:tcPr>
          <w:p w:rsidR="00B12DDA" w:rsidRPr="00513D33" w:rsidRDefault="00B12DDA" w:rsidP="00513D33">
            <w:r>
              <w:t>Не менее 5,0</w:t>
            </w:r>
          </w:p>
        </w:tc>
        <w:tc>
          <w:tcPr>
            <w:tcW w:w="1275" w:type="dxa"/>
          </w:tcPr>
          <w:p w:rsidR="00B12DDA" w:rsidRDefault="00B12DDA" w:rsidP="00513D33">
            <w:r>
              <w:t>Не менее 5,0</w:t>
            </w:r>
          </w:p>
        </w:tc>
        <w:tc>
          <w:tcPr>
            <w:tcW w:w="1276" w:type="dxa"/>
          </w:tcPr>
          <w:p w:rsidR="00B12DDA" w:rsidRDefault="00B12DDA" w:rsidP="00513D33">
            <w:r>
              <w:t>Не менее 5,0</w:t>
            </w:r>
          </w:p>
        </w:tc>
        <w:tc>
          <w:tcPr>
            <w:tcW w:w="1134" w:type="dxa"/>
          </w:tcPr>
          <w:p w:rsidR="00B12DDA" w:rsidRDefault="00B12DDA" w:rsidP="00513D33">
            <w:r>
              <w:t>Не менее 5,0</w:t>
            </w:r>
          </w:p>
        </w:tc>
        <w:tc>
          <w:tcPr>
            <w:tcW w:w="3971" w:type="dxa"/>
            <w:gridSpan w:val="3"/>
          </w:tcPr>
          <w:p w:rsidR="00B12DDA" w:rsidRPr="00217DB1" w:rsidRDefault="00B12DDA" w:rsidP="00513D3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7DB1">
              <w:rPr>
                <w:rFonts w:ascii="Times New Roman" w:hAnsi="Times New Roman" w:cs="Times New Roman"/>
                <w:sz w:val="24"/>
                <w:szCs w:val="24"/>
              </w:rPr>
              <w:t>Распоряжение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17DB1">
              <w:rPr>
                <w:rFonts w:ascii="Times New Roman" w:hAnsi="Times New Roman" w:cs="Times New Roman"/>
                <w:sz w:val="24"/>
                <w:szCs w:val="24"/>
              </w:rPr>
              <w:t>Правительства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17DB1">
              <w:rPr>
                <w:rFonts w:ascii="Times New Roman" w:hAnsi="Times New Roman" w:cs="Times New Roman"/>
                <w:sz w:val="24"/>
                <w:szCs w:val="24"/>
              </w:rPr>
              <w:t>Свердловской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17DB1">
              <w:rPr>
                <w:rFonts w:ascii="Times New Roman" w:hAnsi="Times New Roman" w:cs="Times New Roman"/>
                <w:sz w:val="24"/>
                <w:szCs w:val="24"/>
              </w:rPr>
              <w:t>области от 26.10.2018N 646-РП "О создании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17DB1">
              <w:rPr>
                <w:rFonts w:ascii="Times New Roman" w:hAnsi="Times New Roman" w:cs="Times New Roman"/>
                <w:sz w:val="24"/>
                <w:szCs w:val="24"/>
              </w:rPr>
              <w:t>в Свердловской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17DB1">
              <w:rPr>
                <w:rFonts w:ascii="Times New Roman" w:hAnsi="Times New Roman" w:cs="Times New Roman"/>
                <w:sz w:val="24"/>
                <w:szCs w:val="24"/>
              </w:rPr>
              <w:t>области целевой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17DB1">
              <w:rPr>
                <w:rFonts w:ascii="Times New Roman" w:hAnsi="Times New Roman" w:cs="Times New Roman"/>
                <w:sz w:val="24"/>
                <w:szCs w:val="24"/>
              </w:rPr>
              <w:t>модели развития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17DB1">
              <w:rPr>
                <w:rFonts w:ascii="Times New Roman" w:hAnsi="Times New Roman" w:cs="Times New Roman"/>
                <w:sz w:val="24"/>
                <w:szCs w:val="24"/>
              </w:rPr>
              <w:t>региональной системы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17DB1">
              <w:rPr>
                <w:rFonts w:ascii="Times New Roman" w:hAnsi="Times New Roman" w:cs="Times New Roman"/>
                <w:sz w:val="24"/>
                <w:szCs w:val="24"/>
              </w:rPr>
              <w:t>дополнительного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17DB1">
              <w:rPr>
                <w:rFonts w:ascii="Times New Roman" w:hAnsi="Times New Roman" w:cs="Times New Roman"/>
                <w:sz w:val="24"/>
                <w:szCs w:val="24"/>
              </w:rPr>
              <w:t>образования детей"(концепция создания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17DB1">
              <w:rPr>
                <w:rFonts w:ascii="Times New Roman" w:hAnsi="Times New Roman" w:cs="Times New Roman"/>
                <w:sz w:val="24"/>
                <w:szCs w:val="24"/>
              </w:rPr>
              <w:t>и функционирования</w:t>
            </w:r>
          </w:p>
          <w:p w:rsidR="00B12DDA" w:rsidRPr="00217DB1" w:rsidRDefault="00B12DDA" w:rsidP="00513D3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7DB1">
              <w:rPr>
                <w:rFonts w:ascii="Times New Roman" w:hAnsi="Times New Roman" w:cs="Times New Roman"/>
                <w:sz w:val="24"/>
                <w:szCs w:val="24"/>
              </w:rPr>
              <w:t>целевой модели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17DB1">
              <w:rPr>
                <w:rFonts w:ascii="Times New Roman" w:hAnsi="Times New Roman" w:cs="Times New Roman"/>
                <w:sz w:val="24"/>
                <w:szCs w:val="24"/>
              </w:rPr>
              <w:t>развития</w:t>
            </w:r>
          </w:p>
          <w:p w:rsidR="00B12DDA" w:rsidRPr="0040713B" w:rsidRDefault="00B12DDA" w:rsidP="00513D3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7DB1">
              <w:rPr>
                <w:rFonts w:ascii="Times New Roman" w:hAnsi="Times New Roman" w:cs="Times New Roman"/>
                <w:sz w:val="24"/>
                <w:szCs w:val="24"/>
              </w:rPr>
              <w:t>региональной системы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17DB1">
              <w:rPr>
                <w:rFonts w:ascii="Times New Roman" w:hAnsi="Times New Roman" w:cs="Times New Roman"/>
                <w:sz w:val="24"/>
                <w:szCs w:val="24"/>
              </w:rPr>
              <w:t>дополнительного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17DB1">
              <w:rPr>
                <w:rFonts w:ascii="Times New Roman" w:hAnsi="Times New Roman" w:cs="Times New Roman"/>
                <w:sz w:val="24"/>
                <w:szCs w:val="24"/>
              </w:rPr>
              <w:t>образования детей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17DB1">
              <w:rPr>
                <w:rFonts w:ascii="Times New Roman" w:hAnsi="Times New Roman" w:cs="Times New Roman"/>
                <w:sz w:val="24"/>
                <w:szCs w:val="24"/>
              </w:rPr>
              <w:t>Свердловской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17DB1">
              <w:rPr>
                <w:rFonts w:ascii="Times New Roman" w:hAnsi="Times New Roman" w:cs="Times New Roman"/>
                <w:sz w:val="24"/>
                <w:szCs w:val="24"/>
              </w:rPr>
              <w:t xml:space="preserve">области на 2019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217DB1">
              <w:rPr>
                <w:rFonts w:ascii="Times New Roman" w:hAnsi="Times New Roman" w:cs="Times New Roman"/>
                <w:sz w:val="24"/>
                <w:szCs w:val="24"/>
              </w:rPr>
              <w:t xml:space="preserve"> 2021годы)</w:t>
            </w:r>
          </w:p>
        </w:tc>
      </w:tr>
      <w:tr w:rsidR="00B12DDA" w:rsidRPr="00A35BD7" w:rsidTr="00827634">
        <w:trPr>
          <w:gridAfter w:val="2"/>
          <w:wAfter w:w="26" w:type="dxa"/>
        </w:trPr>
        <w:tc>
          <w:tcPr>
            <w:tcW w:w="561" w:type="dxa"/>
          </w:tcPr>
          <w:p w:rsidR="00B12DDA" w:rsidRPr="0040713B" w:rsidRDefault="00B12DDA" w:rsidP="00A1693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3612" w:type="dxa"/>
          </w:tcPr>
          <w:p w:rsidR="00B12DDA" w:rsidRDefault="00B12DDA" w:rsidP="00A1693F">
            <w:r w:rsidRPr="00C61A57">
              <w:t xml:space="preserve">Целевой показатель </w:t>
            </w:r>
            <w:r>
              <w:t>21.</w:t>
            </w:r>
          </w:p>
          <w:p w:rsidR="00B12DDA" w:rsidRDefault="00B12DDA" w:rsidP="00827634">
            <w:pPr>
              <w:jc w:val="both"/>
            </w:pPr>
            <w:r w:rsidRPr="004F1983">
              <w:t>Соотношение среднемесячной заработной платы педагогических работников организаций дополнительного образования детей к среднемесячной заработной плате в Свердловской облас</w:t>
            </w:r>
            <w:r>
              <w:t xml:space="preserve">ти. </w:t>
            </w:r>
          </w:p>
        </w:tc>
        <w:tc>
          <w:tcPr>
            <w:tcW w:w="1276" w:type="dxa"/>
          </w:tcPr>
          <w:p w:rsidR="00B12DDA" w:rsidRDefault="00B12DDA" w:rsidP="00A1693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2DDA" w:rsidRPr="00513D33" w:rsidRDefault="00B12DDA" w:rsidP="00A1693F">
            <w:r>
              <w:t>процент</w:t>
            </w:r>
          </w:p>
        </w:tc>
        <w:tc>
          <w:tcPr>
            <w:tcW w:w="1276" w:type="dxa"/>
          </w:tcPr>
          <w:p w:rsidR="00B12DDA" w:rsidRDefault="00B12DDA" w:rsidP="00A1693F">
            <w:r w:rsidRPr="000B0668">
              <w:t>100,0</w:t>
            </w:r>
          </w:p>
        </w:tc>
        <w:tc>
          <w:tcPr>
            <w:tcW w:w="1275" w:type="dxa"/>
          </w:tcPr>
          <w:p w:rsidR="00B12DDA" w:rsidRDefault="00B12DDA" w:rsidP="00A1693F">
            <w:r w:rsidRPr="000B0668">
              <w:t>100,0</w:t>
            </w:r>
          </w:p>
        </w:tc>
        <w:tc>
          <w:tcPr>
            <w:tcW w:w="1276" w:type="dxa"/>
          </w:tcPr>
          <w:p w:rsidR="00B12DDA" w:rsidRDefault="00B12DDA" w:rsidP="00A1693F">
            <w:r w:rsidRPr="000B0668">
              <w:t>100,0</w:t>
            </w:r>
          </w:p>
        </w:tc>
        <w:tc>
          <w:tcPr>
            <w:tcW w:w="1134" w:type="dxa"/>
          </w:tcPr>
          <w:p w:rsidR="00B12DDA" w:rsidRDefault="00B12DDA" w:rsidP="00A1693F">
            <w:r w:rsidRPr="000B0668">
              <w:t>100,0</w:t>
            </w:r>
          </w:p>
        </w:tc>
        <w:tc>
          <w:tcPr>
            <w:tcW w:w="3971" w:type="dxa"/>
            <w:gridSpan w:val="3"/>
          </w:tcPr>
          <w:p w:rsidR="00B12DDA" w:rsidRPr="00217DB1" w:rsidRDefault="00B12DDA" w:rsidP="00A1693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7DB1">
              <w:rPr>
                <w:rFonts w:ascii="Times New Roman" w:hAnsi="Times New Roman" w:cs="Times New Roman"/>
                <w:sz w:val="24"/>
                <w:szCs w:val="24"/>
              </w:rPr>
              <w:t>Указ Президента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17DB1">
              <w:rPr>
                <w:rFonts w:ascii="Times New Roman" w:hAnsi="Times New Roman" w:cs="Times New Roman"/>
                <w:sz w:val="24"/>
                <w:szCs w:val="24"/>
              </w:rPr>
              <w:t>Российской</w:t>
            </w:r>
          </w:p>
          <w:p w:rsidR="00B12DDA" w:rsidRPr="00217DB1" w:rsidRDefault="00B12DDA" w:rsidP="00A1693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7DB1">
              <w:rPr>
                <w:rFonts w:ascii="Times New Roman" w:hAnsi="Times New Roman" w:cs="Times New Roman"/>
                <w:sz w:val="24"/>
                <w:szCs w:val="24"/>
              </w:rPr>
              <w:t>Федерации от 7 мая2018 года N 204 "О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17DB1">
              <w:rPr>
                <w:rFonts w:ascii="Times New Roman" w:hAnsi="Times New Roman" w:cs="Times New Roman"/>
                <w:sz w:val="24"/>
                <w:szCs w:val="24"/>
              </w:rPr>
              <w:t>национальных целях и</w:t>
            </w:r>
          </w:p>
          <w:p w:rsidR="00B12DDA" w:rsidRPr="0040713B" w:rsidRDefault="00B12DDA" w:rsidP="00A1693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7DB1">
              <w:rPr>
                <w:rFonts w:ascii="Times New Roman" w:hAnsi="Times New Roman" w:cs="Times New Roman"/>
                <w:sz w:val="24"/>
                <w:szCs w:val="24"/>
              </w:rPr>
              <w:t>Стратегических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17DB1">
              <w:rPr>
                <w:rFonts w:ascii="Times New Roman" w:hAnsi="Times New Roman" w:cs="Times New Roman"/>
                <w:sz w:val="24"/>
                <w:szCs w:val="24"/>
              </w:rPr>
              <w:t>задачах развития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17DB1">
              <w:rPr>
                <w:rFonts w:ascii="Times New Roman" w:hAnsi="Times New Roman" w:cs="Times New Roman"/>
                <w:sz w:val="24"/>
                <w:szCs w:val="24"/>
              </w:rPr>
              <w:t>Российской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17DB1">
              <w:rPr>
                <w:rFonts w:ascii="Times New Roman" w:hAnsi="Times New Roman" w:cs="Times New Roman"/>
                <w:sz w:val="24"/>
                <w:szCs w:val="24"/>
              </w:rPr>
              <w:t>Федерации на период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17DB1">
              <w:rPr>
                <w:rFonts w:ascii="Times New Roman" w:hAnsi="Times New Roman" w:cs="Times New Roman"/>
                <w:sz w:val="24"/>
                <w:szCs w:val="24"/>
              </w:rPr>
              <w:t>до 2024 года"</w:t>
            </w:r>
          </w:p>
        </w:tc>
      </w:tr>
      <w:tr w:rsidR="00B12DDA" w:rsidRPr="00A35BD7" w:rsidTr="00827634">
        <w:trPr>
          <w:gridAfter w:val="2"/>
          <w:wAfter w:w="26" w:type="dxa"/>
        </w:trPr>
        <w:tc>
          <w:tcPr>
            <w:tcW w:w="561" w:type="dxa"/>
          </w:tcPr>
          <w:p w:rsidR="00B12DDA" w:rsidRPr="0040713B" w:rsidRDefault="00B12DDA" w:rsidP="001C096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3612" w:type="dxa"/>
          </w:tcPr>
          <w:p w:rsidR="00B12DDA" w:rsidRDefault="00B12DDA" w:rsidP="001C0968">
            <w:r w:rsidRPr="006F05DF">
              <w:t>Целевой показатель</w:t>
            </w:r>
            <w:r>
              <w:t xml:space="preserve"> 22.</w:t>
            </w:r>
          </w:p>
          <w:p w:rsidR="00B12DDA" w:rsidRDefault="00B12DDA" w:rsidP="00827634">
            <w:pPr>
              <w:jc w:val="both"/>
            </w:pPr>
            <w:r>
              <w:t>Численность учащихся общеобразовательных организаций, осваивающих</w:t>
            </w:r>
          </w:p>
          <w:p w:rsidR="00B12DDA" w:rsidRDefault="00B12DDA" w:rsidP="00827634">
            <w:pPr>
              <w:jc w:val="both"/>
            </w:pPr>
            <w:r>
              <w:t>дополнительные  общеобразовательные</w:t>
            </w:r>
          </w:p>
          <w:p w:rsidR="00B12DDA" w:rsidRDefault="00B12DDA" w:rsidP="00827634">
            <w:pPr>
              <w:jc w:val="both"/>
            </w:pPr>
            <w:r>
              <w:t>программы естественно-научной</w:t>
            </w:r>
          </w:p>
          <w:p w:rsidR="00B12DDA" w:rsidRDefault="00B12DDA" w:rsidP="00827634">
            <w:pPr>
              <w:jc w:val="both"/>
            </w:pPr>
            <w:r>
              <w:t>направленности и технической</w:t>
            </w:r>
          </w:p>
          <w:p w:rsidR="00B12DDA" w:rsidRPr="00C61A57" w:rsidRDefault="00B12DDA" w:rsidP="00827634">
            <w:pPr>
              <w:jc w:val="both"/>
            </w:pPr>
            <w:r>
              <w:t xml:space="preserve">направленности.  </w:t>
            </w:r>
          </w:p>
        </w:tc>
        <w:tc>
          <w:tcPr>
            <w:tcW w:w="1276" w:type="dxa"/>
          </w:tcPr>
          <w:p w:rsidR="00B12DDA" w:rsidRPr="0040713B" w:rsidRDefault="00B12DDA" w:rsidP="005F30A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1276" w:type="dxa"/>
          </w:tcPr>
          <w:p w:rsidR="00B12DDA" w:rsidRPr="0040713B" w:rsidRDefault="00B12DDA" w:rsidP="006E168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167</w:t>
            </w:r>
          </w:p>
        </w:tc>
        <w:tc>
          <w:tcPr>
            <w:tcW w:w="1275" w:type="dxa"/>
          </w:tcPr>
          <w:p w:rsidR="00B12DDA" w:rsidRPr="0040713B" w:rsidRDefault="00B12DDA" w:rsidP="006E168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186</w:t>
            </w:r>
          </w:p>
        </w:tc>
        <w:tc>
          <w:tcPr>
            <w:tcW w:w="1276" w:type="dxa"/>
          </w:tcPr>
          <w:p w:rsidR="00B12DDA" w:rsidRPr="0040713B" w:rsidRDefault="00B12DDA" w:rsidP="006E168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206</w:t>
            </w:r>
          </w:p>
        </w:tc>
        <w:tc>
          <w:tcPr>
            <w:tcW w:w="1134" w:type="dxa"/>
          </w:tcPr>
          <w:p w:rsidR="00B12DDA" w:rsidRPr="0040713B" w:rsidRDefault="00B12DDA" w:rsidP="006E168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245</w:t>
            </w:r>
          </w:p>
        </w:tc>
        <w:tc>
          <w:tcPr>
            <w:tcW w:w="3971" w:type="dxa"/>
            <w:gridSpan w:val="3"/>
          </w:tcPr>
          <w:p w:rsidR="00B12DDA" w:rsidRPr="00F76464" w:rsidRDefault="00B12DDA" w:rsidP="001C096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F76464">
              <w:rPr>
                <w:rFonts w:ascii="Times New Roman" w:hAnsi="Times New Roman" w:cs="Times New Roman"/>
                <w:sz w:val="24"/>
                <w:szCs w:val="24"/>
              </w:rPr>
              <w:t>остановление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76464">
              <w:rPr>
                <w:rFonts w:ascii="Times New Roman" w:hAnsi="Times New Roman" w:cs="Times New Roman"/>
                <w:sz w:val="24"/>
                <w:szCs w:val="24"/>
              </w:rPr>
              <w:t>Правительства</w:t>
            </w:r>
          </w:p>
          <w:p w:rsidR="00B12DDA" w:rsidRDefault="00B12DDA" w:rsidP="001C096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6464">
              <w:rPr>
                <w:rFonts w:ascii="Times New Roman" w:hAnsi="Times New Roman" w:cs="Times New Roman"/>
                <w:sz w:val="24"/>
                <w:szCs w:val="24"/>
              </w:rPr>
              <w:t>Свердловской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76464">
              <w:rPr>
                <w:rFonts w:ascii="Times New Roman" w:hAnsi="Times New Roman" w:cs="Times New Roman"/>
                <w:sz w:val="24"/>
                <w:szCs w:val="24"/>
              </w:rPr>
              <w:t>области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76464">
              <w:rPr>
                <w:rFonts w:ascii="Times New Roman" w:hAnsi="Times New Roman" w:cs="Times New Roman"/>
                <w:sz w:val="24"/>
                <w:szCs w:val="24"/>
              </w:rPr>
              <w:t>от 30.08.2016№ 595-ПП</w:t>
            </w:r>
          </w:p>
          <w:p w:rsidR="00B12DDA" w:rsidRPr="002B526B" w:rsidRDefault="00B12DDA" w:rsidP="001C096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2B526B">
              <w:rPr>
                <w:rFonts w:ascii="Times New Roman" w:hAnsi="Times New Roman" w:cs="Times New Roman"/>
                <w:sz w:val="24"/>
                <w:szCs w:val="24"/>
              </w:rPr>
              <w:t>Об утверждении Плана мероприятий по реализации Стратегии социально-экономического развития Свердловской области на 2016–2030 годы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B12DDA" w:rsidRPr="00A35BD7" w:rsidTr="00827634">
        <w:tc>
          <w:tcPr>
            <w:tcW w:w="561" w:type="dxa"/>
          </w:tcPr>
          <w:p w:rsidR="00B12DDA" w:rsidRPr="0040713B" w:rsidRDefault="00B12DDA" w:rsidP="001C096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13846" w:type="dxa"/>
            <w:gridSpan w:val="11"/>
          </w:tcPr>
          <w:p w:rsidR="00B12DDA" w:rsidRPr="0040713B" w:rsidRDefault="00B12DDA" w:rsidP="001C096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Задача 13«</w:t>
            </w:r>
            <w:r w:rsidRPr="00D61FDB">
              <w:rPr>
                <w:rFonts w:ascii="Times New Roman" w:hAnsi="Times New Roman" w:cs="Times New Roman"/>
                <w:sz w:val="24"/>
                <w:szCs w:val="24"/>
              </w:rPr>
              <w:t>Создание в учреждениях дополнительного образования условий для инклюзивного образования детей-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инвалидов, в том числе создание </w:t>
            </w:r>
            <w:r w:rsidRPr="00D61FDB">
              <w:rPr>
                <w:rFonts w:ascii="Times New Roman" w:hAnsi="Times New Roman" w:cs="Times New Roman"/>
                <w:sz w:val="24"/>
                <w:szCs w:val="24"/>
              </w:rPr>
              <w:t>универсальной безбарьерной среды для беспрепятственного доступа и оснащение учреждений дополнител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ьного образования специальным  оборудованием»</w:t>
            </w:r>
          </w:p>
        </w:tc>
      </w:tr>
      <w:tr w:rsidR="00B12DDA" w:rsidRPr="00A35BD7" w:rsidTr="00827634">
        <w:trPr>
          <w:gridAfter w:val="2"/>
          <w:wAfter w:w="26" w:type="dxa"/>
        </w:trPr>
        <w:tc>
          <w:tcPr>
            <w:tcW w:w="561" w:type="dxa"/>
          </w:tcPr>
          <w:p w:rsidR="00B12DDA" w:rsidRPr="0040713B" w:rsidRDefault="00B12DDA" w:rsidP="00C5650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3612" w:type="dxa"/>
          </w:tcPr>
          <w:p w:rsidR="00B12DDA" w:rsidRPr="00AE533E" w:rsidRDefault="00B12DDA" w:rsidP="00C56500">
            <w:r w:rsidRPr="00AE533E">
              <w:t>Целевой показатель 23.</w:t>
            </w:r>
          </w:p>
          <w:p w:rsidR="00B12DDA" w:rsidRPr="00FD46FF" w:rsidRDefault="00B12DDA" w:rsidP="00827634">
            <w:pPr>
              <w:jc w:val="both"/>
            </w:pPr>
            <w:r w:rsidRPr="00AE533E">
              <w:t>Доля организаций дополнительного образования в которых проведены мероприятия</w:t>
            </w:r>
            <w:r w:rsidRPr="00B52700">
              <w:t xml:space="preserve"> по созданию универсальной безбарьерной среды для инклюзивного образования дете</w:t>
            </w:r>
            <w:r>
              <w:t xml:space="preserve">й инвалидов, в общем количестве </w:t>
            </w:r>
            <w:r w:rsidRPr="00B52700">
              <w:t>общеобразовательных организаций.</w:t>
            </w:r>
          </w:p>
        </w:tc>
        <w:tc>
          <w:tcPr>
            <w:tcW w:w="1276" w:type="dxa"/>
          </w:tcPr>
          <w:p w:rsidR="00B12DDA" w:rsidRPr="0040713B" w:rsidRDefault="00B12DDA" w:rsidP="00C5650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1276" w:type="dxa"/>
          </w:tcPr>
          <w:p w:rsidR="00B12DDA" w:rsidRPr="0040713B" w:rsidRDefault="00B12DDA" w:rsidP="00C5650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1275" w:type="dxa"/>
          </w:tcPr>
          <w:p w:rsidR="00B12DDA" w:rsidRPr="0040713B" w:rsidRDefault="00B12DDA" w:rsidP="00C5650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7F64"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1276" w:type="dxa"/>
          </w:tcPr>
          <w:p w:rsidR="00B12DDA" w:rsidRPr="0040713B" w:rsidRDefault="00B12DDA" w:rsidP="00C5650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7F64"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1134" w:type="dxa"/>
          </w:tcPr>
          <w:p w:rsidR="00B12DDA" w:rsidRPr="0040713B" w:rsidRDefault="00B12DDA" w:rsidP="00C5650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7F64"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3971" w:type="dxa"/>
            <w:gridSpan w:val="3"/>
          </w:tcPr>
          <w:p w:rsidR="00B12DDA" w:rsidRPr="0040713B" w:rsidRDefault="00B12DDA" w:rsidP="008D4CA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360E">
              <w:rPr>
                <w:rFonts w:ascii="Times New Roman" w:hAnsi="Times New Roman" w:cs="Times New Roman"/>
                <w:sz w:val="24"/>
                <w:szCs w:val="24"/>
              </w:rPr>
              <w:t>Постановление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1360E">
              <w:rPr>
                <w:rFonts w:ascii="Times New Roman" w:hAnsi="Times New Roman" w:cs="Times New Roman"/>
                <w:sz w:val="24"/>
                <w:szCs w:val="24"/>
              </w:rPr>
              <w:t>Правительства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1360E">
              <w:rPr>
                <w:rFonts w:ascii="Times New Roman" w:hAnsi="Times New Roman" w:cs="Times New Roman"/>
                <w:sz w:val="24"/>
                <w:szCs w:val="24"/>
              </w:rPr>
              <w:t>Российской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1360E">
              <w:rPr>
                <w:rFonts w:ascii="Times New Roman" w:hAnsi="Times New Roman" w:cs="Times New Roman"/>
                <w:sz w:val="24"/>
                <w:szCs w:val="24"/>
              </w:rPr>
              <w:t>Федерации от 29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1360E">
              <w:rPr>
                <w:rFonts w:ascii="Times New Roman" w:hAnsi="Times New Roman" w:cs="Times New Roman"/>
                <w:sz w:val="24"/>
                <w:szCs w:val="24"/>
              </w:rPr>
              <w:t>марта 2019 года N 363"Об утверждении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1360E">
              <w:rPr>
                <w:rFonts w:ascii="Times New Roman" w:hAnsi="Times New Roman" w:cs="Times New Roman"/>
                <w:sz w:val="24"/>
                <w:szCs w:val="24"/>
              </w:rPr>
              <w:t>государственной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1360E">
              <w:rPr>
                <w:rFonts w:ascii="Times New Roman" w:hAnsi="Times New Roman" w:cs="Times New Roman"/>
                <w:sz w:val="24"/>
                <w:szCs w:val="24"/>
              </w:rPr>
              <w:t>программы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1360E">
              <w:rPr>
                <w:rFonts w:ascii="Times New Roman" w:hAnsi="Times New Roman" w:cs="Times New Roman"/>
                <w:sz w:val="24"/>
                <w:szCs w:val="24"/>
              </w:rPr>
              <w:t>Российской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1360E">
              <w:rPr>
                <w:rFonts w:ascii="Times New Roman" w:hAnsi="Times New Roman" w:cs="Times New Roman"/>
                <w:sz w:val="24"/>
                <w:szCs w:val="24"/>
              </w:rPr>
              <w:t>Федерации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1360E">
              <w:rPr>
                <w:rFonts w:ascii="Times New Roman" w:hAnsi="Times New Roman" w:cs="Times New Roman"/>
                <w:sz w:val="24"/>
                <w:szCs w:val="24"/>
              </w:rPr>
              <w:t>"Доступная среда"</w:t>
            </w:r>
          </w:p>
        </w:tc>
      </w:tr>
      <w:tr w:rsidR="00B12DDA" w:rsidRPr="00A35BD7" w:rsidTr="00827634">
        <w:tc>
          <w:tcPr>
            <w:tcW w:w="561" w:type="dxa"/>
          </w:tcPr>
          <w:p w:rsidR="00B12DDA" w:rsidRPr="0040713B" w:rsidRDefault="00B12DDA" w:rsidP="001C096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13846" w:type="dxa"/>
            <w:gridSpan w:val="11"/>
          </w:tcPr>
          <w:p w:rsidR="00B12DDA" w:rsidRPr="0040713B" w:rsidRDefault="00B12DDA" w:rsidP="001C096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Цель 4. </w:t>
            </w:r>
            <w:r w:rsidRPr="00DF0F7E">
              <w:rPr>
                <w:rFonts w:ascii="Times New Roman" w:hAnsi="Times New Roman" w:cs="Times New Roman"/>
                <w:sz w:val="24"/>
                <w:szCs w:val="24"/>
              </w:rPr>
              <w:t>Создание условий для сохранения здоровья и развития детей на территории Нижнесергинского района;</w:t>
            </w:r>
          </w:p>
        </w:tc>
      </w:tr>
      <w:tr w:rsidR="00B12DDA" w:rsidRPr="00A35BD7" w:rsidTr="00827634">
        <w:tc>
          <w:tcPr>
            <w:tcW w:w="561" w:type="dxa"/>
          </w:tcPr>
          <w:p w:rsidR="00B12DDA" w:rsidRPr="0040713B" w:rsidRDefault="00B12DDA" w:rsidP="001C096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13846" w:type="dxa"/>
            <w:gridSpan w:val="11"/>
          </w:tcPr>
          <w:p w:rsidR="00B12DDA" w:rsidRPr="0040713B" w:rsidRDefault="00B12DDA" w:rsidP="001C096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Задача 14. </w:t>
            </w:r>
            <w:r w:rsidRPr="00E66414">
              <w:rPr>
                <w:rFonts w:ascii="Times New Roman" w:hAnsi="Times New Roman" w:cs="Times New Roman"/>
                <w:sz w:val="24"/>
                <w:szCs w:val="24"/>
              </w:rPr>
              <w:t>«Совершенствование форм организации отдыха и оздоровления детей»</w:t>
            </w:r>
          </w:p>
        </w:tc>
      </w:tr>
      <w:tr w:rsidR="00B12DDA" w:rsidRPr="00A35BD7" w:rsidTr="00827634">
        <w:trPr>
          <w:gridAfter w:val="2"/>
          <w:wAfter w:w="26" w:type="dxa"/>
          <w:trHeight w:val="4575"/>
        </w:trPr>
        <w:tc>
          <w:tcPr>
            <w:tcW w:w="561" w:type="dxa"/>
          </w:tcPr>
          <w:p w:rsidR="00B12DDA" w:rsidRPr="0040713B" w:rsidRDefault="00B12DDA" w:rsidP="00513D3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3612" w:type="dxa"/>
          </w:tcPr>
          <w:p w:rsidR="00B12DDA" w:rsidRDefault="00B12DDA" w:rsidP="00513D33">
            <w:r>
              <w:t>Целевой показатель 24.</w:t>
            </w:r>
          </w:p>
          <w:p w:rsidR="00B12DDA" w:rsidRDefault="00B12DDA" w:rsidP="00827634">
            <w:pPr>
              <w:jc w:val="both"/>
            </w:pPr>
            <w:r w:rsidRPr="00323A47">
              <w:t>Доля детей и подростков</w:t>
            </w:r>
            <w:r>
              <w:t xml:space="preserve"> Нижнесергинского муниципального района</w:t>
            </w:r>
            <w:r w:rsidRPr="00323A47">
              <w:t>, получивших услуги по отдых</w:t>
            </w:r>
            <w:r>
              <w:t>у</w:t>
            </w:r>
            <w:r w:rsidRPr="00323A47">
              <w:t xml:space="preserve"> и оздоровлени</w:t>
            </w:r>
            <w:r>
              <w:t>ю в загородных оздоровительных лагерях, санаторно-курортных организациях</w:t>
            </w:r>
            <w:r w:rsidRPr="00323A47">
              <w:t>,</w:t>
            </w:r>
            <w:r>
              <w:t xml:space="preserve"> лагерях дневного пребывания, а также задействованных в иных формах отдыха и оздоровления </w:t>
            </w:r>
            <w:r w:rsidRPr="00323A47">
              <w:t xml:space="preserve">от общей численности детей школьного возраста </w:t>
            </w:r>
            <w:r>
              <w:t xml:space="preserve"> в Нижнесергинском муниципальном районе в каникулярное время.</w:t>
            </w:r>
          </w:p>
          <w:p w:rsidR="00B12DDA" w:rsidRPr="00FD46FF" w:rsidRDefault="00B12DDA" w:rsidP="00513D33"/>
        </w:tc>
        <w:tc>
          <w:tcPr>
            <w:tcW w:w="1276" w:type="dxa"/>
          </w:tcPr>
          <w:p w:rsidR="00B12DDA" w:rsidRPr="0040713B" w:rsidRDefault="00B12DDA" w:rsidP="00513D3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1276" w:type="dxa"/>
          </w:tcPr>
          <w:p w:rsidR="00B12DDA" w:rsidRDefault="00B12DDA" w:rsidP="00513D33">
            <w:r w:rsidRPr="009A793C">
              <w:t>80</w:t>
            </w:r>
            <w:r>
              <w:t>,0</w:t>
            </w:r>
          </w:p>
        </w:tc>
        <w:tc>
          <w:tcPr>
            <w:tcW w:w="1275" w:type="dxa"/>
          </w:tcPr>
          <w:p w:rsidR="00B12DDA" w:rsidRDefault="00B12DDA" w:rsidP="00513D33">
            <w:r w:rsidRPr="009A793C">
              <w:t>80</w:t>
            </w:r>
            <w:r>
              <w:t>,0</w:t>
            </w:r>
          </w:p>
        </w:tc>
        <w:tc>
          <w:tcPr>
            <w:tcW w:w="1276" w:type="dxa"/>
          </w:tcPr>
          <w:p w:rsidR="00B12DDA" w:rsidRPr="005A3DCE" w:rsidRDefault="00B12DDA" w:rsidP="00513D33">
            <w:r w:rsidRPr="005A3DCE">
              <w:t>80,0</w:t>
            </w:r>
          </w:p>
        </w:tc>
        <w:tc>
          <w:tcPr>
            <w:tcW w:w="1134" w:type="dxa"/>
          </w:tcPr>
          <w:p w:rsidR="00B12DDA" w:rsidRPr="005A3DCE" w:rsidRDefault="00B12DDA" w:rsidP="00513D3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3DCE">
              <w:rPr>
                <w:rFonts w:ascii="Times New Roman" w:hAnsi="Times New Roman" w:cs="Times New Roman"/>
                <w:sz w:val="24"/>
                <w:szCs w:val="24"/>
              </w:rPr>
              <w:t>80,0</w:t>
            </w:r>
          </w:p>
        </w:tc>
        <w:tc>
          <w:tcPr>
            <w:tcW w:w="3971" w:type="dxa"/>
            <w:gridSpan w:val="3"/>
          </w:tcPr>
          <w:p w:rsidR="00B12DDA" w:rsidRPr="00217DB1" w:rsidRDefault="00B12DDA" w:rsidP="00513D3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7DB1">
              <w:rPr>
                <w:rFonts w:ascii="Times New Roman" w:hAnsi="Times New Roman" w:cs="Times New Roman"/>
                <w:sz w:val="24"/>
                <w:szCs w:val="24"/>
              </w:rPr>
              <w:t>Правительства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217DB1">
              <w:rPr>
                <w:rFonts w:ascii="Times New Roman" w:hAnsi="Times New Roman" w:cs="Times New Roman"/>
                <w:sz w:val="24"/>
                <w:szCs w:val="24"/>
              </w:rPr>
              <w:t>Свердловской</w:t>
            </w:r>
          </w:p>
          <w:p w:rsidR="00B12DDA" w:rsidRPr="0040713B" w:rsidRDefault="00B12DDA" w:rsidP="008D4CA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17DB1">
              <w:rPr>
                <w:rFonts w:ascii="Times New Roman" w:hAnsi="Times New Roman" w:cs="Times New Roman"/>
                <w:sz w:val="24"/>
                <w:szCs w:val="24"/>
              </w:rPr>
              <w:t>бласти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17DB1">
              <w:rPr>
                <w:rFonts w:ascii="Times New Roman" w:hAnsi="Times New Roman" w:cs="Times New Roman"/>
                <w:sz w:val="24"/>
                <w:szCs w:val="24"/>
              </w:rPr>
              <w:t>от 03.08.2017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17DB1">
              <w:rPr>
                <w:rFonts w:ascii="Times New Roman" w:hAnsi="Times New Roman" w:cs="Times New Roman"/>
                <w:sz w:val="24"/>
                <w:szCs w:val="24"/>
              </w:rPr>
              <w:t>№ 558-ПП«О мерах по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17DB1">
              <w:rPr>
                <w:rFonts w:ascii="Times New Roman" w:hAnsi="Times New Roman" w:cs="Times New Roman"/>
                <w:sz w:val="24"/>
                <w:szCs w:val="24"/>
              </w:rPr>
              <w:t>организации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17DB1">
              <w:rPr>
                <w:rFonts w:ascii="Times New Roman" w:hAnsi="Times New Roman" w:cs="Times New Roman"/>
                <w:sz w:val="24"/>
                <w:szCs w:val="24"/>
              </w:rPr>
              <w:t>обеспечению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17DB1">
              <w:rPr>
                <w:rFonts w:ascii="Times New Roman" w:hAnsi="Times New Roman" w:cs="Times New Roman"/>
                <w:sz w:val="24"/>
                <w:szCs w:val="24"/>
              </w:rPr>
              <w:t>отдыха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17DB1">
              <w:rPr>
                <w:rFonts w:ascii="Times New Roman" w:hAnsi="Times New Roman" w:cs="Times New Roman"/>
                <w:sz w:val="24"/>
                <w:szCs w:val="24"/>
              </w:rPr>
              <w:t>оздоровления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17DB1">
              <w:rPr>
                <w:rFonts w:ascii="Times New Roman" w:hAnsi="Times New Roman" w:cs="Times New Roman"/>
                <w:sz w:val="24"/>
                <w:szCs w:val="24"/>
              </w:rPr>
              <w:t>детей 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17DB1">
              <w:rPr>
                <w:rFonts w:ascii="Times New Roman" w:hAnsi="Times New Roman" w:cs="Times New Roman"/>
                <w:sz w:val="24"/>
                <w:szCs w:val="24"/>
              </w:rPr>
              <w:t>Свердловской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17DB1">
              <w:rPr>
                <w:rFonts w:ascii="Times New Roman" w:hAnsi="Times New Roman" w:cs="Times New Roman"/>
                <w:sz w:val="24"/>
                <w:szCs w:val="24"/>
              </w:rPr>
              <w:t>области»</w:t>
            </w:r>
          </w:p>
        </w:tc>
      </w:tr>
      <w:tr w:rsidR="00B12DDA" w:rsidRPr="00A35BD7" w:rsidTr="00827634">
        <w:trPr>
          <w:gridAfter w:val="2"/>
          <w:wAfter w:w="26" w:type="dxa"/>
          <w:trHeight w:val="390"/>
        </w:trPr>
        <w:tc>
          <w:tcPr>
            <w:tcW w:w="561" w:type="dxa"/>
          </w:tcPr>
          <w:p w:rsidR="00B12DDA" w:rsidRPr="0040713B" w:rsidRDefault="00B12DDA" w:rsidP="00513D3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3612" w:type="dxa"/>
          </w:tcPr>
          <w:p w:rsidR="00B12DDA" w:rsidRDefault="00B12DDA" w:rsidP="00513D33">
            <w:r>
              <w:t>Целевой показатель 25.</w:t>
            </w:r>
          </w:p>
          <w:p w:rsidR="00B12DDA" w:rsidRDefault="00B12DDA" w:rsidP="00827634">
            <w:pPr>
              <w:jc w:val="both"/>
            </w:pPr>
            <w:r>
              <w:t xml:space="preserve">Доля детей и подростков Нижнесергинского муниципального района, получивших услуги по отдыху и оздоровлению детей(за исключением детей-сирот и детей, оставивших без попечения родителей, детей, находящихся в трудной жизненной ситуации) в учебное время, включая мероприятия по обеспечению безопасности их жизни и здоровья, от общей численности детей от </w:t>
            </w:r>
            <w:r w:rsidRPr="00F56A59">
              <w:rPr>
                <w:color w:val="000000"/>
              </w:rPr>
              <w:t xml:space="preserve">6 лет 6 месяцев </w:t>
            </w:r>
            <w:r>
              <w:t>до 18 лет</w:t>
            </w:r>
          </w:p>
        </w:tc>
        <w:tc>
          <w:tcPr>
            <w:tcW w:w="1276" w:type="dxa"/>
          </w:tcPr>
          <w:p w:rsidR="00B12DDA" w:rsidRDefault="00B12DDA" w:rsidP="0051118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1276" w:type="dxa"/>
          </w:tcPr>
          <w:p w:rsidR="00B12DDA" w:rsidRPr="009A793C" w:rsidRDefault="00B12DDA" w:rsidP="0051118D">
            <w:r>
              <w:t>1,0</w:t>
            </w:r>
          </w:p>
        </w:tc>
        <w:tc>
          <w:tcPr>
            <w:tcW w:w="1275" w:type="dxa"/>
          </w:tcPr>
          <w:p w:rsidR="00B12DDA" w:rsidRPr="009A793C" w:rsidRDefault="00B12DDA" w:rsidP="0051118D">
            <w:r>
              <w:t>1,0</w:t>
            </w:r>
          </w:p>
        </w:tc>
        <w:tc>
          <w:tcPr>
            <w:tcW w:w="1276" w:type="dxa"/>
          </w:tcPr>
          <w:p w:rsidR="00B12DDA" w:rsidRPr="009A793C" w:rsidRDefault="00B12DDA" w:rsidP="0051118D">
            <w:r>
              <w:t>1,0</w:t>
            </w:r>
          </w:p>
        </w:tc>
        <w:tc>
          <w:tcPr>
            <w:tcW w:w="1134" w:type="dxa"/>
          </w:tcPr>
          <w:p w:rsidR="00B12DDA" w:rsidRPr="005A3DCE" w:rsidRDefault="00B12DDA" w:rsidP="00FC1CB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3DCE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3971" w:type="dxa"/>
            <w:gridSpan w:val="3"/>
          </w:tcPr>
          <w:p w:rsidR="00B12DDA" w:rsidRPr="00217DB1" w:rsidRDefault="00B12DDA" w:rsidP="00FC1CB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Закон Свердловской области от 28.05.2018 № 53-ОЗ «О наделении органов местного самоуправления муниципальных образований, расположенных на территории Свердловской области, отдельными государственными полномочиями Свердловской области в сфере организации и обеспечения отдыха и оздоровления детей»</w:t>
            </w:r>
          </w:p>
        </w:tc>
      </w:tr>
      <w:tr w:rsidR="00B12DDA" w:rsidRPr="00A35BD7" w:rsidTr="00827634">
        <w:trPr>
          <w:gridAfter w:val="2"/>
          <w:wAfter w:w="26" w:type="dxa"/>
        </w:trPr>
        <w:tc>
          <w:tcPr>
            <w:tcW w:w="561" w:type="dxa"/>
          </w:tcPr>
          <w:p w:rsidR="00B12DDA" w:rsidRPr="0040713B" w:rsidRDefault="00B12DDA" w:rsidP="00B925E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13820" w:type="dxa"/>
            <w:gridSpan w:val="9"/>
          </w:tcPr>
          <w:p w:rsidR="00B12DDA" w:rsidRPr="00C56500" w:rsidRDefault="00B12DDA" w:rsidP="00B925E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533E">
              <w:rPr>
                <w:rFonts w:ascii="Times New Roman" w:hAnsi="Times New Roman" w:cs="Times New Roman"/>
                <w:sz w:val="24"/>
                <w:szCs w:val="24"/>
              </w:rPr>
              <w:t>Задача 15. «Сохранение и развитие инфраструктуры детского оздоровительного лагеря «Спутник</w:t>
            </w:r>
            <w:r w:rsidRPr="00C56500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</w:tr>
      <w:tr w:rsidR="00B12DDA" w:rsidRPr="00A35BD7" w:rsidTr="00827634">
        <w:trPr>
          <w:gridAfter w:val="2"/>
          <w:wAfter w:w="26" w:type="dxa"/>
        </w:trPr>
        <w:tc>
          <w:tcPr>
            <w:tcW w:w="561" w:type="dxa"/>
          </w:tcPr>
          <w:p w:rsidR="00B12DDA" w:rsidRPr="0040713B" w:rsidRDefault="00B12DDA" w:rsidP="00B925E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3612" w:type="dxa"/>
          </w:tcPr>
          <w:p w:rsidR="00B12DDA" w:rsidRPr="00B52700" w:rsidRDefault="00B12DDA" w:rsidP="008913AE">
            <w:r w:rsidRPr="00B52700">
              <w:t>Целевой показатель 2</w:t>
            </w:r>
            <w:r>
              <w:t>6</w:t>
            </w:r>
            <w:r w:rsidRPr="00B52700">
              <w:t>.</w:t>
            </w:r>
          </w:p>
          <w:p w:rsidR="00B12DDA" w:rsidRPr="00C56500" w:rsidRDefault="00B12DDA" w:rsidP="00827634">
            <w:pPr>
              <w:jc w:val="both"/>
            </w:pPr>
            <w:r w:rsidRPr="00B52700">
              <w:t>Проведение работ  по капитальному  ремонту и приведение в соответствие с требованиями пожарной безопасности и санитарного законодательства инфраструктуры детского оздоровительного лагеря «Спутник»</w:t>
            </w:r>
          </w:p>
        </w:tc>
        <w:tc>
          <w:tcPr>
            <w:tcW w:w="1276" w:type="dxa"/>
          </w:tcPr>
          <w:p w:rsidR="00B12DDA" w:rsidRDefault="00B12DDA" w:rsidP="00B925E5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1276" w:type="dxa"/>
          </w:tcPr>
          <w:p w:rsidR="00B12DDA" w:rsidRPr="009A793C" w:rsidRDefault="00B12DDA" w:rsidP="00B925E5">
            <w:r>
              <w:t>100,0</w:t>
            </w:r>
          </w:p>
        </w:tc>
        <w:tc>
          <w:tcPr>
            <w:tcW w:w="1275" w:type="dxa"/>
          </w:tcPr>
          <w:p w:rsidR="00B12DDA" w:rsidRPr="009A793C" w:rsidRDefault="00B12DDA" w:rsidP="00B925E5">
            <w:r>
              <w:t>100,0</w:t>
            </w:r>
          </w:p>
        </w:tc>
        <w:tc>
          <w:tcPr>
            <w:tcW w:w="1276" w:type="dxa"/>
          </w:tcPr>
          <w:p w:rsidR="00B12DDA" w:rsidRPr="009A793C" w:rsidRDefault="00B12DDA" w:rsidP="00B925E5">
            <w:r>
              <w:t>100,0</w:t>
            </w:r>
          </w:p>
        </w:tc>
        <w:tc>
          <w:tcPr>
            <w:tcW w:w="1134" w:type="dxa"/>
          </w:tcPr>
          <w:p w:rsidR="00B12DDA" w:rsidRPr="00594167" w:rsidRDefault="00B12DDA" w:rsidP="00B925E5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4167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3971" w:type="dxa"/>
            <w:gridSpan w:val="3"/>
          </w:tcPr>
          <w:p w:rsidR="00B12DDA" w:rsidRDefault="00B12DDA" w:rsidP="008913A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7DB1">
              <w:rPr>
                <w:rFonts w:ascii="Times New Roman" w:hAnsi="Times New Roman" w:cs="Times New Roman"/>
                <w:sz w:val="24"/>
                <w:szCs w:val="24"/>
              </w:rPr>
              <w:t>Правительства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17DB1">
              <w:rPr>
                <w:rFonts w:ascii="Times New Roman" w:hAnsi="Times New Roman" w:cs="Times New Roman"/>
                <w:sz w:val="24"/>
                <w:szCs w:val="24"/>
              </w:rPr>
              <w:t>Свердловской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</w:t>
            </w:r>
            <w:r w:rsidRPr="00217DB1">
              <w:rPr>
                <w:rFonts w:ascii="Times New Roman" w:hAnsi="Times New Roman" w:cs="Times New Roman"/>
                <w:sz w:val="24"/>
                <w:szCs w:val="24"/>
              </w:rPr>
              <w:t>бласти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17DB1">
              <w:rPr>
                <w:rFonts w:ascii="Times New Roman" w:hAnsi="Times New Roman" w:cs="Times New Roman"/>
                <w:sz w:val="24"/>
                <w:szCs w:val="24"/>
              </w:rPr>
              <w:t>от 03.08.2017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17DB1">
              <w:rPr>
                <w:rFonts w:ascii="Times New Roman" w:hAnsi="Times New Roman" w:cs="Times New Roman"/>
                <w:sz w:val="24"/>
                <w:szCs w:val="24"/>
              </w:rPr>
              <w:t>№ 558-ПП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17DB1">
              <w:rPr>
                <w:rFonts w:ascii="Times New Roman" w:hAnsi="Times New Roman" w:cs="Times New Roman"/>
                <w:sz w:val="24"/>
                <w:szCs w:val="24"/>
              </w:rPr>
              <w:t>«О мерах по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17DB1">
              <w:rPr>
                <w:rFonts w:ascii="Times New Roman" w:hAnsi="Times New Roman" w:cs="Times New Roman"/>
                <w:sz w:val="24"/>
                <w:szCs w:val="24"/>
              </w:rPr>
              <w:t>организации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17DB1">
              <w:rPr>
                <w:rFonts w:ascii="Times New Roman" w:hAnsi="Times New Roman" w:cs="Times New Roman"/>
                <w:sz w:val="24"/>
                <w:szCs w:val="24"/>
              </w:rPr>
              <w:t>обеспечению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17DB1">
              <w:rPr>
                <w:rFonts w:ascii="Times New Roman" w:hAnsi="Times New Roman" w:cs="Times New Roman"/>
                <w:sz w:val="24"/>
                <w:szCs w:val="24"/>
              </w:rPr>
              <w:t>отдыха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17DB1">
              <w:rPr>
                <w:rFonts w:ascii="Times New Roman" w:hAnsi="Times New Roman" w:cs="Times New Roman"/>
                <w:sz w:val="24"/>
                <w:szCs w:val="24"/>
              </w:rPr>
              <w:t>оздоровления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17DB1">
              <w:rPr>
                <w:rFonts w:ascii="Times New Roman" w:hAnsi="Times New Roman" w:cs="Times New Roman"/>
                <w:sz w:val="24"/>
                <w:szCs w:val="24"/>
              </w:rPr>
              <w:t>детей 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17DB1">
              <w:rPr>
                <w:rFonts w:ascii="Times New Roman" w:hAnsi="Times New Roman" w:cs="Times New Roman"/>
                <w:sz w:val="24"/>
                <w:szCs w:val="24"/>
              </w:rPr>
              <w:t>Свердловской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17DB1">
              <w:rPr>
                <w:rFonts w:ascii="Times New Roman" w:hAnsi="Times New Roman" w:cs="Times New Roman"/>
                <w:sz w:val="24"/>
                <w:szCs w:val="24"/>
              </w:rPr>
              <w:t>области»</w:t>
            </w:r>
          </w:p>
          <w:p w:rsidR="00B12DDA" w:rsidRPr="00217DB1" w:rsidRDefault="00B12DDA" w:rsidP="008913A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2DDA" w:rsidRPr="00A35BD7" w:rsidTr="00827634">
        <w:tc>
          <w:tcPr>
            <w:tcW w:w="561" w:type="dxa"/>
          </w:tcPr>
          <w:p w:rsidR="00B12DDA" w:rsidRPr="0040713B" w:rsidRDefault="00B12DDA" w:rsidP="00B925E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13846" w:type="dxa"/>
            <w:gridSpan w:val="11"/>
          </w:tcPr>
          <w:p w:rsidR="00B12DDA" w:rsidRPr="0040713B" w:rsidRDefault="00B12DDA" w:rsidP="00B925E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Цель 5. «</w:t>
            </w:r>
            <w:r w:rsidRPr="00E66414">
              <w:rPr>
                <w:rFonts w:ascii="Times New Roman" w:hAnsi="Times New Roman" w:cs="Times New Roman"/>
                <w:sz w:val="24"/>
                <w:szCs w:val="24"/>
              </w:rPr>
              <w:t>Развитие системы патриотического воспитания граждан Нижнесергинского муниципального района, формирование у граждан патриотического сознания, верности Отечеству, готовности к выполнению конституционных обязанностей, гармонизация межнациональных и межконфессиональных отношений, профилактика экстремизма и укрепление толерантности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E6641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B12DDA" w:rsidRPr="00A35BD7" w:rsidTr="00827634">
        <w:tc>
          <w:tcPr>
            <w:tcW w:w="561" w:type="dxa"/>
          </w:tcPr>
          <w:p w:rsidR="00B12DDA" w:rsidRPr="0040713B" w:rsidRDefault="00B12DDA" w:rsidP="00B925E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13846" w:type="dxa"/>
            <w:gridSpan w:val="11"/>
          </w:tcPr>
          <w:p w:rsidR="00B12DDA" w:rsidRDefault="00B12DDA" w:rsidP="00B925E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Задача 16</w:t>
            </w:r>
            <w:r w:rsidRPr="00E66414">
              <w:rPr>
                <w:rFonts w:ascii="Times New Roman" w:hAnsi="Times New Roman" w:cs="Times New Roman"/>
                <w:sz w:val="24"/>
                <w:szCs w:val="24"/>
              </w:rPr>
              <w:t>«Развитие инфраструктуры муниципальных организаций для организации патриотического воспитания граждан на территории Нижнесергинского муниципального района»</w:t>
            </w:r>
          </w:p>
          <w:p w:rsidR="00B12DDA" w:rsidRPr="0040713B" w:rsidRDefault="00B12DDA" w:rsidP="00B925E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2DDA" w:rsidRPr="00A35BD7" w:rsidTr="00827634">
        <w:trPr>
          <w:gridAfter w:val="2"/>
          <w:wAfter w:w="26" w:type="dxa"/>
        </w:trPr>
        <w:tc>
          <w:tcPr>
            <w:tcW w:w="561" w:type="dxa"/>
          </w:tcPr>
          <w:p w:rsidR="00B12DDA" w:rsidRPr="0040713B" w:rsidRDefault="00B12DDA" w:rsidP="00B925E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3612" w:type="dxa"/>
          </w:tcPr>
          <w:p w:rsidR="00B12DDA" w:rsidRDefault="00B12DDA" w:rsidP="00B925E5">
            <w:r>
              <w:t>Целевой показатель 27.</w:t>
            </w:r>
          </w:p>
          <w:p w:rsidR="00B12DDA" w:rsidRPr="00FD46FF" w:rsidRDefault="00B12DDA" w:rsidP="00827634">
            <w:pPr>
              <w:jc w:val="both"/>
            </w:pPr>
            <w:r w:rsidRPr="00BE00BF">
              <w:t>Доля детей и подростков муниципальных образовательных организаций, принявших участие в мероприятиях  патриотической направленности,  мероприятиях, профилактику экстремизма, укрепление толерантности на территории Нижнесергинско</w:t>
            </w:r>
            <w:r>
              <w:t>го муниципального района.</w:t>
            </w:r>
          </w:p>
        </w:tc>
        <w:tc>
          <w:tcPr>
            <w:tcW w:w="1276" w:type="dxa"/>
          </w:tcPr>
          <w:p w:rsidR="00B12DDA" w:rsidRPr="0040713B" w:rsidRDefault="00B12DDA" w:rsidP="00B925E5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1276" w:type="dxa"/>
          </w:tcPr>
          <w:p w:rsidR="00B12DDA" w:rsidRPr="0040713B" w:rsidRDefault="00B12DDA" w:rsidP="00B925E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55,0</w:t>
            </w:r>
          </w:p>
        </w:tc>
        <w:tc>
          <w:tcPr>
            <w:tcW w:w="1275" w:type="dxa"/>
          </w:tcPr>
          <w:p w:rsidR="00B12DDA" w:rsidRPr="0040713B" w:rsidRDefault="00B12DDA" w:rsidP="00B925E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57,0</w:t>
            </w:r>
          </w:p>
        </w:tc>
        <w:tc>
          <w:tcPr>
            <w:tcW w:w="1276" w:type="dxa"/>
          </w:tcPr>
          <w:p w:rsidR="00B12DDA" w:rsidRPr="0040713B" w:rsidRDefault="00B12DDA" w:rsidP="00B925E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59,0</w:t>
            </w:r>
          </w:p>
        </w:tc>
        <w:tc>
          <w:tcPr>
            <w:tcW w:w="1134" w:type="dxa"/>
          </w:tcPr>
          <w:p w:rsidR="00B12DDA" w:rsidRPr="0040713B" w:rsidRDefault="00B12DDA" w:rsidP="005A3DCE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62,0</w:t>
            </w:r>
          </w:p>
        </w:tc>
        <w:tc>
          <w:tcPr>
            <w:tcW w:w="3971" w:type="dxa"/>
            <w:gridSpan w:val="3"/>
          </w:tcPr>
          <w:p w:rsidR="00B12DDA" w:rsidRPr="0040713B" w:rsidRDefault="00B12DDA" w:rsidP="00B925E5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378E">
              <w:rPr>
                <w:rFonts w:ascii="Times New Roman" w:hAnsi="Times New Roman" w:cs="Times New Roman"/>
                <w:sz w:val="24"/>
                <w:szCs w:val="24"/>
              </w:rPr>
              <w:t>Указ Президента Российской Федерации от 19.12.2012 г. № 1666 «О Стратегии государственной национальной политики Российской Федерации на период до 2025 года», Распоряжение Правительства Российской Федерации от 15.07.2013               № 1226-р</w:t>
            </w:r>
          </w:p>
        </w:tc>
      </w:tr>
      <w:tr w:rsidR="00B12DDA" w:rsidRPr="00A35BD7" w:rsidTr="00827634">
        <w:tc>
          <w:tcPr>
            <w:tcW w:w="561" w:type="dxa"/>
          </w:tcPr>
          <w:p w:rsidR="00B12DDA" w:rsidRPr="0040713B" w:rsidRDefault="00B12DDA" w:rsidP="00B925E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3846" w:type="dxa"/>
            <w:gridSpan w:val="11"/>
          </w:tcPr>
          <w:p w:rsidR="00B12DDA" w:rsidRPr="00A9378E" w:rsidRDefault="00B12DDA" w:rsidP="00B925E5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Задача 17</w:t>
            </w:r>
            <w:r w:rsidRPr="007D694A">
              <w:rPr>
                <w:rFonts w:ascii="Times New Roman" w:hAnsi="Times New Roman" w:cs="Times New Roman"/>
                <w:sz w:val="24"/>
                <w:szCs w:val="24"/>
              </w:rPr>
              <w:t>«Формирование у детей навыков безопасного поведения на улицах и дорогах»</w:t>
            </w:r>
          </w:p>
        </w:tc>
      </w:tr>
      <w:tr w:rsidR="00B12DDA" w:rsidRPr="00A35BD7" w:rsidTr="00827634">
        <w:trPr>
          <w:gridAfter w:val="2"/>
          <w:wAfter w:w="26" w:type="dxa"/>
        </w:trPr>
        <w:tc>
          <w:tcPr>
            <w:tcW w:w="561" w:type="dxa"/>
          </w:tcPr>
          <w:p w:rsidR="00B12DDA" w:rsidRPr="0040713B" w:rsidRDefault="00B12DDA" w:rsidP="00B925E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3612" w:type="dxa"/>
          </w:tcPr>
          <w:p w:rsidR="00B12DDA" w:rsidRPr="00C56500" w:rsidRDefault="00B12DDA" w:rsidP="00B925E5">
            <w:r>
              <w:t>Целевой показатель 28</w:t>
            </w:r>
            <w:r w:rsidRPr="00C56500">
              <w:t>.</w:t>
            </w:r>
          </w:p>
          <w:p w:rsidR="00B12DDA" w:rsidRDefault="00B12DDA" w:rsidP="00827634">
            <w:pPr>
              <w:jc w:val="both"/>
            </w:pPr>
            <w:r w:rsidRPr="00C56500">
              <w:t xml:space="preserve"> Доля образовательных организаций, участвующих в профилактических мероприятиях, направленных  на обеспечение дорожной безопасности участников образовательного процесса</w:t>
            </w:r>
            <w:r>
              <w:t>.</w:t>
            </w:r>
          </w:p>
        </w:tc>
        <w:tc>
          <w:tcPr>
            <w:tcW w:w="1276" w:type="dxa"/>
          </w:tcPr>
          <w:p w:rsidR="00B12DDA" w:rsidRDefault="00B12DDA" w:rsidP="00B925E5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1276" w:type="dxa"/>
          </w:tcPr>
          <w:p w:rsidR="00B12DDA" w:rsidRDefault="00B12DDA" w:rsidP="00B925E5">
            <w:r w:rsidRPr="00D95AB0">
              <w:t>100,0</w:t>
            </w:r>
          </w:p>
        </w:tc>
        <w:tc>
          <w:tcPr>
            <w:tcW w:w="1275" w:type="dxa"/>
          </w:tcPr>
          <w:p w:rsidR="00B12DDA" w:rsidRDefault="00B12DDA" w:rsidP="00B925E5">
            <w:r w:rsidRPr="00D95AB0">
              <w:t>100,0</w:t>
            </w:r>
          </w:p>
        </w:tc>
        <w:tc>
          <w:tcPr>
            <w:tcW w:w="1276" w:type="dxa"/>
          </w:tcPr>
          <w:p w:rsidR="00B12DDA" w:rsidRDefault="00B12DDA" w:rsidP="00B925E5">
            <w:r w:rsidRPr="00D95AB0">
              <w:t>100,0</w:t>
            </w:r>
          </w:p>
        </w:tc>
        <w:tc>
          <w:tcPr>
            <w:tcW w:w="1134" w:type="dxa"/>
          </w:tcPr>
          <w:p w:rsidR="00B12DDA" w:rsidRDefault="00B12DDA" w:rsidP="00B925E5">
            <w:r w:rsidRPr="00D95AB0">
              <w:t>100,0</w:t>
            </w:r>
          </w:p>
        </w:tc>
        <w:tc>
          <w:tcPr>
            <w:tcW w:w="3971" w:type="dxa"/>
            <w:gridSpan w:val="3"/>
          </w:tcPr>
          <w:p w:rsidR="00B12DDA" w:rsidRPr="007D694A" w:rsidRDefault="00B12DDA" w:rsidP="007D744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Федеральный </w:t>
            </w:r>
            <w:r w:rsidRPr="007D694A">
              <w:rPr>
                <w:rFonts w:ascii="Times New Roman" w:hAnsi="Times New Roman" w:cs="Times New Roman"/>
                <w:sz w:val="24"/>
                <w:szCs w:val="24"/>
              </w:rPr>
              <w:t>закон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D694A">
              <w:rPr>
                <w:rFonts w:ascii="Times New Roman" w:hAnsi="Times New Roman" w:cs="Times New Roman"/>
                <w:sz w:val="24"/>
                <w:szCs w:val="24"/>
              </w:rPr>
              <w:t>от 29 декабря2012 года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D694A">
              <w:rPr>
                <w:rFonts w:ascii="Times New Roman" w:hAnsi="Times New Roman" w:cs="Times New Roman"/>
                <w:sz w:val="24"/>
                <w:szCs w:val="24"/>
              </w:rPr>
              <w:t>№ 273-ФЗ</w:t>
            </w:r>
          </w:p>
          <w:p w:rsidR="00B12DDA" w:rsidRDefault="00B12DDA" w:rsidP="00B925E5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«Об образова</w:t>
            </w:r>
            <w:r w:rsidRPr="007D694A">
              <w:rPr>
                <w:rFonts w:ascii="Times New Roman" w:hAnsi="Times New Roman" w:cs="Times New Roman"/>
                <w:sz w:val="24"/>
                <w:szCs w:val="24"/>
              </w:rPr>
              <w:t>нии в Российской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D694A">
              <w:rPr>
                <w:rFonts w:ascii="Times New Roman" w:hAnsi="Times New Roman" w:cs="Times New Roman"/>
                <w:sz w:val="24"/>
                <w:szCs w:val="24"/>
              </w:rPr>
              <w:t>Федерации»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D694A">
              <w:rPr>
                <w:rFonts w:ascii="Times New Roman" w:hAnsi="Times New Roman" w:cs="Times New Roman"/>
                <w:sz w:val="24"/>
                <w:szCs w:val="24"/>
              </w:rPr>
              <w:t>(далее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D694A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D694A">
              <w:rPr>
                <w:rFonts w:ascii="Times New Roman" w:hAnsi="Times New Roman" w:cs="Times New Roman"/>
                <w:sz w:val="24"/>
                <w:szCs w:val="24"/>
              </w:rPr>
              <w:t>Федеральный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D694A">
              <w:rPr>
                <w:rFonts w:ascii="Times New Roman" w:hAnsi="Times New Roman" w:cs="Times New Roman"/>
                <w:sz w:val="24"/>
                <w:szCs w:val="24"/>
              </w:rPr>
              <w:t>закон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от 29 декабря</w:t>
            </w:r>
            <w:r w:rsidRPr="007D694A">
              <w:rPr>
                <w:rFonts w:ascii="Times New Roman" w:hAnsi="Times New Roman" w:cs="Times New Roman"/>
                <w:sz w:val="24"/>
                <w:szCs w:val="24"/>
              </w:rPr>
              <w:t>2012 года)</w:t>
            </w:r>
          </w:p>
          <w:p w:rsidR="00B12DDA" w:rsidRDefault="00B12DDA" w:rsidP="00B925E5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2DDA" w:rsidRDefault="00B12DDA" w:rsidP="00B925E5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2DDA" w:rsidRDefault="00B12DDA" w:rsidP="00B925E5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2DDA" w:rsidRPr="00A9378E" w:rsidRDefault="00B12DDA" w:rsidP="00B925E5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2DDA" w:rsidRPr="00A35BD7" w:rsidTr="00827634">
        <w:tc>
          <w:tcPr>
            <w:tcW w:w="561" w:type="dxa"/>
          </w:tcPr>
          <w:p w:rsidR="00B12DDA" w:rsidRPr="0040713B" w:rsidRDefault="00B12DDA" w:rsidP="00B925E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13846" w:type="dxa"/>
            <w:gridSpan w:val="11"/>
          </w:tcPr>
          <w:p w:rsidR="00B12DDA" w:rsidRPr="0040713B" w:rsidRDefault="00B12DDA" w:rsidP="00B925E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Цель 6 </w:t>
            </w:r>
            <w:r w:rsidRPr="00BE00BF">
              <w:rPr>
                <w:rFonts w:ascii="Times New Roman" w:hAnsi="Times New Roman" w:cs="Times New Roman"/>
                <w:sz w:val="24"/>
                <w:szCs w:val="24"/>
              </w:rPr>
              <w:t>«Приведение материально-технической базы образовательных организаций Нижнесергинского муниципального района,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E00BF">
              <w:rPr>
                <w:rFonts w:ascii="Times New Roman" w:hAnsi="Times New Roman" w:cs="Times New Roman"/>
                <w:sz w:val="24"/>
                <w:szCs w:val="24"/>
              </w:rPr>
              <w:t xml:space="preserve">в соответствие с современными требованиями к условиям реализации </w:t>
            </w:r>
            <w:r w:rsidRPr="006E168D">
              <w:rPr>
                <w:rFonts w:ascii="Times New Roman" w:hAnsi="Times New Roman" w:cs="Times New Roman"/>
                <w:sz w:val="24"/>
                <w:szCs w:val="24"/>
              </w:rPr>
              <w:t>федеральных государственных образовательных стандартов»</w:t>
            </w:r>
          </w:p>
        </w:tc>
      </w:tr>
      <w:tr w:rsidR="00B12DDA" w:rsidRPr="00A35BD7" w:rsidTr="00827634">
        <w:tc>
          <w:tcPr>
            <w:tcW w:w="561" w:type="dxa"/>
          </w:tcPr>
          <w:p w:rsidR="00B12DDA" w:rsidRPr="0040713B" w:rsidRDefault="00B12DDA" w:rsidP="00B925E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13846" w:type="dxa"/>
            <w:gridSpan w:val="11"/>
          </w:tcPr>
          <w:p w:rsidR="00B12DDA" w:rsidRPr="0040713B" w:rsidRDefault="00B12DDA" w:rsidP="00B925E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Задача 18</w:t>
            </w:r>
            <w:r w:rsidRPr="009703E7">
              <w:rPr>
                <w:rFonts w:ascii="Times New Roman" w:hAnsi="Times New Roman" w:cs="Times New Roman"/>
                <w:sz w:val="24"/>
                <w:szCs w:val="24"/>
              </w:rPr>
              <w:t>«Обеспечение комплексной безопасности муниципальных образовательных организаций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703E7">
              <w:rPr>
                <w:rFonts w:ascii="Times New Roman" w:hAnsi="Times New Roman" w:cs="Times New Roman"/>
                <w:sz w:val="24"/>
                <w:szCs w:val="24"/>
              </w:rPr>
              <w:t>в целях сохранения жизни и здоровья субъектов образовательного процесса во время их трудовой и учебной деятельности»</w:t>
            </w:r>
          </w:p>
        </w:tc>
      </w:tr>
      <w:tr w:rsidR="00B12DDA" w:rsidRPr="00A35BD7" w:rsidTr="00827634">
        <w:trPr>
          <w:gridAfter w:val="2"/>
          <w:wAfter w:w="26" w:type="dxa"/>
        </w:trPr>
        <w:tc>
          <w:tcPr>
            <w:tcW w:w="561" w:type="dxa"/>
          </w:tcPr>
          <w:p w:rsidR="00B12DDA" w:rsidRPr="0040713B" w:rsidRDefault="00B12DDA" w:rsidP="00D0308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3612" w:type="dxa"/>
          </w:tcPr>
          <w:p w:rsidR="00B12DDA" w:rsidRPr="00C02A65" w:rsidRDefault="00B12DDA" w:rsidP="00D0308C">
            <w:r w:rsidRPr="00C02A65">
              <w:t>Целевой показатель 29.</w:t>
            </w:r>
          </w:p>
          <w:p w:rsidR="00B12DDA" w:rsidRPr="00C02A65" w:rsidRDefault="00B12DDA" w:rsidP="00827634">
            <w:pPr>
              <w:jc w:val="both"/>
            </w:pPr>
            <w:r w:rsidRPr="00613D13">
              <w:t>Доля зданий муниципальных образовательных организаций, требующих капитального ремонта, приведения в соответствие с требованиями пожарной безопасности и санитарного законодательства.</w:t>
            </w:r>
          </w:p>
        </w:tc>
        <w:tc>
          <w:tcPr>
            <w:tcW w:w="1276" w:type="dxa"/>
          </w:tcPr>
          <w:p w:rsidR="00B12DDA" w:rsidRPr="00360755" w:rsidRDefault="00B12DDA" w:rsidP="00D0308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7820E8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1276" w:type="dxa"/>
          </w:tcPr>
          <w:p w:rsidR="00B12DDA" w:rsidRPr="00D0308C" w:rsidRDefault="00B12DDA" w:rsidP="00D0308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275" w:type="dxa"/>
          </w:tcPr>
          <w:p w:rsidR="00B12DDA" w:rsidRPr="00D0308C" w:rsidRDefault="00B12DDA" w:rsidP="00D0308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276" w:type="dxa"/>
          </w:tcPr>
          <w:p w:rsidR="00B12DDA" w:rsidRPr="00D0308C" w:rsidRDefault="00B12DDA" w:rsidP="00D0308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134" w:type="dxa"/>
          </w:tcPr>
          <w:p w:rsidR="00B12DDA" w:rsidRPr="00D0308C" w:rsidRDefault="00B12DDA" w:rsidP="00D0308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3971" w:type="dxa"/>
            <w:gridSpan w:val="3"/>
          </w:tcPr>
          <w:p w:rsidR="00B12DDA" w:rsidRPr="0040713B" w:rsidRDefault="00B12DDA" w:rsidP="00D0308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378E">
              <w:rPr>
                <w:rFonts w:ascii="Times New Roman" w:hAnsi="Times New Roman" w:cs="Times New Roman"/>
                <w:sz w:val="24"/>
                <w:szCs w:val="24"/>
              </w:rPr>
              <w:t>Санитарно-эпидемиологические правила и нормативы, Федеральный закон от 22 июля 2008 года  № 123-ФЗ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9378E">
              <w:rPr>
                <w:rFonts w:ascii="Times New Roman" w:hAnsi="Times New Roman" w:cs="Times New Roman"/>
                <w:sz w:val="24"/>
                <w:szCs w:val="24"/>
              </w:rPr>
              <w:t>«Технический регламент о требованиях пожарной безопасности»</w:t>
            </w:r>
          </w:p>
        </w:tc>
      </w:tr>
      <w:tr w:rsidR="00B12DDA" w:rsidRPr="00A35BD7" w:rsidTr="00827634">
        <w:trPr>
          <w:gridAfter w:val="2"/>
          <w:wAfter w:w="26" w:type="dxa"/>
        </w:trPr>
        <w:tc>
          <w:tcPr>
            <w:tcW w:w="561" w:type="dxa"/>
          </w:tcPr>
          <w:p w:rsidR="00B12DDA" w:rsidRPr="0040713B" w:rsidRDefault="00B12DDA" w:rsidP="007820E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3612" w:type="dxa"/>
          </w:tcPr>
          <w:p w:rsidR="00B12DDA" w:rsidRPr="00C56500" w:rsidRDefault="00B12DDA" w:rsidP="00827634">
            <w:pPr>
              <w:jc w:val="both"/>
            </w:pPr>
            <w:r w:rsidRPr="00C56500">
              <w:t>Целевой показатель 3</w:t>
            </w:r>
            <w:r>
              <w:t>0</w:t>
            </w:r>
            <w:r w:rsidRPr="00C56500">
              <w:t>.</w:t>
            </w:r>
          </w:p>
          <w:p w:rsidR="00B12DDA" w:rsidRPr="00C56500" w:rsidRDefault="00B12DDA" w:rsidP="00827634">
            <w:pPr>
              <w:jc w:val="both"/>
            </w:pPr>
            <w:r w:rsidRPr="00C56500">
              <w:t xml:space="preserve"> Доля  муниципальных общеобразовательных организаций, в которых проведены мероприятия, направленные на устранение нарушений, выявленных органами государственного надзора в результате проверок в муниципальных общеобразовательных организациях, в текущем году, от общего количества муниципальных общеобразовательных организаций, в которых запланированы мероприятия, направленные на устранение нарушений, выявленных органами государственного надзора в результате проверок в муниципальных общеобразовательных организациях, в текущем году</w:t>
            </w:r>
            <w:r>
              <w:t>.</w:t>
            </w:r>
          </w:p>
        </w:tc>
        <w:tc>
          <w:tcPr>
            <w:tcW w:w="1276" w:type="dxa"/>
          </w:tcPr>
          <w:p w:rsidR="00B12DDA" w:rsidRPr="0040713B" w:rsidRDefault="00B12DDA" w:rsidP="007820E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1276" w:type="dxa"/>
          </w:tcPr>
          <w:p w:rsidR="00B12DDA" w:rsidRPr="0040713B" w:rsidRDefault="00B12DDA" w:rsidP="007820E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95,0</w:t>
            </w:r>
          </w:p>
        </w:tc>
        <w:tc>
          <w:tcPr>
            <w:tcW w:w="1275" w:type="dxa"/>
          </w:tcPr>
          <w:p w:rsidR="00B12DDA" w:rsidRPr="0040713B" w:rsidRDefault="00B12DDA" w:rsidP="007820E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01C9">
              <w:rPr>
                <w:rFonts w:ascii="Times New Roman" w:hAnsi="Times New Roman" w:cs="Times New Roman"/>
                <w:sz w:val="24"/>
                <w:szCs w:val="24"/>
              </w:rPr>
              <w:t>95,0</w:t>
            </w:r>
          </w:p>
        </w:tc>
        <w:tc>
          <w:tcPr>
            <w:tcW w:w="1276" w:type="dxa"/>
          </w:tcPr>
          <w:p w:rsidR="00B12DDA" w:rsidRPr="0040713B" w:rsidRDefault="00B12DDA" w:rsidP="007820E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01C9">
              <w:rPr>
                <w:rFonts w:ascii="Times New Roman" w:hAnsi="Times New Roman" w:cs="Times New Roman"/>
                <w:sz w:val="24"/>
                <w:szCs w:val="24"/>
              </w:rPr>
              <w:t>95,0</w:t>
            </w:r>
          </w:p>
        </w:tc>
        <w:tc>
          <w:tcPr>
            <w:tcW w:w="1134" w:type="dxa"/>
          </w:tcPr>
          <w:p w:rsidR="00B12DDA" w:rsidRPr="0040713B" w:rsidRDefault="00B12DDA" w:rsidP="007820E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01C9">
              <w:rPr>
                <w:rFonts w:ascii="Times New Roman" w:hAnsi="Times New Roman" w:cs="Times New Roman"/>
                <w:sz w:val="24"/>
                <w:szCs w:val="24"/>
              </w:rPr>
              <w:t>95,0</w:t>
            </w:r>
          </w:p>
        </w:tc>
        <w:tc>
          <w:tcPr>
            <w:tcW w:w="3971" w:type="dxa"/>
            <w:gridSpan w:val="3"/>
          </w:tcPr>
          <w:p w:rsidR="00B12DDA" w:rsidRPr="0040713B" w:rsidRDefault="00B12DDA" w:rsidP="002B526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378E">
              <w:rPr>
                <w:rFonts w:ascii="Times New Roman" w:hAnsi="Times New Roman" w:cs="Times New Roman"/>
                <w:sz w:val="24"/>
                <w:szCs w:val="24"/>
              </w:rPr>
              <w:t>Документы, подтверждающие имеющиеся нарушения, выявленные органами государственного надзора по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9378E">
              <w:rPr>
                <w:rFonts w:ascii="Times New Roman" w:hAnsi="Times New Roman" w:cs="Times New Roman"/>
                <w:sz w:val="24"/>
                <w:szCs w:val="24"/>
              </w:rPr>
              <w:t>резул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ьтатам проверок, в муниципальных общеобразовательных организациях</w:t>
            </w:r>
          </w:p>
        </w:tc>
      </w:tr>
      <w:tr w:rsidR="00B12DDA" w:rsidRPr="00A35BD7" w:rsidTr="00827634">
        <w:tc>
          <w:tcPr>
            <w:tcW w:w="561" w:type="dxa"/>
          </w:tcPr>
          <w:p w:rsidR="00B12DDA" w:rsidRPr="0040713B" w:rsidRDefault="00B12DDA" w:rsidP="00B925E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13846" w:type="dxa"/>
            <w:gridSpan w:val="11"/>
          </w:tcPr>
          <w:p w:rsidR="00B12DDA" w:rsidRPr="0040713B" w:rsidRDefault="00B12DDA" w:rsidP="0082763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Задача   19 «С</w:t>
            </w:r>
            <w:r w:rsidRPr="0061364F">
              <w:rPr>
                <w:rFonts w:ascii="Times New Roman" w:hAnsi="Times New Roman" w:cs="Times New Roman"/>
                <w:sz w:val="24"/>
                <w:szCs w:val="24"/>
              </w:rPr>
              <w:t xml:space="preserve">охранение и развитие спортивной инфраструктуры муниципальных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общеобразовательных организаций»</w:t>
            </w:r>
          </w:p>
        </w:tc>
      </w:tr>
      <w:tr w:rsidR="00B12DDA" w:rsidRPr="00A35BD7" w:rsidTr="00827634">
        <w:trPr>
          <w:gridAfter w:val="2"/>
          <w:wAfter w:w="26" w:type="dxa"/>
        </w:trPr>
        <w:tc>
          <w:tcPr>
            <w:tcW w:w="561" w:type="dxa"/>
          </w:tcPr>
          <w:p w:rsidR="00B12DDA" w:rsidRPr="0040713B" w:rsidRDefault="00B12DDA" w:rsidP="00B925E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3612" w:type="dxa"/>
          </w:tcPr>
          <w:p w:rsidR="00B12DDA" w:rsidRDefault="00B12DDA" w:rsidP="00827634">
            <w:pPr>
              <w:jc w:val="both"/>
            </w:pPr>
            <w:r w:rsidRPr="00C56500">
              <w:t>Целевой показатель 3</w:t>
            </w:r>
            <w:r>
              <w:t>1</w:t>
            </w:r>
            <w:r w:rsidRPr="00C56500">
              <w:t>.</w:t>
            </w:r>
          </w:p>
          <w:p w:rsidR="00B12DDA" w:rsidRPr="00C160FE" w:rsidRDefault="00B12DDA" w:rsidP="00827634">
            <w:pPr>
              <w:jc w:val="both"/>
            </w:pPr>
            <w:r w:rsidRPr="00C160FE">
              <w:t xml:space="preserve">Количество </w:t>
            </w:r>
            <w:r>
              <w:t xml:space="preserve">открытых </w:t>
            </w:r>
            <w:r w:rsidRPr="00C160FE">
              <w:t xml:space="preserve">спортивных </w:t>
            </w:r>
            <w:r>
              <w:t xml:space="preserve"> плоскостных сооружений </w:t>
            </w:r>
            <w:r w:rsidRPr="00C160FE">
              <w:t>площадок в муниципальных общеобразовательных организациях, оборудованных в рамках реализации государственной программы Свердловской области «Развитие системы образования в Свердловской об</w:t>
            </w:r>
            <w:r>
              <w:t xml:space="preserve">ласти до 2024 года» </w:t>
            </w:r>
          </w:p>
        </w:tc>
        <w:tc>
          <w:tcPr>
            <w:tcW w:w="1276" w:type="dxa"/>
          </w:tcPr>
          <w:p w:rsidR="00B12DDA" w:rsidRPr="0040713B" w:rsidRDefault="00B12DDA" w:rsidP="00B925E5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1276" w:type="dxa"/>
          </w:tcPr>
          <w:p w:rsidR="00B12DDA" w:rsidRPr="0040713B" w:rsidRDefault="00B12DDA" w:rsidP="00B925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B12DDA" w:rsidRPr="0040713B" w:rsidRDefault="00B12DDA" w:rsidP="00B925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12DDA" w:rsidRPr="0040713B" w:rsidRDefault="00B12DDA" w:rsidP="00B925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12DDA" w:rsidRPr="0040713B" w:rsidRDefault="00B12DDA" w:rsidP="00B925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71" w:type="dxa"/>
            <w:gridSpan w:val="3"/>
          </w:tcPr>
          <w:p w:rsidR="00B12DDA" w:rsidRDefault="00B12DDA" w:rsidP="00B925E5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2591">
              <w:rPr>
                <w:rFonts w:ascii="Times New Roman" w:hAnsi="Times New Roman" w:cs="Times New Roman"/>
                <w:sz w:val="24"/>
                <w:szCs w:val="24"/>
              </w:rPr>
              <w:t>Федеральный закон от 29 декабря 2012 года N 273-ФЗ "Об образовании в Российской Федерации", санитарно-эпидемиологические правила и нормативы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B12DDA" w:rsidRDefault="00B12DDA" w:rsidP="00B925E5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2DDA" w:rsidRPr="0040713B" w:rsidRDefault="00B12DDA" w:rsidP="00B925E5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29B0">
              <w:rPr>
                <w:rFonts w:ascii="Times New Roman" w:hAnsi="Times New Roman" w:cs="Times New Roman"/>
                <w:sz w:val="24"/>
                <w:szCs w:val="24"/>
              </w:rPr>
              <w:t>Закон Свердловской области от 15 июля 2013 года №78-ОЗ "Об образовании в Свердловской области"</w:t>
            </w:r>
          </w:p>
        </w:tc>
      </w:tr>
      <w:tr w:rsidR="00B12DDA" w:rsidRPr="00A35BD7" w:rsidTr="00827634">
        <w:trPr>
          <w:gridAfter w:val="2"/>
          <w:wAfter w:w="26" w:type="dxa"/>
        </w:trPr>
        <w:tc>
          <w:tcPr>
            <w:tcW w:w="561" w:type="dxa"/>
          </w:tcPr>
          <w:p w:rsidR="00B12DDA" w:rsidRPr="0040713B" w:rsidRDefault="00B12DDA" w:rsidP="00B925E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3612" w:type="dxa"/>
          </w:tcPr>
          <w:p w:rsidR="00B12DDA" w:rsidRPr="00C56500" w:rsidRDefault="00B12DDA" w:rsidP="00827634">
            <w:pPr>
              <w:jc w:val="both"/>
            </w:pPr>
            <w:r w:rsidRPr="00C56500">
              <w:t>Целевой показатель 3</w:t>
            </w:r>
            <w:r>
              <w:t>2</w:t>
            </w:r>
            <w:r w:rsidRPr="00C56500">
              <w:t>.</w:t>
            </w:r>
          </w:p>
          <w:p w:rsidR="00B12DDA" w:rsidRPr="00D77EAB" w:rsidRDefault="00B12DDA" w:rsidP="00827634">
            <w:pPr>
              <w:jc w:val="both"/>
            </w:pPr>
            <w:r w:rsidRPr="00C56500">
              <w:t>Количество</w:t>
            </w:r>
            <w:r w:rsidRPr="00D77EAB">
              <w:t xml:space="preserve"> общеобразовательных организаций, расположенных в сельской местности, в которых отремонтированы спортивные залы</w:t>
            </w:r>
          </w:p>
        </w:tc>
        <w:tc>
          <w:tcPr>
            <w:tcW w:w="1276" w:type="dxa"/>
          </w:tcPr>
          <w:p w:rsidR="00B12DDA" w:rsidRPr="0040713B" w:rsidRDefault="00B12DDA" w:rsidP="00B925E5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1276" w:type="dxa"/>
          </w:tcPr>
          <w:p w:rsidR="00B12DDA" w:rsidRPr="0040713B" w:rsidRDefault="00B12DDA" w:rsidP="00B925E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B12DDA" w:rsidRPr="0040713B" w:rsidRDefault="00B12DDA" w:rsidP="00B925E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12DDA" w:rsidRPr="0040713B" w:rsidRDefault="00B12DDA" w:rsidP="00B925E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12DDA" w:rsidRPr="0040713B" w:rsidRDefault="00B12DDA" w:rsidP="00B925E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71" w:type="dxa"/>
            <w:gridSpan w:val="3"/>
          </w:tcPr>
          <w:p w:rsidR="00B12DDA" w:rsidRPr="0040713B" w:rsidRDefault="00B12DDA" w:rsidP="00B925E5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360755">
              <w:rPr>
                <w:rFonts w:ascii="Times New Roman" w:hAnsi="Times New Roman" w:cs="Times New Roman"/>
                <w:sz w:val="24"/>
                <w:szCs w:val="24"/>
              </w:rPr>
              <w:t>остановление Правительства Российской Федерации от 26.12.2017 N 1642 "Об утверждении  государственной программы Российской Федерации «Развитие образования»</w:t>
            </w:r>
          </w:p>
        </w:tc>
      </w:tr>
      <w:tr w:rsidR="00B12DDA" w:rsidRPr="00A35BD7" w:rsidTr="00827634">
        <w:tc>
          <w:tcPr>
            <w:tcW w:w="561" w:type="dxa"/>
          </w:tcPr>
          <w:p w:rsidR="00B12DDA" w:rsidRPr="0040713B" w:rsidRDefault="00B12DDA" w:rsidP="00B925E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13846" w:type="dxa"/>
            <w:gridSpan w:val="11"/>
          </w:tcPr>
          <w:p w:rsidR="00B12DDA" w:rsidRPr="0040713B" w:rsidRDefault="00B12DDA" w:rsidP="0082763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Задача 20</w:t>
            </w:r>
            <w:r w:rsidRPr="00CC658E">
              <w:rPr>
                <w:rFonts w:ascii="Times New Roman" w:hAnsi="Times New Roman" w:cs="Times New Roman"/>
                <w:sz w:val="24"/>
                <w:szCs w:val="24"/>
              </w:rPr>
              <w:t>"Обеспечение безопасности пребывания детей в учреждениях отдыха и оздоровления детей, повышение качеств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 отдыха и оздоровления детей и </w:t>
            </w:r>
            <w:r w:rsidRPr="00CC658E">
              <w:rPr>
                <w:rFonts w:ascii="Times New Roman" w:hAnsi="Times New Roman" w:cs="Times New Roman"/>
                <w:sz w:val="24"/>
                <w:szCs w:val="24"/>
              </w:rPr>
              <w:t>подростков"</w:t>
            </w:r>
          </w:p>
        </w:tc>
      </w:tr>
      <w:tr w:rsidR="00B12DDA" w:rsidRPr="00A35BD7" w:rsidTr="00827634">
        <w:trPr>
          <w:gridAfter w:val="2"/>
          <w:wAfter w:w="26" w:type="dxa"/>
        </w:trPr>
        <w:tc>
          <w:tcPr>
            <w:tcW w:w="561" w:type="dxa"/>
          </w:tcPr>
          <w:p w:rsidR="00B12DDA" w:rsidRPr="0040713B" w:rsidRDefault="00B12DDA" w:rsidP="00B925E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3612" w:type="dxa"/>
          </w:tcPr>
          <w:p w:rsidR="00B12DDA" w:rsidRDefault="00B12DDA" w:rsidP="00827634">
            <w:pPr>
              <w:jc w:val="both"/>
            </w:pPr>
            <w:r>
              <w:t>Целевой показатель 33.</w:t>
            </w:r>
          </w:p>
          <w:p w:rsidR="00B12DDA" w:rsidRPr="00C160FE" w:rsidRDefault="00B12DDA" w:rsidP="00827634">
            <w:pPr>
              <w:jc w:val="both"/>
            </w:pPr>
            <w:r>
              <w:t>Проведение работ по капитальному ремонту и приведение в соответствие с требованиями комплексной безопасности инфраструктуры детского оздоровительного лагеря «Спутник».</w:t>
            </w:r>
          </w:p>
        </w:tc>
        <w:tc>
          <w:tcPr>
            <w:tcW w:w="1276" w:type="dxa"/>
          </w:tcPr>
          <w:p w:rsidR="00B12DDA" w:rsidRPr="0040713B" w:rsidRDefault="00B12DDA" w:rsidP="00B925E5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1276" w:type="dxa"/>
          </w:tcPr>
          <w:p w:rsidR="00B12DDA" w:rsidRDefault="00B12DDA" w:rsidP="00B925E5">
            <w:r w:rsidRPr="00807B63">
              <w:t>100,0</w:t>
            </w:r>
          </w:p>
        </w:tc>
        <w:tc>
          <w:tcPr>
            <w:tcW w:w="1275" w:type="dxa"/>
          </w:tcPr>
          <w:p w:rsidR="00B12DDA" w:rsidRDefault="00B12DDA" w:rsidP="00B925E5">
            <w:r w:rsidRPr="00807B63">
              <w:t>100,0</w:t>
            </w:r>
          </w:p>
        </w:tc>
        <w:tc>
          <w:tcPr>
            <w:tcW w:w="1276" w:type="dxa"/>
          </w:tcPr>
          <w:p w:rsidR="00B12DDA" w:rsidRDefault="00B12DDA" w:rsidP="00B925E5">
            <w:r w:rsidRPr="00807B63">
              <w:t>100,0</w:t>
            </w:r>
          </w:p>
        </w:tc>
        <w:tc>
          <w:tcPr>
            <w:tcW w:w="1134" w:type="dxa"/>
          </w:tcPr>
          <w:p w:rsidR="00B12DDA" w:rsidRDefault="00B12DDA" w:rsidP="00B925E5">
            <w:r w:rsidRPr="00807B63">
              <w:t>100,0</w:t>
            </w:r>
          </w:p>
        </w:tc>
        <w:tc>
          <w:tcPr>
            <w:tcW w:w="3971" w:type="dxa"/>
            <w:gridSpan w:val="3"/>
          </w:tcPr>
          <w:p w:rsidR="00B12DDA" w:rsidRDefault="00B12DDA" w:rsidP="00B925E5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Постановление </w:t>
            </w:r>
            <w:r w:rsidRPr="00217DB1">
              <w:rPr>
                <w:rFonts w:ascii="Times New Roman" w:hAnsi="Times New Roman" w:cs="Times New Roman"/>
                <w:sz w:val="24"/>
                <w:szCs w:val="24"/>
              </w:rPr>
              <w:t>Правительства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17DB1">
              <w:rPr>
                <w:rFonts w:ascii="Times New Roman" w:hAnsi="Times New Roman" w:cs="Times New Roman"/>
                <w:sz w:val="24"/>
                <w:szCs w:val="24"/>
              </w:rPr>
              <w:t>Свердловской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17DB1">
              <w:rPr>
                <w:rFonts w:ascii="Times New Roman" w:hAnsi="Times New Roman" w:cs="Times New Roman"/>
                <w:sz w:val="24"/>
                <w:szCs w:val="24"/>
              </w:rPr>
              <w:t>области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17DB1">
              <w:rPr>
                <w:rFonts w:ascii="Times New Roman" w:hAnsi="Times New Roman" w:cs="Times New Roman"/>
                <w:sz w:val="24"/>
                <w:szCs w:val="24"/>
              </w:rPr>
              <w:t>от 03.08.2017№ 558-ПП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17DB1">
              <w:rPr>
                <w:rFonts w:ascii="Times New Roman" w:hAnsi="Times New Roman" w:cs="Times New Roman"/>
                <w:sz w:val="24"/>
                <w:szCs w:val="24"/>
              </w:rPr>
              <w:t>«О мерах по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17DB1">
              <w:rPr>
                <w:rFonts w:ascii="Times New Roman" w:hAnsi="Times New Roman" w:cs="Times New Roman"/>
                <w:sz w:val="24"/>
                <w:szCs w:val="24"/>
              </w:rPr>
              <w:t>организации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</w:t>
            </w:r>
            <w:r w:rsidRPr="00217DB1">
              <w:rPr>
                <w:rFonts w:ascii="Times New Roman" w:hAnsi="Times New Roman" w:cs="Times New Roman"/>
                <w:sz w:val="24"/>
                <w:szCs w:val="24"/>
              </w:rPr>
              <w:t>беспечению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17DB1">
              <w:rPr>
                <w:rFonts w:ascii="Times New Roman" w:hAnsi="Times New Roman" w:cs="Times New Roman"/>
                <w:sz w:val="24"/>
                <w:szCs w:val="24"/>
              </w:rPr>
              <w:t>отдыха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17DB1">
              <w:rPr>
                <w:rFonts w:ascii="Times New Roman" w:hAnsi="Times New Roman" w:cs="Times New Roman"/>
                <w:sz w:val="24"/>
                <w:szCs w:val="24"/>
              </w:rPr>
              <w:t>оздоровления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</w:t>
            </w:r>
            <w:r w:rsidRPr="00217DB1">
              <w:rPr>
                <w:rFonts w:ascii="Times New Roman" w:hAnsi="Times New Roman" w:cs="Times New Roman"/>
                <w:sz w:val="24"/>
                <w:szCs w:val="24"/>
              </w:rPr>
              <w:t>етей 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17DB1">
              <w:rPr>
                <w:rFonts w:ascii="Times New Roman" w:hAnsi="Times New Roman" w:cs="Times New Roman"/>
                <w:sz w:val="24"/>
                <w:szCs w:val="24"/>
              </w:rPr>
              <w:t>Свердловской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17DB1">
              <w:rPr>
                <w:rFonts w:ascii="Times New Roman" w:hAnsi="Times New Roman" w:cs="Times New Roman"/>
                <w:sz w:val="24"/>
                <w:szCs w:val="24"/>
              </w:rPr>
              <w:t>области»</w:t>
            </w:r>
          </w:p>
          <w:p w:rsidR="00B12DDA" w:rsidRDefault="00B12DDA" w:rsidP="00B925E5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2DDA" w:rsidRPr="0040713B" w:rsidRDefault="00B12DDA" w:rsidP="00B925E5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658E">
              <w:rPr>
                <w:rFonts w:ascii="Times New Roman" w:hAnsi="Times New Roman" w:cs="Times New Roman"/>
                <w:sz w:val="24"/>
                <w:szCs w:val="24"/>
              </w:rPr>
              <w:t>Документы, подтверждающие имеющиеся нарушения, выявленные по результатам проверок в муниципальных общеобразовательных органами государственного надзора</w:t>
            </w:r>
          </w:p>
        </w:tc>
      </w:tr>
      <w:tr w:rsidR="00B12DDA" w:rsidRPr="00A35BD7" w:rsidTr="00827634">
        <w:tc>
          <w:tcPr>
            <w:tcW w:w="561" w:type="dxa"/>
          </w:tcPr>
          <w:p w:rsidR="00B12DDA" w:rsidRPr="0040713B" w:rsidRDefault="00B12DDA" w:rsidP="00B925E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13846" w:type="dxa"/>
            <w:gridSpan w:val="11"/>
          </w:tcPr>
          <w:p w:rsidR="00B12DDA" w:rsidRPr="0040713B" w:rsidRDefault="00B12DDA" w:rsidP="00B925E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Цель </w:t>
            </w:r>
            <w:r w:rsidRPr="00513D33">
              <w:rPr>
                <w:rFonts w:ascii="Times New Roman" w:hAnsi="Times New Roman" w:cs="Times New Roman"/>
                <w:sz w:val="24"/>
                <w:szCs w:val="24"/>
              </w:rPr>
              <w:t xml:space="preserve">7  «Обеспечение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реализации муниципальной программы « Развитие образования на территории Нижнесергинского муниципального района на 2021-2024 годы</w:t>
            </w:r>
            <w:r w:rsidRPr="00513D33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B12DDA" w:rsidRPr="00A35BD7" w:rsidTr="00827634">
        <w:tc>
          <w:tcPr>
            <w:tcW w:w="561" w:type="dxa"/>
          </w:tcPr>
          <w:p w:rsidR="00B12DDA" w:rsidRPr="0040713B" w:rsidRDefault="00B12DDA" w:rsidP="00B925E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13846" w:type="dxa"/>
            <w:gridSpan w:val="11"/>
          </w:tcPr>
          <w:p w:rsidR="00B12DDA" w:rsidRPr="0040713B" w:rsidRDefault="00B12DDA" w:rsidP="00B925E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168D">
              <w:rPr>
                <w:rFonts w:ascii="Times New Roman" w:hAnsi="Times New Roman" w:cs="Times New Roman"/>
                <w:sz w:val="24"/>
                <w:szCs w:val="24"/>
              </w:rPr>
              <w:t>Задача 21 «Организация обеспечения муниципальных образовательных организаций учебниками, вошедшими в федеральные перечни учебников»</w:t>
            </w:r>
          </w:p>
        </w:tc>
      </w:tr>
      <w:tr w:rsidR="00B12DDA" w:rsidRPr="00A35BD7" w:rsidTr="00827634">
        <w:trPr>
          <w:gridAfter w:val="2"/>
          <w:wAfter w:w="26" w:type="dxa"/>
        </w:trPr>
        <w:tc>
          <w:tcPr>
            <w:tcW w:w="561" w:type="dxa"/>
          </w:tcPr>
          <w:p w:rsidR="00B12DDA" w:rsidRPr="0040713B" w:rsidRDefault="00B12DDA" w:rsidP="00D77EA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3612" w:type="dxa"/>
          </w:tcPr>
          <w:p w:rsidR="00B12DDA" w:rsidRDefault="00B12DDA" w:rsidP="00D77EAB">
            <w:r>
              <w:t>Целевой показатель 34</w:t>
            </w:r>
            <w:r w:rsidRPr="00C160FE">
              <w:t>.</w:t>
            </w:r>
          </w:p>
          <w:p w:rsidR="00B12DDA" w:rsidRPr="00FD46FF" w:rsidRDefault="00B12DDA" w:rsidP="00827634">
            <w:pPr>
              <w:jc w:val="both"/>
            </w:pPr>
            <w:r>
              <w:t xml:space="preserve">Доля </w:t>
            </w:r>
            <w:r w:rsidRPr="00C160FE">
              <w:t>общеобразовательных   организаций, обеспеченных учебниками, вошедшими в федеральные перечни учебников</w:t>
            </w:r>
            <w:r>
              <w:t>.</w:t>
            </w:r>
            <w:r w:rsidRPr="00C160FE">
              <w:t xml:space="preserve"> </w:t>
            </w:r>
          </w:p>
        </w:tc>
        <w:tc>
          <w:tcPr>
            <w:tcW w:w="1276" w:type="dxa"/>
          </w:tcPr>
          <w:p w:rsidR="00B12DDA" w:rsidRPr="0040713B" w:rsidRDefault="00B12DDA" w:rsidP="00D77EA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1276" w:type="dxa"/>
          </w:tcPr>
          <w:p w:rsidR="00B12DDA" w:rsidRPr="0040713B" w:rsidRDefault="00B12DDA" w:rsidP="00D77EA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275" w:type="dxa"/>
          </w:tcPr>
          <w:p w:rsidR="00B12DDA" w:rsidRPr="0040713B" w:rsidRDefault="00B12DDA" w:rsidP="00D77EA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15A9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276" w:type="dxa"/>
          </w:tcPr>
          <w:p w:rsidR="00B12DDA" w:rsidRPr="0040713B" w:rsidRDefault="00B12DDA" w:rsidP="00D77EA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15A9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134" w:type="dxa"/>
          </w:tcPr>
          <w:p w:rsidR="00B12DDA" w:rsidRPr="0040713B" w:rsidRDefault="00B12DDA" w:rsidP="00D77EA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15A9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3971" w:type="dxa"/>
            <w:gridSpan w:val="3"/>
          </w:tcPr>
          <w:p w:rsidR="00B12DDA" w:rsidRPr="00197C6D" w:rsidRDefault="00B12DDA" w:rsidP="00D77EA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7C6D">
              <w:rPr>
                <w:rFonts w:ascii="Times New Roman" w:hAnsi="Times New Roman" w:cs="Times New Roman"/>
                <w:sz w:val="24"/>
                <w:szCs w:val="24"/>
              </w:rPr>
              <w:t>Закон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Свердловской </w:t>
            </w:r>
            <w:r w:rsidRPr="00197C6D">
              <w:rPr>
                <w:rFonts w:ascii="Times New Roman" w:hAnsi="Times New Roman" w:cs="Times New Roman"/>
                <w:sz w:val="24"/>
                <w:szCs w:val="24"/>
              </w:rPr>
              <w:t>области</w:t>
            </w:r>
          </w:p>
          <w:p w:rsidR="00B12DDA" w:rsidRPr="0040713B" w:rsidRDefault="00B12DDA" w:rsidP="00D77EA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15 июля </w:t>
            </w:r>
            <w:r w:rsidRPr="00197C6D">
              <w:rPr>
                <w:rFonts w:ascii="Times New Roman" w:hAnsi="Times New Roman" w:cs="Times New Roman"/>
                <w:sz w:val="24"/>
                <w:szCs w:val="24"/>
              </w:rPr>
              <w:t>2013 года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97C6D">
              <w:rPr>
                <w:rFonts w:ascii="Times New Roman" w:hAnsi="Times New Roman" w:cs="Times New Roman"/>
                <w:sz w:val="24"/>
                <w:szCs w:val="24"/>
              </w:rPr>
              <w:t>№ 78-ОЗ</w:t>
            </w:r>
          </w:p>
        </w:tc>
      </w:tr>
      <w:tr w:rsidR="00B12DDA" w:rsidRPr="00A35BD7" w:rsidTr="00827634">
        <w:tc>
          <w:tcPr>
            <w:tcW w:w="561" w:type="dxa"/>
          </w:tcPr>
          <w:p w:rsidR="00B12DDA" w:rsidRPr="0040713B" w:rsidRDefault="00B12DDA" w:rsidP="00B925E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13846" w:type="dxa"/>
            <w:gridSpan w:val="11"/>
          </w:tcPr>
          <w:p w:rsidR="00B12DDA" w:rsidRPr="0040713B" w:rsidRDefault="00B12DDA" w:rsidP="00B925E5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Задача 22«</w:t>
            </w:r>
            <w:r w:rsidRPr="00CC658E">
              <w:rPr>
                <w:rFonts w:ascii="Times New Roman" w:hAnsi="Times New Roman" w:cs="Times New Roman"/>
                <w:sz w:val="24"/>
                <w:szCs w:val="24"/>
              </w:rPr>
              <w:t>Обеспечение исполнения полномочий в сфере Управления образования администрации Нижнесергинского муниципального района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bookmarkStart w:id="1" w:name="_GoBack"/>
            <w:bookmarkEnd w:id="1"/>
          </w:p>
        </w:tc>
      </w:tr>
      <w:tr w:rsidR="00B12DDA" w:rsidRPr="00A35BD7" w:rsidTr="00827634">
        <w:trPr>
          <w:gridAfter w:val="2"/>
          <w:wAfter w:w="26" w:type="dxa"/>
        </w:trPr>
        <w:tc>
          <w:tcPr>
            <w:tcW w:w="561" w:type="dxa"/>
          </w:tcPr>
          <w:p w:rsidR="00B12DDA" w:rsidRPr="0040713B" w:rsidRDefault="00B12DDA" w:rsidP="00B925E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3612" w:type="dxa"/>
          </w:tcPr>
          <w:p w:rsidR="00B12DDA" w:rsidRDefault="00B12DDA" w:rsidP="00B925E5">
            <w:r>
              <w:t>Целевой показатель 35.</w:t>
            </w:r>
          </w:p>
          <w:p w:rsidR="00B12DDA" w:rsidRDefault="00B12DDA" w:rsidP="00827634">
            <w:pPr>
              <w:jc w:val="both"/>
            </w:pPr>
            <w:r w:rsidRPr="00E7749D">
              <w:t>Доля аттестованных педагогических работников муниципальных образовательных организаций Нижнесергинского муниципального района от числа педагогических работников муниципальных образовательных организаций Нижнесергинского муниципального райо</w:t>
            </w:r>
            <w:r>
              <w:t>на, подлежащих аттестации.</w:t>
            </w:r>
          </w:p>
          <w:p w:rsidR="00B12DDA" w:rsidRDefault="00B12DDA" w:rsidP="00B925E5"/>
          <w:p w:rsidR="00B12DDA" w:rsidRPr="00FD46FF" w:rsidRDefault="00B12DDA" w:rsidP="00B925E5"/>
        </w:tc>
        <w:tc>
          <w:tcPr>
            <w:tcW w:w="1276" w:type="dxa"/>
          </w:tcPr>
          <w:p w:rsidR="00B12DDA" w:rsidRPr="0040713B" w:rsidRDefault="00B12DDA" w:rsidP="00B925E5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1276" w:type="dxa"/>
          </w:tcPr>
          <w:p w:rsidR="00B12DDA" w:rsidRDefault="00B12DDA" w:rsidP="00B925E5">
            <w:r w:rsidRPr="009F30F5">
              <w:t>100,0</w:t>
            </w:r>
          </w:p>
        </w:tc>
        <w:tc>
          <w:tcPr>
            <w:tcW w:w="1275" w:type="dxa"/>
          </w:tcPr>
          <w:p w:rsidR="00B12DDA" w:rsidRDefault="00B12DDA" w:rsidP="00B925E5">
            <w:r w:rsidRPr="009F30F5">
              <w:t>100,0</w:t>
            </w:r>
          </w:p>
        </w:tc>
        <w:tc>
          <w:tcPr>
            <w:tcW w:w="1276" w:type="dxa"/>
          </w:tcPr>
          <w:p w:rsidR="00B12DDA" w:rsidRDefault="00B12DDA" w:rsidP="00B925E5">
            <w:r w:rsidRPr="009F30F5">
              <w:t>100,0</w:t>
            </w:r>
          </w:p>
        </w:tc>
        <w:tc>
          <w:tcPr>
            <w:tcW w:w="1134" w:type="dxa"/>
          </w:tcPr>
          <w:p w:rsidR="00B12DDA" w:rsidRDefault="00B12DDA" w:rsidP="00B925E5">
            <w:r w:rsidRPr="009F30F5">
              <w:t>100,0</w:t>
            </w:r>
          </w:p>
        </w:tc>
        <w:tc>
          <w:tcPr>
            <w:tcW w:w="3971" w:type="dxa"/>
            <w:gridSpan w:val="3"/>
          </w:tcPr>
          <w:p w:rsidR="00B12DDA" w:rsidRPr="0040713B" w:rsidRDefault="00B12DDA" w:rsidP="008D4CA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197C6D">
              <w:rPr>
                <w:rFonts w:ascii="Times New Roman" w:hAnsi="Times New Roman" w:cs="Times New Roman"/>
                <w:sz w:val="24"/>
                <w:szCs w:val="24"/>
              </w:rPr>
              <w:t>остановление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97C6D">
              <w:rPr>
                <w:rFonts w:ascii="Times New Roman" w:hAnsi="Times New Roman" w:cs="Times New Roman"/>
                <w:sz w:val="24"/>
                <w:szCs w:val="24"/>
              </w:rPr>
              <w:t>Правительства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97C6D">
              <w:rPr>
                <w:rFonts w:ascii="Times New Roman" w:hAnsi="Times New Roman" w:cs="Times New Roman"/>
                <w:sz w:val="24"/>
                <w:szCs w:val="24"/>
              </w:rPr>
              <w:t>Свердловской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области </w:t>
            </w:r>
            <w:r w:rsidRPr="00197C6D">
              <w:rPr>
                <w:rFonts w:ascii="Times New Roman" w:hAnsi="Times New Roman" w:cs="Times New Roman"/>
                <w:sz w:val="24"/>
                <w:szCs w:val="24"/>
              </w:rPr>
              <w:t>от 30.08.2016№ 595-ПП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 w:rsidRPr="003E1D65">
              <w:rPr>
                <w:rFonts w:ascii="Times New Roman" w:hAnsi="Times New Roman" w:cs="Times New Roman"/>
                <w:sz w:val="24"/>
                <w:szCs w:val="24"/>
              </w:rPr>
              <w:t>Об утверждении Плана мероприятий по реализации Стратегии социально-экономического развития Свердловской области на 2016–2030 годы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B12DDA" w:rsidRPr="00A35BD7" w:rsidTr="00827634">
        <w:trPr>
          <w:gridAfter w:val="2"/>
          <w:wAfter w:w="26" w:type="dxa"/>
        </w:trPr>
        <w:tc>
          <w:tcPr>
            <w:tcW w:w="561" w:type="dxa"/>
          </w:tcPr>
          <w:p w:rsidR="00B12DDA" w:rsidRPr="0040713B" w:rsidRDefault="00B12DDA" w:rsidP="00B925E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3612" w:type="dxa"/>
          </w:tcPr>
          <w:p w:rsidR="00B12DDA" w:rsidRDefault="00B12DDA" w:rsidP="00827634">
            <w:pPr>
              <w:jc w:val="both"/>
            </w:pPr>
            <w:r>
              <w:t>Целевой показатель 36.</w:t>
            </w:r>
          </w:p>
          <w:p w:rsidR="00B12DDA" w:rsidRPr="00FD46FF" w:rsidRDefault="00B12DDA" w:rsidP="00827634">
            <w:pPr>
              <w:jc w:val="both"/>
            </w:pPr>
            <w:r w:rsidRPr="00E7749D">
              <w:t xml:space="preserve">Доля аттестованных </w:t>
            </w:r>
            <w:r>
              <w:t>руководителей</w:t>
            </w:r>
            <w:r w:rsidRPr="00E7749D">
              <w:t xml:space="preserve"> образовательных организаций, подведомственных Управлению образования администрации </w:t>
            </w:r>
            <w:r>
              <w:t xml:space="preserve"> н</w:t>
            </w:r>
            <w:r w:rsidRPr="00E7749D">
              <w:t>ижнесергинского муниципального района от числа директоров образовательных организаций, Управлению образования администрации Нижнесергинского муниципального района, подлежащих аттестации.</w:t>
            </w:r>
          </w:p>
        </w:tc>
        <w:tc>
          <w:tcPr>
            <w:tcW w:w="1276" w:type="dxa"/>
          </w:tcPr>
          <w:p w:rsidR="00B12DDA" w:rsidRPr="0040713B" w:rsidRDefault="00B12DDA" w:rsidP="00B925E5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1276" w:type="dxa"/>
          </w:tcPr>
          <w:p w:rsidR="00B12DDA" w:rsidRDefault="00B12DDA" w:rsidP="00B925E5">
            <w:r w:rsidRPr="00C83410">
              <w:t>100,0</w:t>
            </w:r>
          </w:p>
        </w:tc>
        <w:tc>
          <w:tcPr>
            <w:tcW w:w="1275" w:type="dxa"/>
          </w:tcPr>
          <w:p w:rsidR="00B12DDA" w:rsidRDefault="00B12DDA" w:rsidP="00B925E5">
            <w:r w:rsidRPr="00C83410">
              <w:t>100,0</w:t>
            </w:r>
          </w:p>
        </w:tc>
        <w:tc>
          <w:tcPr>
            <w:tcW w:w="1276" w:type="dxa"/>
          </w:tcPr>
          <w:p w:rsidR="00B12DDA" w:rsidRDefault="00B12DDA" w:rsidP="00B925E5">
            <w:r w:rsidRPr="00C83410">
              <w:t>100,0</w:t>
            </w:r>
          </w:p>
        </w:tc>
        <w:tc>
          <w:tcPr>
            <w:tcW w:w="1134" w:type="dxa"/>
          </w:tcPr>
          <w:p w:rsidR="00B12DDA" w:rsidRDefault="00B12DDA" w:rsidP="00B925E5">
            <w:r w:rsidRPr="00C83410">
              <w:t>100,0</w:t>
            </w:r>
          </w:p>
        </w:tc>
        <w:tc>
          <w:tcPr>
            <w:tcW w:w="3971" w:type="dxa"/>
            <w:gridSpan w:val="3"/>
          </w:tcPr>
          <w:p w:rsidR="00B12DDA" w:rsidRPr="003E1D65" w:rsidRDefault="00B12DDA" w:rsidP="008D4CA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197C6D">
              <w:rPr>
                <w:rFonts w:ascii="Times New Roman" w:hAnsi="Times New Roman" w:cs="Times New Roman"/>
                <w:sz w:val="24"/>
                <w:szCs w:val="24"/>
              </w:rPr>
              <w:t>ост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ановление </w:t>
            </w:r>
            <w:r w:rsidRPr="00197C6D">
              <w:rPr>
                <w:rFonts w:ascii="Times New Roman" w:hAnsi="Times New Roman" w:cs="Times New Roman"/>
                <w:sz w:val="24"/>
                <w:szCs w:val="24"/>
              </w:rPr>
              <w:t>Правительства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Свердловской </w:t>
            </w:r>
            <w:r w:rsidRPr="00197C6D">
              <w:rPr>
                <w:rFonts w:ascii="Times New Roman" w:hAnsi="Times New Roman" w:cs="Times New Roman"/>
                <w:sz w:val="24"/>
                <w:szCs w:val="24"/>
              </w:rPr>
              <w:t>области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от 30.08.2016 </w:t>
            </w:r>
            <w:r w:rsidRPr="00197C6D">
              <w:rPr>
                <w:rFonts w:ascii="Times New Roman" w:hAnsi="Times New Roman" w:cs="Times New Roman"/>
                <w:sz w:val="24"/>
                <w:szCs w:val="24"/>
              </w:rPr>
              <w:t>№ 595-ПП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 w:rsidRPr="003E1D65">
              <w:rPr>
                <w:rFonts w:ascii="Times New Roman" w:hAnsi="Times New Roman" w:cs="Times New Roman"/>
                <w:sz w:val="24"/>
                <w:szCs w:val="24"/>
              </w:rPr>
              <w:t>Об утверждении Плана мероприятий по реализации Стратегии социально-экономического развития Свердловской области на 2016–2030 годы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B12DDA" w:rsidRPr="00A35BD7" w:rsidTr="00827634">
        <w:trPr>
          <w:gridAfter w:val="2"/>
          <w:wAfter w:w="26" w:type="dxa"/>
        </w:trPr>
        <w:tc>
          <w:tcPr>
            <w:tcW w:w="561" w:type="dxa"/>
          </w:tcPr>
          <w:p w:rsidR="00B12DDA" w:rsidRPr="0040713B" w:rsidRDefault="00B12DDA" w:rsidP="00B925E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3612" w:type="dxa"/>
          </w:tcPr>
          <w:p w:rsidR="00B12DDA" w:rsidRPr="006E168D" w:rsidRDefault="00B12DDA" w:rsidP="00B925E5">
            <w:r>
              <w:t>Целевой показатель 37</w:t>
            </w:r>
            <w:r w:rsidRPr="006E168D">
              <w:t>.</w:t>
            </w:r>
          </w:p>
          <w:p w:rsidR="00B12DDA" w:rsidRPr="006E168D" w:rsidRDefault="00B12DDA" w:rsidP="00B925E5">
            <w:r w:rsidRPr="006E168D">
              <w:t>Доля проведенных контрольных мероприятий ведомственного финансового контроля муниципальных образовательных организаций, подведомственных Управлению образования администрации Нижнесергинского муниципального района от запланированных мероприятий</w:t>
            </w:r>
            <w:r>
              <w:t>.</w:t>
            </w:r>
          </w:p>
        </w:tc>
        <w:tc>
          <w:tcPr>
            <w:tcW w:w="1276" w:type="dxa"/>
          </w:tcPr>
          <w:p w:rsidR="00B12DDA" w:rsidRDefault="00B12DDA" w:rsidP="00B925E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2DDA" w:rsidRPr="00067B91" w:rsidRDefault="00B12DDA" w:rsidP="00B925E5">
            <w:r w:rsidRPr="00067B91">
              <w:t>Процентов</w:t>
            </w:r>
          </w:p>
        </w:tc>
        <w:tc>
          <w:tcPr>
            <w:tcW w:w="1276" w:type="dxa"/>
          </w:tcPr>
          <w:p w:rsidR="00B12DDA" w:rsidRDefault="00B12DDA" w:rsidP="00B925E5">
            <w:r w:rsidRPr="0049163D">
              <w:t>100,0</w:t>
            </w:r>
          </w:p>
        </w:tc>
        <w:tc>
          <w:tcPr>
            <w:tcW w:w="1275" w:type="dxa"/>
          </w:tcPr>
          <w:p w:rsidR="00B12DDA" w:rsidRDefault="00B12DDA" w:rsidP="00B925E5">
            <w:r w:rsidRPr="0049163D">
              <w:t>100,0</w:t>
            </w:r>
          </w:p>
        </w:tc>
        <w:tc>
          <w:tcPr>
            <w:tcW w:w="1276" w:type="dxa"/>
          </w:tcPr>
          <w:p w:rsidR="00B12DDA" w:rsidRDefault="00B12DDA" w:rsidP="00B925E5">
            <w:r w:rsidRPr="0049163D">
              <w:t>100,0</w:t>
            </w:r>
          </w:p>
        </w:tc>
        <w:tc>
          <w:tcPr>
            <w:tcW w:w="1134" w:type="dxa"/>
          </w:tcPr>
          <w:p w:rsidR="00B12DDA" w:rsidRDefault="00B12DDA" w:rsidP="00B925E5">
            <w:r w:rsidRPr="0049163D">
              <w:t>100,0</w:t>
            </w:r>
          </w:p>
        </w:tc>
        <w:tc>
          <w:tcPr>
            <w:tcW w:w="3971" w:type="dxa"/>
            <w:gridSpan w:val="3"/>
          </w:tcPr>
          <w:p w:rsidR="00B12DDA" w:rsidRDefault="00B12DDA" w:rsidP="00D0308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2591">
              <w:rPr>
                <w:rFonts w:ascii="Times New Roman" w:hAnsi="Times New Roman" w:cs="Times New Roman"/>
                <w:sz w:val="24"/>
                <w:szCs w:val="24"/>
              </w:rPr>
              <w:t>План проверок целевого  и эффективного расходования бюджетных средств Управления образования администрации Нижнесергинско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го муниципального </w:t>
            </w:r>
            <w:r w:rsidRPr="006E168D">
              <w:rPr>
                <w:rFonts w:ascii="Times New Roman" w:hAnsi="Times New Roman" w:cs="Times New Roman"/>
                <w:sz w:val="24"/>
                <w:szCs w:val="24"/>
              </w:rPr>
              <w:t>района на текущий год.</w:t>
            </w:r>
          </w:p>
        </w:tc>
      </w:tr>
      <w:tr w:rsidR="00B12DDA" w:rsidRPr="00A35BD7" w:rsidTr="00827634">
        <w:trPr>
          <w:gridAfter w:val="2"/>
          <w:wAfter w:w="26" w:type="dxa"/>
        </w:trPr>
        <w:tc>
          <w:tcPr>
            <w:tcW w:w="561" w:type="dxa"/>
          </w:tcPr>
          <w:p w:rsidR="00B12DDA" w:rsidRPr="0040713B" w:rsidRDefault="00B12DDA" w:rsidP="00B925E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3612" w:type="dxa"/>
          </w:tcPr>
          <w:p w:rsidR="00B12DDA" w:rsidRPr="006E168D" w:rsidRDefault="00B12DDA" w:rsidP="00B925E5">
            <w:r>
              <w:t>Целевой показатель 38</w:t>
            </w:r>
            <w:r w:rsidRPr="006E168D">
              <w:t>.</w:t>
            </w:r>
          </w:p>
          <w:p w:rsidR="00B12DDA" w:rsidRPr="006E168D" w:rsidRDefault="00B12DDA" w:rsidP="00827634">
            <w:pPr>
              <w:jc w:val="both"/>
            </w:pPr>
            <w:r w:rsidRPr="006E168D">
              <w:t>Осуществление  деятельности, обеспечивающей комплекс условий для функционирования образовательных организаций</w:t>
            </w:r>
            <w:r>
              <w:t>.</w:t>
            </w:r>
          </w:p>
        </w:tc>
        <w:tc>
          <w:tcPr>
            <w:tcW w:w="1276" w:type="dxa"/>
          </w:tcPr>
          <w:p w:rsidR="00B12DDA" w:rsidRPr="0040713B" w:rsidRDefault="00B12DDA" w:rsidP="00B925E5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7B91">
              <w:rPr>
                <w:rFonts w:ascii="Times New Roman" w:hAnsi="Times New Roman" w:cs="Times New Roman"/>
                <w:sz w:val="24"/>
                <w:szCs w:val="24"/>
              </w:rPr>
              <w:t>процентов</w:t>
            </w:r>
          </w:p>
        </w:tc>
        <w:tc>
          <w:tcPr>
            <w:tcW w:w="1276" w:type="dxa"/>
          </w:tcPr>
          <w:p w:rsidR="00B12DDA" w:rsidRDefault="00B12DDA" w:rsidP="00B925E5">
            <w:r w:rsidRPr="0049163D">
              <w:t>100,0</w:t>
            </w:r>
          </w:p>
        </w:tc>
        <w:tc>
          <w:tcPr>
            <w:tcW w:w="1275" w:type="dxa"/>
          </w:tcPr>
          <w:p w:rsidR="00B12DDA" w:rsidRDefault="00B12DDA" w:rsidP="00B925E5">
            <w:r w:rsidRPr="0049163D">
              <w:t>100,0</w:t>
            </w:r>
          </w:p>
        </w:tc>
        <w:tc>
          <w:tcPr>
            <w:tcW w:w="1276" w:type="dxa"/>
          </w:tcPr>
          <w:p w:rsidR="00B12DDA" w:rsidRDefault="00B12DDA" w:rsidP="00B925E5">
            <w:r w:rsidRPr="0049163D">
              <w:t>100,0</w:t>
            </w:r>
          </w:p>
        </w:tc>
        <w:tc>
          <w:tcPr>
            <w:tcW w:w="1134" w:type="dxa"/>
          </w:tcPr>
          <w:p w:rsidR="00B12DDA" w:rsidRDefault="00B12DDA" w:rsidP="00B925E5">
            <w:r w:rsidRPr="0049163D">
              <w:t>100,0</w:t>
            </w:r>
          </w:p>
        </w:tc>
        <w:tc>
          <w:tcPr>
            <w:tcW w:w="3971" w:type="dxa"/>
            <w:gridSpan w:val="3"/>
          </w:tcPr>
          <w:p w:rsidR="00B12DDA" w:rsidRPr="00D32591" w:rsidRDefault="00B12DDA" w:rsidP="00B925E5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7B91">
              <w:rPr>
                <w:rFonts w:ascii="Times New Roman" w:hAnsi="Times New Roman" w:cs="Times New Roman"/>
                <w:sz w:val="24"/>
                <w:szCs w:val="24"/>
              </w:rPr>
              <w:t>Бюджетная смета на соответствующий год</w:t>
            </w:r>
          </w:p>
        </w:tc>
      </w:tr>
      <w:tr w:rsidR="00B12DDA" w:rsidRPr="00A35BD7" w:rsidTr="00827634">
        <w:trPr>
          <w:gridAfter w:val="2"/>
          <w:wAfter w:w="26" w:type="dxa"/>
        </w:trPr>
        <w:tc>
          <w:tcPr>
            <w:tcW w:w="561" w:type="dxa"/>
          </w:tcPr>
          <w:p w:rsidR="00B12DDA" w:rsidRPr="0040713B" w:rsidRDefault="00B12DDA" w:rsidP="00B925E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3612" w:type="dxa"/>
          </w:tcPr>
          <w:p w:rsidR="00B12DDA" w:rsidRPr="006E168D" w:rsidRDefault="00B12DDA" w:rsidP="00B925E5">
            <w:pPr>
              <w:jc w:val="both"/>
            </w:pPr>
            <w:r>
              <w:t>Целевой показатель 39</w:t>
            </w:r>
            <w:r w:rsidRPr="006E168D">
              <w:t>.</w:t>
            </w:r>
          </w:p>
          <w:p w:rsidR="00B12DDA" w:rsidRPr="006E168D" w:rsidRDefault="00B12DDA" w:rsidP="00827634">
            <w:r w:rsidRPr="006E168D">
              <w:t>Обеспеченность муниципальных образовательных</w:t>
            </w:r>
            <w:r>
              <w:t xml:space="preserve"> </w:t>
            </w:r>
            <w:r w:rsidRPr="006E168D">
              <w:t>учреждений</w:t>
            </w:r>
          </w:p>
          <w:p w:rsidR="00B12DDA" w:rsidRPr="006E168D" w:rsidRDefault="00B12DDA" w:rsidP="00827634">
            <w:r w:rsidRPr="006E168D">
              <w:t>профессиональными</w:t>
            </w:r>
            <w:r>
              <w:t xml:space="preserve"> </w:t>
            </w:r>
            <w:r w:rsidRPr="006E168D">
              <w:t>кадрами</w:t>
            </w:r>
          </w:p>
        </w:tc>
        <w:tc>
          <w:tcPr>
            <w:tcW w:w="1276" w:type="dxa"/>
          </w:tcPr>
          <w:p w:rsidR="00B12DDA" w:rsidRPr="0040713B" w:rsidRDefault="00B12DDA" w:rsidP="00B925E5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1276" w:type="dxa"/>
          </w:tcPr>
          <w:p w:rsidR="00B12DDA" w:rsidRPr="0040713B" w:rsidRDefault="00B12DDA" w:rsidP="00B925E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95,0</w:t>
            </w:r>
          </w:p>
        </w:tc>
        <w:tc>
          <w:tcPr>
            <w:tcW w:w="1275" w:type="dxa"/>
          </w:tcPr>
          <w:p w:rsidR="00B12DDA" w:rsidRPr="0040713B" w:rsidRDefault="00B12DDA" w:rsidP="00B925E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96,0</w:t>
            </w:r>
          </w:p>
        </w:tc>
        <w:tc>
          <w:tcPr>
            <w:tcW w:w="1276" w:type="dxa"/>
          </w:tcPr>
          <w:p w:rsidR="00B12DDA" w:rsidRPr="0040713B" w:rsidRDefault="00B12DDA" w:rsidP="00B925E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97,0</w:t>
            </w:r>
          </w:p>
        </w:tc>
        <w:tc>
          <w:tcPr>
            <w:tcW w:w="1134" w:type="dxa"/>
          </w:tcPr>
          <w:p w:rsidR="00B12DDA" w:rsidRPr="0040713B" w:rsidRDefault="00B12DDA" w:rsidP="00B925E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98,0</w:t>
            </w:r>
          </w:p>
        </w:tc>
        <w:tc>
          <w:tcPr>
            <w:tcW w:w="3971" w:type="dxa"/>
            <w:gridSpan w:val="3"/>
          </w:tcPr>
          <w:p w:rsidR="00B12DDA" w:rsidRDefault="00B12DDA" w:rsidP="00D0308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Указ Президента </w:t>
            </w:r>
            <w:r w:rsidRPr="00197C6D">
              <w:rPr>
                <w:rFonts w:ascii="Times New Roman" w:hAnsi="Times New Roman" w:cs="Times New Roman"/>
                <w:sz w:val="24"/>
                <w:szCs w:val="24"/>
              </w:rPr>
              <w:t>Российской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Федерации от 7 мая </w:t>
            </w:r>
            <w:r w:rsidRPr="00197C6D">
              <w:rPr>
                <w:rFonts w:ascii="Times New Roman" w:hAnsi="Times New Roman" w:cs="Times New Roman"/>
                <w:sz w:val="24"/>
                <w:szCs w:val="24"/>
              </w:rPr>
              <w:t>2018 года N 204 "О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97C6D">
              <w:rPr>
                <w:rFonts w:ascii="Times New Roman" w:hAnsi="Times New Roman" w:cs="Times New Roman"/>
                <w:sz w:val="24"/>
                <w:szCs w:val="24"/>
              </w:rPr>
              <w:t>национальных целях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97C6D">
              <w:rPr>
                <w:rFonts w:ascii="Times New Roman" w:hAnsi="Times New Roman" w:cs="Times New Roman"/>
                <w:sz w:val="24"/>
                <w:szCs w:val="24"/>
              </w:rPr>
              <w:t>стратегических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97C6D">
              <w:rPr>
                <w:rFonts w:ascii="Times New Roman" w:hAnsi="Times New Roman" w:cs="Times New Roman"/>
                <w:sz w:val="24"/>
                <w:szCs w:val="24"/>
              </w:rPr>
              <w:t>задачах развития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97C6D">
              <w:rPr>
                <w:rFonts w:ascii="Times New Roman" w:hAnsi="Times New Roman" w:cs="Times New Roman"/>
                <w:sz w:val="24"/>
                <w:szCs w:val="24"/>
              </w:rPr>
              <w:t>Российской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97C6D">
              <w:rPr>
                <w:rFonts w:ascii="Times New Roman" w:hAnsi="Times New Roman" w:cs="Times New Roman"/>
                <w:sz w:val="24"/>
                <w:szCs w:val="24"/>
              </w:rPr>
              <w:t>Федерации на период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97C6D">
              <w:rPr>
                <w:rFonts w:ascii="Times New Roman" w:hAnsi="Times New Roman" w:cs="Times New Roman"/>
                <w:sz w:val="24"/>
                <w:szCs w:val="24"/>
              </w:rPr>
              <w:t>до 2024 года"</w:t>
            </w:r>
          </w:p>
          <w:p w:rsidR="00B12DDA" w:rsidRDefault="00B12DDA" w:rsidP="00B925E5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7C6D"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кон </w:t>
            </w:r>
            <w:r w:rsidRPr="00197C6D">
              <w:rPr>
                <w:rFonts w:ascii="Times New Roman" w:hAnsi="Times New Roman" w:cs="Times New Roman"/>
                <w:sz w:val="24"/>
                <w:szCs w:val="24"/>
              </w:rPr>
              <w:t>Свердловской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области </w:t>
            </w:r>
            <w:r w:rsidRPr="00197C6D">
              <w:rPr>
                <w:rFonts w:ascii="Times New Roman" w:hAnsi="Times New Roman" w:cs="Times New Roman"/>
                <w:sz w:val="24"/>
                <w:szCs w:val="24"/>
              </w:rPr>
              <w:t>от 15 июля2013 года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97C6D">
              <w:rPr>
                <w:rFonts w:ascii="Times New Roman" w:hAnsi="Times New Roman" w:cs="Times New Roman"/>
                <w:sz w:val="24"/>
                <w:szCs w:val="24"/>
              </w:rPr>
              <w:t>№ 78-ОЗ</w:t>
            </w:r>
          </w:p>
          <w:p w:rsidR="00B12DDA" w:rsidRPr="0040713B" w:rsidRDefault="00B12DDA" w:rsidP="00B925E5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3E1D65">
              <w:rPr>
                <w:rFonts w:ascii="Times New Roman" w:hAnsi="Times New Roman" w:cs="Times New Roman"/>
                <w:sz w:val="24"/>
                <w:szCs w:val="24"/>
              </w:rPr>
              <w:t>Об образовании в Свердловской области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B12DDA" w:rsidRPr="00A35BD7" w:rsidTr="00827634">
        <w:tc>
          <w:tcPr>
            <w:tcW w:w="561" w:type="dxa"/>
          </w:tcPr>
          <w:p w:rsidR="00B12DDA" w:rsidRPr="0040713B" w:rsidRDefault="00B12DDA" w:rsidP="00B925E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3846" w:type="dxa"/>
            <w:gridSpan w:val="11"/>
          </w:tcPr>
          <w:p w:rsidR="00B12DDA" w:rsidRPr="0040713B" w:rsidRDefault="00B12DDA" w:rsidP="00B925E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ЗАДАЧА 23 «</w:t>
            </w:r>
            <w:r w:rsidRPr="0075442D">
              <w:rPr>
                <w:rFonts w:ascii="Times New Roman" w:hAnsi="Times New Roman" w:cs="Times New Roman"/>
                <w:sz w:val="24"/>
                <w:szCs w:val="24"/>
              </w:rPr>
              <w:t>Создание условий для повышения социального статуса и общественного престижа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работников системы образования»</w:t>
            </w:r>
          </w:p>
        </w:tc>
      </w:tr>
      <w:tr w:rsidR="00B12DDA" w:rsidRPr="00A35BD7" w:rsidTr="00827634">
        <w:trPr>
          <w:gridAfter w:val="2"/>
          <w:wAfter w:w="26" w:type="dxa"/>
        </w:trPr>
        <w:tc>
          <w:tcPr>
            <w:tcW w:w="561" w:type="dxa"/>
          </w:tcPr>
          <w:p w:rsidR="00B12DDA" w:rsidRPr="0040713B" w:rsidRDefault="00B12DDA" w:rsidP="00B925E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3612" w:type="dxa"/>
          </w:tcPr>
          <w:p w:rsidR="00B12DDA" w:rsidRDefault="00B12DDA" w:rsidP="00B925E5">
            <w:r>
              <w:t>Целевой показатель 40.</w:t>
            </w:r>
          </w:p>
          <w:p w:rsidR="00B12DDA" w:rsidRDefault="00B12DDA" w:rsidP="00827634">
            <w:pPr>
              <w:jc w:val="both"/>
            </w:pPr>
            <w:r>
              <w:t xml:space="preserve"> Доля призеров и победителей профессиональных конкурсов среди педагогических</w:t>
            </w:r>
          </w:p>
          <w:p w:rsidR="00B12DDA" w:rsidRPr="00FD46FF" w:rsidRDefault="00B12DDA" w:rsidP="00827634">
            <w:pPr>
              <w:jc w:val="both"/>
            </w:pPr>
            <w:r>
              <w:t>работников в общем количестве участников</w:t>
            </w:r>
          </w:p>
        </w:tc>
        <w:tc>
          <w:tcPr>
            <w:tcW w:w="1276" w:type="dxa"/>
          </w:tcPr>
          <w:p w:rsidR="00B12DDA" w:rsidRPr="0040713B" w:rsidRDefault="00B12DDA" w:rsidP="00B925E5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1276" w:type="dxa"/>
          </w:tcPr>
          <w:p w:rsidR="00B12DDA" w:rsidRPr="0040713B" w:rsidRDefault="00B12DDA" w:rsidP="00B925E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15,0</w:t>
            </w:r>
          </w:p>
        </w:tc>
        <w:tc>
          <w:tcPr>
            <w:tcW w:w="1275" w:type="dxa"/>
          </w:tcPr>
          <w:p w:rsidR="00B12DDA" w:rsidRDefault="00B12DDA" w:rsidP="00B925E5">
            <w:pPr>
              <w:jc w:val="center"/>
            </w:pPr>
            <w:r w:rsidRPr="00101870">
              <w:t>15</w:t>
            </w:r>
            <w:r>
              <w:t>,0</w:t>
            </w:r>
          </w:p>
        </w:tc>
        <w:tc>
          <w:tcPr>
            <w:tcW w:w="1276" w:type="dxa"/>
          </w:tcPr>
          <w:p w:rsidR="00B12DDA" w:rsidRDefault="00B12DDA" w:rsidP="00B925E5">
            <w:pPr>
              <w:jc w:val="center"/>
            </w:pPr>
            <w:r w:rsidRPr="00101870">
              <w:t>15</w:t>
            </w:r>
            <w:r>
              <w:t>,0</w:t>
            </w:r>
          </w:p>
        </w:tc>
        <w:tc>
          <w:tcPr>
            <w:tcW w:w="1134" w:type="dxa"/>
          </w:tcPr>
          <w:p w:rsidR="00B12DDA" w:rsidRDefault="00B12DDA" w:rsidP="00B925E5">
            <w:pPr>
              <w:jc w:val="center"/>
            </w:pPr>
            <w:r w:rsidRPr="00101870">
              <w:t>15</w:t>
            </w:r>
            <w:r>
              <w:t>,0</w:t>
            </w:r>
          </w:p>
        </w:tc>
        <w:tc>
          <w:tcPr>
            <w:tcW w:w="3971" w:type="dxa"/>
            <w:gridSpan w:val="3"/>
          </w:tcPr>
          <w:p w:rsidR="00B12DDA" w:rsidRPr="0040713B" w:rsidRDefault="00B12DDA" w:rsidP="00B925E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1364F">
              <w:rPr>
                <w:rFonts w:ascii="Times New Roman" w:hAnsi="Times New Roman" w:cs="Times New Roman"/>
                <w:sz w:val="24"/>
                <w:szCs w:val="24"/>
              </w:rPr>
              <w:t>Федеральный закон от29 декабря 2012 года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1364F">
              <w:rPr>
                <w:rFonts w:ascii="Times New Roman" w:hAnsi="Times New Roman" w:cs="Times New Roman"/>
                <w:sz w:val="24"/>
                <w:szCs w:val="24"/>
              </w:rPr>
              <w:t>N 273-ФЗ "Об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1364F">
              <w:rPr>
                <w:rFonts w:ascii="Times New Roman" w:hAnsi="Times New Roman" w:cs="Times New Roman"/>
                <w:sz w:val="24"/>
                <w:szCs w:val="24"/>
              </w:rPr>
              <w:t>образовании 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1364F">
              <w:rPr>
                <w:rFonts w:ascii="Times New Roman" w:hAnsi="Times New Roman" w:cs="Times New Roman"/>
                <w:sz w:val="24"/>
                <w:szCs w:val="24"/>
              </w:rPr>
              <w:t>Российской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1364F">
              <w:rPr>
                <w:rFonts w:ascii="Times New Roman" w:hAnsi="Times New Roman" w:cs="Times New Roman"/>
                <w:sz w:val="24"/>
                <w:szCs w:val="24"/>
              </w:rPr>
              <w:t>Федерации"</w:t>
            </w:r>
          </w:p>
        </w:tc>
      </w:tr>
      <w:tr w:rsidR="00B12DDA" w:rsidRPr="00A35BD7" w:rsidTr="00827634">
        <w:tc>
          <w:tcPr>
            <w:tcW w:w="561" w:type="dxa"/>
          </w:tcPr>
          <w:p w:rsidR="00B12DDA" w:rsidRPr="0040713B" w:rsidRDefault="00B12DDA" w:rsidP="00B925E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13846" w:type="dxa"/>
            <w:gridSpan w:val="11"/>
          </w:tcPr>
          <w:p w:rsidR="00B12DDA" w:rsidRPr="00C56500" w:rsidRDefault="00B12DDA" w:rsidP="00B925E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56500">
              <w:rPr>
                <w:rFonts w:ascii="Times New Roman" w:hAnsi="Times New Roman" w:cs="Times New Roman"/>
                <w:sz w:val="24"/>
                <w:szCs w:val="24"/>
              </w:rPr>
              <w:t>Цель 8 «Создание новых мест в муниципальных общеобразовательных организациях в соответствии с прогнозируемой потребностью и современными требованиями к условиям обучения»</w:t>
            </w:r>
          </w:p>
        </w:tc>
      </w:tr>
      <w:tr w:rsidR="00B12DDA" w:rsidRPr="00A35BD7" w:rsidTr="00827634">
        <w:tc>
          <w:tcPr>
            <w:tcW w:w="561" w:type="dxa"/>
          </w:tcPr>
          <w:p w:rsidR="00B12DDA" w:rsidRPr="0040713B" w:rsidRDefault="00B12DDA" w:rsidP="00B925E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13846" w:type="dxa"/>
            <w:gridSpan w:val="11"/>
          </w:tcPr>
          <w:p w:rsidR="00B12DDA" w:rsidRPr="0057276A" w:rsidRDefault="00B12DDA" w:rsidP="00B925E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C56500">
              <w:rPr>
                <w:rFonts w:ascii="Times New Roman" w:hAnsi="Times New Roman" w:cs="Times New Roman"/>
                <w:sz w:val="24"/>
                <w:szCs w:val="24"/>
              </w:rPr>
              <w:t>Задача 24  «Строительство новых образовательных учреждений, капитальный ремонт зданий и помещений муниципальных общеобразовательных организаций, осуществляемый в рамках программы "Содействие созданию в субъектах Российской Федерации (исходя из прогнозируемой потребности) новых мест в общеобразовательных организациях" на 2016 - 2025 годы»</w:t>
            </w:r>
          </w:p>
        </w:tc>
      </w:tr>
      <w:tr w:rsidR="00B12DDA" w:rsidRPr="00A35BD7" w:rsidTr="00827634">
        <w:trPr>
          <w:gridAfter w:val="2"/>
          <w:wAfter w:w="26" w:type="dxa"/>
        </w:trPr>
        <w:tc>
          <w:tcPr>
            <w:tcW w:w="561" w:type="dxa"/>
          </w:tcPr>
          <w:p w:rsidR="00B12DDA" w:rsidRPr="0040713B" w:rsidRDefault="00B12DDA" w:rsidP="00B925E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3612" w:type="dxa"/>
          </w:tcPr>
          <w:p w:rsidR="00B12DDA" w:rsidRPr="00D77EAB" w:rsidRDefault="00B12DDA" w:rsidP="00B925E5">
            <w:r w:rsidRPr="00C56500">
              <w:t>Целевой показатель 4</w:t>
            </w:r>
            <w:r>
              <w:t>1</w:t>
            </w:r>
            <w:r w:rsidRPr="00C56500">
              <w:t>.</w:t>
            </w:r>
          </w:p>
          <w:p w:rsidR="00B12DDA" w:rsidRPr="00D77EAB" w:rsidRDefault="00B12DDA" w:rsidP="00827634">
            <w:pPr>
              <w:jc w:val="both"/>
            </w:pPr>
            <w:r w:rsidRPr="00D77EAB">
              <w:t>Количество созд</w:t>
            </w:r>
            <w:r>
              <w:t>анных новых мест в муниципальных общеобразовательных</w:t>
            </w:r>
          </w:p>
          <w:p w:rsidR="00B12DDA" w:rsidRPr="0057276A" w:rsidRDefault="00B12DDA" w:rsidP="00827634">
            <w:pPr>
              <w:jc w:val="both"/>
              <w:rPr>
                <w:highlight w:val="yellow"/>
              </w:rPr>
            </w:pPr>
            <w:r>
              <w:t>организациях</w:t>
            </w:r>
            <w:r w:rsidRPr="00D77EAB">
              <w:t xml:space="preserve"> в результате проведения мероприятий по созданию современно</w:t>
            </w:r>
            <w:r>
              <w:t>й  образовательной среды</w:t>
            </w:r>
          </w:p>
        </w:tc>
        <w:tc>
          <w:tcPr>
            <w:tcW w:w="1276" w:type="dxa"/>
          </w:tcPr>
          <w:p w:rsidR="00B12DDA" w:rsidRPr="0040713B" w:rsidRDefault="00B12DDA" w:rsidP="00B925E5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6928"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1276" w:type="dxa"/>
          </w:tcPr>
          <w:p w:rsidR="00B12DDA" w:rsidRPr="0040713B" w:rsidRDefault="00B12DDA" w:rsidP="008A4DA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0</w:t>
            </w:r>
          </w:p>
        </w:tc>
        <w:tc>
          <w:tcPr>
            <w:tcW w:w="1275" w:type="dxa"/>
          </w:tcPr>
          <w:p w:rsidR="00B12DDA" w:rsidRPr="0040713B" w:rsidRDefault="00B12DDA" w:rsidP="007820E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B12DDA" w:rsidRPr="0040713B" w:rsidRDefault="00B12DDA" w:rsidP="008A4DA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0</w:t>
            </w:r>
          </w:p>
        </w:tc>
        <w:tc>
          <w:tcPr>
            <w:tcW w:w="1134" w:type="dxa"/>
          </w:tcPr>
          <w:p w:rsidR="00B12DDA" w:rsidRPr="0040713B" w:rsidRDefault="00B12DDA" w:rsidP="005A3DCE">
            <w:pPr>
              <w:pStyle w:val="ConsPlusNormal"/>
              <w:ind w:left="927" w:hanging="78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  <w:p w:rsidR="00B12DDA" w:rsidRPr="0040713B" w:rsidRDefault="00B12DDA" w:rsidP="005A3DCE">
            <w:pPr>
              <w:pStyle w:val="ConsPlusNormal"/>
              <w:ind w:left="927" w:hanging="78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1" w:type="dxa"/>
            <w:gridSpan w:val="3"/>
          </w:tcPr>
          <w:p w:rsidR="00B12DDA" w:rsidRPr="00553C06" w:rsidRDefault="00B12DDA" w:rsidP="00B925E5">
            <w:pPr>
              <w:widowControl w:val="0"/>
              <w:autoSpaceDE w:val="0"/>
              <w:autoSpaceDN w:val="0"/>
              <w:adjustRightInd w:val="0"/>
              <w:jc w:val="both"/>
            </w:pPr>
            <w:r w:rsidRPr="00553C06">
              <w:rPr>
                <w:bCs/>
              </w:rPr>
              <w:t>Распоряжение Правительства РФ от 23.10.2015 N 2145-р "О программе "Содействие созданию в субъектах Российской Федерации (исходя из прогнозируемой потребности) новых мест в общеобразовательных организациях" на 2016 - 2025 годы";</w:t>
            </w:r>
          </w:p>
          <w:p w:rsidR="00B12DDA" w:rsidRPr="0061364F" w:rsidRDefault="00B12DDA" w:rsidP="00B925E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12DDA" w:rsidRDefault="00B12DDA"/>
    <w:sectPr w:rsidR="00B12DDA" w:rsidSect="00553C06">
      <w:pgSz w:w="16838" w:h="11906" w:orient="landscape"/>
      <w:pgMar w:top="567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75ED2"/>
    <w:rsid w:val="00001718"/>
    <w:rsid w:val="00005DAB"/>
    <w:rsid w:val="00012E39"/>
    <w:rsid w:val="000172DE"/>
    <w:rsid w:val="000219ED"/>
    <w:rsid w:val="00027786"/>
    <w:rsid w:val="00031E9E"/>
    <w:rsid w:val="000606FC"/>
    <w:rsid w:val="0006080B"/>
    <w:rsid w:val="00066DEF"/>
    <w:rsid w:val="00067B91"/>
    <w:rsid w:val="000907E0"/>
    <w:rsid w:val="000B0668"/>
    <w:rsid w:val="000C06AD"/>
    <w:rsid w:val="000C6AD7"/>
    <w:rsid w:val="000D676B"/>
    <w:rsid w:val="000D6FD6"/>
    <w:rsid w:val="000E24C8"/>
    <w:rsid w:val="000E62F3"/>
    <w:rsid w:val="00101870"/>
    <w:rsid w:val="00111AE0"/>
    <w:rsid w:val="00126E45"/>
    <w:rsid w:val="001374C5"/>
    <w:rsid w:val="00157D40"/>
    <w:rsid w:val="00173BD8"/>
    <w:rsid w:val="00193F51"/>
    <w:rsid w:val="00197C6D"/>
    <w:rsid w:val="001B068C"/>
    <w:rsid w:val="001B7F8C"/>
    <w:rsid w:val="001C0968"/>
    <w:rsid w:val="001C5695"/>
    <w:rsid w:val="0020696B"/>
    <w:rsid w:val="00217DB1"/>
    <w:rsid w:val="00233892"/>
    <w:rsid w:val="00261019"/>
    <w:rsid w:val="00277449"/>
    <w:rsid w:val="002A2B6E"/>
    <w:rsid w:val="002A4C5E"/>
    <w:rsid w:val="002B1A15"/>
    <w:rsid w:val="002B526B"/>
    <w:rsid w:val="002D1B71"/>
    <w:rsid w:val="002E16FF"/>
    <w:rsid w:val="002E1E98"/>
    <w:rsid w:val="002F0F13"/>
    <w:rsid w:val="002F4F01"/>
    <w:rsid w:val="002F6536"/>
    <w:rsid w:val="0030276D"/>
    <w:rsid w:val="00315DB5"/>
    <w:rsid w:val="00323A47"/>
    <w:rsid w:val="0033211C"/>
    <w:rsid w:val="0033304C"/>
    <w:rsid w:val="00360755"/>
    <w:rsid w:val="00383B85"/>
    <w:rsid w:val="003856B7"/>
    <w:rsid w:val="003A1171"/>
    <w:rsid w:val="003D432D"/>
    <w:rsid w:val="003D64E6"/>
    <w:rsid w:val="003E1D65"/>
    <w:rsid w:val="003F0FC7"/>
    <w:rsid w:val="003F1B9F"/>
    <w:rsid w:val="004003C3"/>
    <w:rsid w:val="0040617B"/>
    <w:rsid w:val="0040713B"/>
    <w:rsid w:val="00413E83"/>
    <w:rsid w:val="00424232"/>
    <w:rsid w:val="0044512C"/>
    <w:rsid w:val="0046241C"/>
    <w:rsid w:val="00477A03"/>
    <w:rsid w:val="0049163D"/>
    <w:rsid w:val="004A3D80"/>
    <w:rsid w:val="004B6955"/>
    <w:rsid w:val="004B6D94"/>
    <w:rsid w:val="004D7F64"/>
    <w:rsid w:val="004F1983"/>
    <w:rsid w:val="0051118D"/>
    <w:rsid w:val="00513D33"/>
    <w:rsid w:val="00523700"/>
    <w:rsid w:val="00526069"/>
    <w:rsid w:val="00526E4C"/>
    <w:rsid w:val="00553C06"/>
    <w:rsid w:val="00562F10"/>
    <w:rsid w:val="005711C5"/>
    <w:rsid w:val="0057276A"/>
    <w:rsid w:val="00575ED2"/>
    <w:rsid w:val="0057629D"/>
    <w:rsid w:val="00594167"/>
    <w:rsid w:val="005A3DCE"/>
    <w:rsid w:val="005F1547"/>
    <w:rsid w:val="005F30AA"/>
    <w:rsid w:val="0061364F"/>
    <w:rsid w:val="00613D13"/>
    <w:rsid w:val="00623E07"/>
    <w:rsid w:val="00631DD6"/>
    <w:rsid w:val="00667734"/>
    <w:rsid w:val="00674DB4"/>
    <w:rsid w:val="0068232F"/>
    <w:rsid w:val="006904B1"/>
    <w:rsid w:val="00694C21"/>
    <w:rsid w:val="00696A9F"/>
    <w:rsid w:val="006A6665"/>
    <w:rsid w:val="006E168D"/>
    <w:rsid w:val="006F05DF"/>
    <w:rsid w:val="007075C2"/>
    <w:rsid w:val="0075442D"/>
    <w:rsid w:val="0077607D"/>
    <w:rsid w:val="007820E8"/>
    <w:rsid w:val="00787B23"/>
    <w:rsid w:val="00797D72"/>
    <w:rsid w:val="007C06CD"/>
    <w:rsid w:val="007C4D5A"/>
    <w:rsid w:val="007D176B"/>
    <w:rsid w:val="007D694A"/>
    <w:rsid w:val="007D744A"/>
    <w:rsid w:val="00807B63"/>
    <w:rsid w:val="008229AD"/>
    <w:rsid w:val="00824C1C"/>
    <w:rsid w:val="00826A35"/>
    <w:rsid w:val="00827634"/>
    <w:rsid w:val="008414E1"/>
    <w:rsid w:val="00846DB8"/>
    <w:rsid w:val="0085777F"/>
    <w:rsid w:val="008807D5"/>
    <w:rsid w:val="00881FDA"/>
    <w:rsid w:val="008913AE"/>
    <w:rsid w:val="008A4DA5"/>
    <w:rsid w:val="008D4964"/>
    <w:rsid w:val="008D4CA2"/>
    <w:rsid w:val="008D5983"/>
    <w:rsid w:val="00902307"/>
    <w:rsid w:val="00907668"/>
    <w:rsid w:val="00932F8E"/>
    <w:rsid w:val="00940CAC"/>
    <w:rsid w:val="00942BDB"/>
    <w:rsid w:val="00943BAB"/>
    <w:rsid w:val="009614A6"/>
    <w:rsid w:val="00962FB8"/>
    <w:rsid w:val="009703E7"/>
    <w:rsid w:val="00980C9C"/>
    <w:rsid w:val="009A09C2"/>
    <w:rsid w:val="009A793C"/>
    <w:rsid w:val="009B5A6C"/>
    <w:rsid w:val="009F30F5"/>
    <w:rsid w:val="00A1693F"/>
    <w:rsid w:val="00A35BD7"/>
    <w:rsid w:val="00A6274C"/>
    <w:rsid w:val="00A6678B"/>
    <w:rsid w:val="00A75201"/>
    <w:rsid w:val="00A76120"/>
    <w:rsid w:val="00A766AB"/>
    <w:rsid w:val="00A9378E"/>
    <w:rsid w:val="00AA4BD1"/>
    <w:rsid w:val="00AB15A9"/>
    <w:rsid w:val="00AE29B0"/>
    <w:rsid w:val="00AE533E"/>
    <w:rsid w:val="00B12DDA"/>
    <w:rsid w:val="00B1360E"/>
    <w:rsid w:val="00B15C18"/>
    <w:rsid w:val="00B21A4B"/>
    <w:rsid w:val="00B52700"/>
    <w:rsid w:val="00B56C00"/>
    <w:rsid w:val="00B925E5"/>
    <w:rsid w:val="00BC6928"/>
    <w:rsid w:val="00BD4394"/>
    <w:rsid w:val="00BD5CE9"/>
    <w:rsid w:val="00BE00BF"/>
    <w:rsid w:val="00BE2354"/>
    <w:rsid w:val="00BF4179"/>
    <w:rsid w:val="00C02A65"/>
    <w:rsid w:val="00C160FE"/>
    <w:rsid w:val="00C33359"/>
    <w:rsid w:val="00C46469"/>
    <w:rsid w:val="00C56500"/>
    <w:rsid w:val="00C61A57"/>
    <w:rsid w:val="00C63425"/>
    <w:rsid w:val="00C63DEC"/>
    <w:rsid w:val="00C75186"/>
    <w:rsid w:val="00C83410"/>
    <w:rsid w:val="00C921B3"/>
    <w:rsid w:val="00C96833"/>
    <w:rsid w:val="00CA6EFC"/>
    <w:rsid w:val="00CC4B89"/>
    <w:rsid w:val="00CC658E"/>
    <w:rsid w:val="00CF5105"/>
    <w:rsid w:val="00D0308C"/>
    <w:rsid w:val="00D306A4"/>
    <w:rsid w:val="00D32591"/>
    <w:rsid w:val="00D365A3"/>
    <w:rsid w:val="00D532A0"/>
    <w:rsid w:val="00D61FDB"/>
    <w:rsid w:val="00D77EAB"/>
    <w:rsid w:val="00D90459"/>
    <w:rsid w:val="00D95AB0"/>
    <w:rsid w:val="00DB4133"/>
    <w:rsid w:val="00DD01C9"/>
    <w:rsid w:val="00DF0F7E"/>
    <w:rsid w:val="00E024A2"/>
    <w:rsid w:val="00E12923"/>
    <w:rsid w:val="00E20E7E"/>
    <w:rsid w:val="00E26941"/>
    <w:rsid w:val="00E456AD"/>
    <w:rsid w:val="00E537A1"/>
    <w:rsid w:val="00E556E4"/>
    <w:rsid w:val="00E66414"/>
    <w:rsid w:val="00E7749D"/>
    <w:rsid w:val="00EC74C3"/>
    <w:rsid w:val="00EE01C5"/>
    <w:rsid w:val="00EE102B"/>
    <w:rsid w:val="00EF4205"/>
    <w:rsid w:val="00F04670"/>
    <w:rsid w:val="00F07723"/>
    <w:rsid w:val="00F56A59"/>
    <w:rsid w:val="00F636B2"/>
    <w:rsid w:val="00F64B3C"/>
    <w:rsid w:val="00F76464"/>
    <w:rsid w:val="00F85967"/>
    <w:rsid w:val="00FC1CB7"/>
    <w:rsid w:val="00FD46FF"/>
    <w:rsid w:val="00FE30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75ED2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575ED2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rsid w:val="005A3DCE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A3DCE"/>
    <w:rPr>
      <w:rFonts w:ascii="Segoe UI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17</Pages>
  <Words>3727</Words>
  <Characters>21248</Characters>
  <Application>Microsoft Office Outlook</Application>
  <DocSecurity>0</DocSecurity>
  <Lines>0</Lines>
  <Paragraphs>0</Paragraphs>
  <ScaleCrop>false</ScaleCrop>
  <Company>diakov.net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RePack by Diakov</dc:creator>
  <cp:keywords/>
  <dc:description/>
  <cp:lastModifiedBy>1</cp:lastModifiedBy>
  <cp:revision>2</cp:revision>
  <cp:lastPrinted>2020-09-28T09:15:00Z</cp:lastPrinted>
  <dcterms:created xsi:type="dcterms:W3CDTF">2021-02-12T05:43:00Z</dcterms:created>
  <dcterms:modified xsi:type="dcterms:W3CDTF">2021-02-12T05:43:00Z</dcterms:modified>
</cp:coreProperties>
</file>